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CB8" w:rsidRDefault="000B6CB8" w:rsidP="00BE48FE">
      <w:pPr>
        <w:pBdr>
          <w:bottom w:val="double" w:sz="4" w:space="1" w:color="auto"/>
        </w:pBdr>
        <w:rPr>
          <w:b/>
          <w:color w:val="0000FF"/>
          <w:sz w:val="20"/>
          <w:szCs w:val="20"/>
        </w:rPr>
      </w:pPr>
    </w:p>
    <w:p w:rsidR="00350ED6" w:rsidRPr="00401DE6" w:rsidRDefault="00350ED6" w:rsidP="00BE48FE">
      <w:pPr>
        <w:pBdr>
          <w:bottom w:val="double" w:sz="4" w:space="1" w:color="auto"/>
        </w:pBdr>
        <w:rPr>
          <w:b/>
          <w:color w:val="0000FF"/>
          <w:sz w:val="20"/>
          <w:szCs w:val="20"/>
        </w:rPr>
      </w:pPr>
    </w:p>
    <w:p w:rsidR="004005ED" w:rsidRPr="000B6CB8" w:rsidRDefault="00CA17F2" w:rsidP="000B6CB8">
      <w:pPr>
        <w:pBdr>
          <w:bottom w:val="double" w:sz="4" w:space="1" w:color="auto"/>
        </w:pBdr>
        <w:jc w:val="center"/>
        <w:rPr>
          <w:rFonts w:eastAsia="Arial Unicode MS"/>
          <w:b/>
          <w:sz w:val="38"/>
          <w:szCs w:val="20"/>
          <w:u w:val="single"/>
        </w:rPr>
      </w:pPr>
      <w:r>
        <w:rPr>
          <w:rFonts w:eastAsia="Arial Unicode MS"/>
          <w:b/>
          <w:noProof/>
          <w:sz w:val="38"/>
          <w:szCs w:val="20"/>
          <w:u w:val="single"/>
          <w:lang w:val="en-IN" w:eastAsia="en-IN"/>
        </w:rPr>
        <w:drawing>
          <wp:anchor distT="0" distB="0" distL="114300" distR="114300" simplePos="0" relativeHeight="251658240" behindDoc="0" locked="0" layoutInCell="1" allowOverlap="1">
            <wp:simplePos x="0" y="0"/>
            <wp:positionH relativeFrom="column">
              <wp:posOffset>4751712</wp:posOffset>
            </wp:positionH>
            <wp:positionV relativeFrom="paragraph">
              <wp:posOffset>-2226</wp:posOffset>
            </wp:positionV>
            <wp:extent cx="1602360" cy="1385740"/>
            <wp:effectExtent l="19050" t="0" r="0" b="0"/>
            <wp:wrapNone/>
            <wp:docPr id="1" name="Picture 1" descr="C:\Users\Dev\Desktop\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v\Desktop\000.jpg"/>
                    <pic:cNvPicPr>
                      <a:picLocks noChangeAspect="1" noChangeArrowheads="1"/>
                    </pic:cNvPicPr>
                  </pic:nvPicPr>
                  <pic:blipFill>
                    <a:blip r:embed="rId7"/>
                    <a:srcRect/>
                    <a:stretch>
                      <a:fillRect/>
                    </a:stretch>
                  </pic:blipFill>
                  <pic:spPr bwMode="auto">
                    <a:xfrm>
                      <a:off x="0" y="0"/>
                      <a:ext cx="1602008" cy="1385436"/>
                    </a:xfrm>
                    <a:prstGeom prst="rect">
                      <a:avLst/>
                    </a:prstGeom>
                    <a:noFill/>
                    <a:ln w="9525">
                      <a:noFill/>
                      <a:miter lim="800000"/>
                      <a:headEnd/>
                      <a:tailEnd/>
                    </a:ln>
                  </pic:spPr>
                </pic:pic>
              </a:graphicData>
            </a:graphic>
          </wp:anchor>
        </w:drawing>
      </w:r>
      <w:r w:rsidR="00705C2E" w:rsidRPr="007A0C68">
        <w:rPr>
          <w:rFonts w:eastAsia="Arial Unicode MS"/>
          <w:b/>
          <w:sz w:val="38"/>
          <w:szCs w:val="20"/>
          <w:u w:val="single"/>
        </w:rPr>
        <w:t>RESUME</w:t>
      </w:r>
      <w:r w:rsidR="00126B05" w:rsidRPr="007A0C68">
        <w:rPr>
          <w:rFonts w:eastAsia="Batang"/>
          <w:b/>
          <w:sz w:val="28"/>
          <w:szCs w:val="28"/>
          <w:u w:val="single"/>
        </w:rPr>
        <w:t xml:space="preserve">                                                                                                    </w:t>
      </w:r>
      <w:r w:rsidR="006F20B0" w:rsidRPr="007A0C68">
        <w:rPr>
          <w:rFonts w:eastAsia="Batang"/>
          <w:b/>
          <w:sz w:val="28"/>
          <w:szCs w:val="28"/>
          <w:u w:val="single"/>
        </w:rPr>
        <w:t xml:space="preserve">                      </w:t>
      </w:r>
      <w:r w:rsidR="00085A7C" w:rsidRPr="007A0C68">
        <w:rPr>
          <w:rFonts w:eastAsia="Batang"/>
          <w:b/>
          <w:sz w:val="28"/>
          <w:szCs w:val="28"/>
          <w:u w:val="single"/>
        </w:rPr>
        <w:t xml:space="preserve">      </w:t>
      </w:r>
      <w:r w:rsidR="00BF23F0" w:rsidRPr="007A0C68">
        <w:rPr>
          <w:rFonts w:eastAsia="Batang"/>
          <w:b/>
          <w:sz w:val="28"/>
          <w:szCs w:val="28"/>
          <w:u w:val="single"/>
        </w:rPr>
        <w:t xml:space="preserve">                                          </w:t>
      </w:r>
      <w:r w:rsidR="00C94026" w:rsidRPr="007A0C68">
        <w:rPr>
          <w:rFonts w:eastAsia="Batang"/>
          <w:b/>
          <w:sz w:val="28"/>
          <w:szCs w:val="28"/>
          <w:u w:val="single"/>
        </w:rPr>
        <w:t xml:space="preserve">         </w:t>
      </w:r>
      <w:r w:rsidR="00126B05" w:rsidRPr="007A0C68">
        <w:rPr>
          <w:rFonts w:eastAsia="Batang"/>
          <w:b/>
          <w:sz w:val="28"/>
          <w:szCs w:val="28"/>
          <w:u w:val="single"/>
        </w:rPr>
        <w:t xml:space="preserve"> </w:t>
      </w:r>
      <w:r w:rsidR="00C94026" w:rsidRPr="007A0C68">
        <w:rPr>
          <w:rFonts w:eastAsia="Batang"/>
          <w:b/>
          <w:sz w:val="28"/>
          <w:szCs w:val="28"/>
          <w:u w:val="single"/>
        </w:rPr>
        <w:t xml:space="preserve"> </w:t>
      </w:r>
      <w:r w:rsidR="0071619E" w:rsidRPr="007A0C68">
        <w:rPr>
          <w:rFonts w:eastAsia="Batang"/>
          <w:b/>
          <w:sz w:val="28"/>
          <w:szCs w:val="28"/>
          <w:u w:val="single"/>
        </w:rPr>
        <w:t xml:space="preserve">  </w:t>
      </w:r>
      <w:r w:rsidR="007F3928" w:rsidRPr="007A0C68">
        <w:rPr>
          <w:rFonts w:eastAsia="Batang"/>
          <w:b/>
          <w:sz w:val="28"/>
          <w:szCs w:val="28"/>
          <w:u w:val="single"/>
        </w:rPr>
        <w:t xml:space="preserve">    </w:t>
      </w:r>
      <w:r w:rsidR="000F57E7" w:rsidRPr="007A0C68">
        <w:rPr>
          <w:rFonts w:eastAsia="Batang"/>
          <w:b/>
          <w:sz w:val="28"/>
          <w:szCs w:val="28"/>
          <w:u w:val="single"/>
        </w:rPr>
        <w:t xml:space="preserve">                    </w:t>
      </w:r>
      <w:r w:rsidR="00722139" w:rsidRPr="007A0C68">
        <w:rPr>
          <w:rFonts w:eastAsia="Batang"/>
          <w:b/>
          <w:sz w:val="28"/>
          <w:szCs w:val="28"/>
          <w:u w:val="single"/>
        </w:rPr>
        <w:t xml:space="preserve"> </w:t>
      </w:r>
      <w:r w:rsidR="00910BE6" w:rsidRPr="007A0C68">
        <w:rPr>
          <w:rFonts w:eastAsia="Batang"/>
          <w:b/>
          <w:sz w:val="28"/>
          <w:szCs w:val="28"/>
          <w:u w:val="single"/>
        </w:rPr>
        <w:t xml:space="preserve"> </w:t>
      </w:r>
    </w:p>
    <w:p w:rsidR="007A0C68" w:rsidRPr="007A0C68" w:rsidRDefault="00B13AB7" w:rsidP="00FA4989">
      <w:pPr>
        <w:pBdr>
          <w:bottom w:val="double" w:sz="4" w:space="1" w:color="auto"/>
        </w:pBdr>
        <w:rPr>
          <w:rFonts w:eastAsia="Batang"/>
          <w:b/>
          <w:sz w:val="28"/>
          <w:szCs w:val="28"/>
        </w:rPr>
      </w:pPr>
      <w:r>
        <w:rPr>
          <w:rFonts w:eastAsia="Batang"/>
          <w:b/>
          <w:sz w:val="28"/>
          <w:szCs w:val="28"/>
        </w:rPr>
        <w:t xml:space="preserve">VERSHA SHARMA </w:t>
      </w:r>
    </w:p>
    <w:p w:rsidR="007A0C68" w:rsidRPr="00953B5C" w:rsidRDefault="007A0C68" w:rsidP="00B80DA8">
      <w:pPr>
        <w:pBdr>
          <w:bottom w:val="double" w:sz="4" w:space="1" w:color="auto"/>
        </w:pBdr>
        <w:spacing w:after="60"/>
        <w:rPr>
          <w:rFonts w:eastAsia="Batang"/>
          <w:b/>
          <w:bCs/>
          <w:sz w:val="20"/>
          <w:szCs w:val="20"/>
        </w:rPr>
      </w:pPr>
    </w:p>
    <w:p w:rsidR="002969B3" w:rsidRDefault="00FA4989" w:rsidP="00B80DA8">
      <w:pPr>
        <w:pBdr>
          <w:bottom w:val="double" w:sz="4" w:space="1" w:color="auto"/>
        </w:pBdr>
        <w:spacing w:after="60"/>
        <w:rPr>
          <w:rFonts w:eastAsia="Batang"/>
          <w:bCs/>
        </w:rPr>
      </w:pPr>
      <w:r w:rsidRPr="00A16F86">
        <w:rPr>
          <w:rFonts w:eastAsia="Batang"/>
          <w:b/>
          <w:bCs/>
        </w:rPr>
        <w:t>Phone:</w:t>
      </w:r>
      <w:r w:rsidR="00896B54" w:rsidRPr="00A16F86">
        <w:rPr>
          <w:rFonts w:eastAsia="Batang"/>
          <w:bCs/>
        </w:rPr>
        <w:t xml:space="preserve"> </w:t>
      </w:r>
      <w:r w:rsidR="00B94B65">
        <w:rPr>
          <w:rFonts w:eastAsia="Batang"/>
          <w:bCs/>
        </w:rPr>
        <w:t xml:space="preserve">+91 </w:t>
      </w:r>
      <w:r w:rsidR="00B13AB7">
        <w:rPr>
          <w:rFonts w:eastAsia="Batang"/>
          <w:bCs/>
        </w:rPr>
        <w:t>9015029164</w:t>
      </w:r>
    </w:p>
    <w:p w:rsidR="00DC36FD" w:rsidRDefault="00DA1F68" w:rsidP="00B80DA8">
      <w:pPr>
        <w:pBdr>
          <w:bottom w:val="double" w:sz="4" w:space="1" w:color="auto"/>
        </w:pBdr>
        <w:spacing w:after="60"/>
        <w:rPr>
          <w:rFonts w:eastAsia="Batang"/>
          <w:szCs w:val="20"/>
        </w:rPr>
      </w:pPr>
      <w:r>
        <w:rPr>
          <w:rFonts w:eastAsia="Batang"/>
          <w:bCs/>
        </w:rPr>
        <w:t>Email:</w:t>
      </w:r>
      <w:r w:rsidR="00DF5EBA">
        <w:rPr>
          <w:rFonts w:eastAsia="Batang"/>
          <w:bCs/>
        </w:rPr>
        <w:t xml:space="preserve"> </w:t>
      </w:r>
      <w:r w:rsidR="00B13AB7">
        <w:rPr>
          <w:rFonts w:eastAsia="Batang"/>
          <w:bCs/>
        </w:rPr>
        <w:t>vershasharma402</w:t>
      </w:r>
      <w:r w:rsidR="00C079DD">
        <w:rPr>
          <w:rFonts w:eastAsia="Batang"/>
          <w:bCs/>
        </w:rPr>
        <w:t>@gmail.com</w:t>
      </w:r>
    </w:p>
    <w:p w:rsidR="0088591D" w:rsidRDefault="004B31DB" w:rsidP="00B80DA8">
      <w:pPr>
        <w:pBdr>
          <w:bottom w:val="double" w:sz="4" w:space="1" w:color="auto"/>
        </w:pBdr>
        <w:spacing w:after="60"/>
        <w:rPr>
          <w:rFonts w:eastAsia="Batang"/>
        </w:rPr>
      </w:pPr>
      <w:r w:rsidRPr="00A16F86">
        <w:rPr>
          <w:rFonts w:eastAsia="Batang"/>
          <w:b/>
        </w:rPr>
        <w:t>Address</w:t>
      </w:r>
      <w:r w:rsidRPr="00A16F86">
        <w:rPr>
          <w:rFonts w:eastAsia="Batang"/>
        </w:rPr>
        <w:t>:</w:t>
      </w:r>
      <w:r w:rsidR="00783F69">
        <w:rPr>
          <w:rFonts w:eastAsia="Batang"/>
        </w:rPr>
        <w:t xml:space="preserve"> </w:t>
      </w:r>
      <w:r w:rsidR="00B13AB7">
        <w:rPr>
          <w:rFonts w:eastAsia="Batang"/>
        </w:rPr>
        <w:t>Vill. Kufridhar P.O. Ghanahatti</w:t>
      </w:r>
      <w:r w:rsidR="005B52D5">
        <w:rPr>
          <w:rFonts w:eastAsia="Batang"/>
        </w:rPr>
        <w:t xml:space="preserve"> </w:t>
      </w:r>
      <w:r w:rsidR="00CF473E">
        <w:rPr>
          <w:rFonts w:eastAsia="Batang"/>
        </w:rPr>
        <w:t>Teh. &amp;</w:t>
      </w:r>
      <w:r w:rsidR="00A93E85">
        <w:rPr>
          <w:rFonts w:eastAsia="Batang"/>
        </w:rPr>
        <w:t xml:space="preserve"> </w:t>
      </w:r>
      <w:r w:rsidR="00DA1F68">
        <w:rPr>
          <w:rFonts w:eastAsia="Batang"/>
        </w:rPr>
        <w:t xml:space="preserve">Dist. </w:t>
      </w:r>
      <w:r w:rsidR="00B94B65">
        <w:rPr>
          <w:rFonts w:eastAsia="Batang"/>
        </w:rPr>
        <w:t>S</w:t>
      </w:r>
      <w:r w:rsidR="00CF473E">
        <w:rPr>
          <w:rFonts w:eastAsia="Batang"/>
        </w:rPr>
        <w:t>himla</w:t>
      </w:r>
      <w:r w:rsidR="00871F59">
        <w:rPr>
          <w:rFonts w:eastAsia="Batang"/>
        </w:rPr>
        <w:t>.</w:t>
      </w:r>
    </w:p>
    <w:p w:rsidR="00B663F6" w:rsidRPr="00A16F86" w:rsidRDefault="005B52D5" w:rsidP="00B80DA8">
      <w:pPr>
        <w:pBdr>
          <w:bottom w:val="double" w:sz="4" w:space="1" w:color="auto"/>
        </w:pBdr>
        <w:spacing w:after="60"/>
        <w:rPr>
          <w:rFonts w:eastAsia="Batang"/>
        </w:rPr>
      </w:pPr>
      <w:r>
        <w:rPr>
          <w:rFonts w:eastAsia="Batang"/>
        </w:rPr>
        <w:t xml:space="preserve">   Himachal Pradesh -171011</w:t>
      </w:r>
    </w:p>
    <w:p w:rsidR="00514614" w:rsidRPr="000F5591" w:rsidRDefault="003B2AB4" w:rsidP="00514614">
      <w:pPr>
        <w:pBdr>
          <w:top w:val="single" w:sz="4" w:space="1" w:color="auto" w:shadow="1"/>
          <w:left w:val="single" w:sz="4" w:space="4" w:color="auto" w:shadow="1"/>
          <w:bottom w:val="single" w:sz="4" w:space="1" w:color="auto" w:shadow="1"/>
          <w:right w:val="single" w:sz="4" w:space="4" w:color="auto" w:shadow="1"/>
        </w:pBdr>
        <w:shd w:val="clear" w:color="auto" w:fill="D9D9D9"/>
        <w:rPr>
          <w:b/>
          <w:lang w:val="fr-FR"/>
        </w:rPr>
      </w:pPr>
      <w:r w:rsidRPr="000F5591">
        <w:rPr>
          <w:b/>
          <w:lang w:val="fr-FR"/>
        </w:rPr>
        <w:t>OBJECTIVE</w:t>
      </w:r>
    </w:p>
    <w:p w:rsidR="00A16F86" w:rsidRPr="003A6484" w:rsidRDefault="00A16F86" w:rsidP="00A16F86">
      <w:pPr>
        <w:ind w:left="720"/>
        <w:jc w:val="both"/>
        <w:rPr>
          <w:color w:val="000000"/>
          <w:sz w:val="16"/>
        </w:rPr>
      </w:pPr>
    </w:p>
    <w:p w:rsidR="00A16F86" w:rsidRDefault="003A5CFB" w:rsidP="00A16F86">
      <w:pPr>
        <w:ind w:left="720"/>
        <w:jc w:val="both"/>
        <w:rPr>
          <w:color w:val="000000"/>
        </w:rPr>
      </w:pPr>
      <w:r w:rsidRPr="00A726C0">
        <w:rPr>
          <w:color w:val="000000"/>
        </w:rPr>
        <w:t xml:space="preserve">Looking forward to a job of responsibility that enhances my skills and develop them with the best possible result and contribute to the growth of the company by putting to the best use my varied professional experience, skills and sincere hard work. </w:t>
      </w:r>
    </w:p>
    <w:p w:rsidR="004A3235" w:rsidRPr="00401DE6" w:rsidRDefault="004A3235" w:rsidP="00A16F86">
      <w:pPr>
        <w:ind w:left="720"/>
        <w:jc w:val="both"/>
        <w:rPr>
          <w:b/>
          <w:bCs/>
          <w:sz w:val="21"/>
          <w:szCs w:val="21"/>
        </w:rPr>
      </w:pPr>
    </w:p>
    <w:p w:rsidR="00B14F98" w:rsidRPr="00B14F98" w:rsidRDefault="00B80DA8" w:rsidP="00B14F98">
      <w:pPr>
        <w:pBdr>
          <w:top w:val="single" w:sz="4" w:space="1" w:color="auto" w:shadow="1"/>
          <w:left w:val="single" w:sz="4" w:space="4" w:color="auto" w:shadow="1"/>
          <w:bottom w:val="single" w:sz="4" w:space="2" w:color="auto" w:shadow="1"/>
          <w:right w:val="single" w:sz="4" w:space="4" w:color="auto" w:shadow="1"/>
        </w:pBdr>
        <w:shd w:val="clear" w:color="auto" w:fill="D9D9D9"/>
        <w:rPr>
          <w:b/>
          <w:lang w:val="fr-FR"/>
        </w:rPr>
      </w:pPr>
      <w:r w:rsidRPr="000F5591">
        <w:rPr>
          <w:b/>
          <w:lang w:val="fr-FR"/>
        </w:rPr>
        <w:t xml:space="preserve">EDUCATIONAL QUALIFICATIONS </w:t>
      </w:r>
    </w:p>
    <w:p w:rsidR="00B14F98" w:rsidRPr="00953B5C" w:rsidRDefault="00B14F98" w:rsidP="00B14F98">
      <w:pPr>
        <w:pStyle w:val="ListParagraph"/>
        <w:ind w:left="1447"/>
        <w:jc w:val="both"/>
        <w:rPr>
          <w:b/>
          <w:bCs/>
          <w:sz w:val="20"/>
          <w:szCs w:val="20"/>
        </w:rPr>
      </w:pPr>
    </w:p>
    <w:p w:rsidR="00B14F98" w:rsidRDefault="006F2EEA" w:rsidP="006F2EEA">
      <w:pPr>
        <w:pStyle w:val="ListParagraph"/>
        <w:numPr>
          <w:ilvl w:val="0"/>
          <w:numId w:val="4"/>
        </w:numPr>
        <w:jc w:val="both"/>
        <w:rPr>
          <w:b/>
        </w:rPr>
      </w:pPr>
      <w:r w:rsidRPr="0007430E">
        <w:t xml:space="preserve">Competed </w:t>
      </w:r>
      <w:r w:rsidRPr="006F2EEA">
        <w:rPr>
          <w:b/>
        </w:rPr>
        <w:t>10</w:t>
      </w:r>
      <w:r w:rsidRPr="006F2EEA">
        <w:rPr>
          <w:b/>
          <w:vertAlign w:val="superscript"/>
        </w:rPr>
        <w:t>th</w:t>
      </w:r>
      <w:r w:rsidRPr="0007430E">
        <w:t xml:space="preserve"> Standard from </w:t>
      </w:r>
      <w:r w:rsidRPr="006F2EEA">
        <w:rPr>
          <w:b/>
        </w:rPr>
        <w:t>HPBOSE.</w:t>
      </w:r>
    </w:p>
    <w:p w:rsidR="00B94B65" w:rsidRPr="00D26384" w:rsidRDefault="002D0FCB" w:rsidP="006F2EEA">
      <w:pPr>
        <w:pStyle w:val="ListParagraph"/>
        <w:numPr>
          <w:ilvl w:val="0"/>
          <w:numId w:val="4"/>
        </w:numPr>
        <w:jc w:val="both"/>
        <w:rPr>
          <w:b/>
        </w:rPr>
      </w:pPr>
      <w:r w:rsidRPr="00E12BCA">
        <w:t xml:space="preserve">Competed </w:t>
      </w:r>
      <w:r w:rsidRPr="002D0FCB">
        <w:rPr>
          <w:b/>
        </w:rPr>
        <w:t>12</w:t>
      </w:r>
      <w:r w:rsidRPr="002D0FCB">
        <w:rPr>
          <w:b/>
          <w:vertAlign w:val="superscript"/>
        </w:rPr>
        <w:t>th</w:t>
      </w:r>
      <w:r w:rsidRPr="00E12BCA">
        <w:t xml:space="preserve"> Standard from </w:t>
      </w:r>
      <w:r w:rsidRPr="002D0FCB">
        <w:rPr>
          <w:b/>
        </w:rPr>
        <w:t>HPBOSE</w:t>
      </w:r>
      <w:r>
        <w:t>.</w:t>
      </w:r>
    </w:p>
    <w:p w:rsidR="00E5369B" w:rsidRPr="00B14F98" w:rsidRDefault="006B3005" w:rsidP="004857D9">
      <w:pPr>
        <w:jc w:val="both"/>
        <w:rPr>
          <w:bCs/>
        </w:rPr>
      </w:pPr>
      <w:r w:rsidRPr="00B14F98">
        <w:rPr>
          <w:bCs/>
        </w:rPr>
        <w:t xml:space="preserve">       </w:t>
      </w:r>
      <w:r w:rsidR="008E310F" w:rsidRPr="00B14F98">
        <w:rPr>
          <w:bCs/>
        </w:rPr>
        <w:tab/>
      </w:r>
    </w:p>
    <w:p w:rsidR="007D6FA0" w:rsidRDefault="007D6FA0" w:rsidP="007D6FA0">
      <w:pPr>
        <w:pStyle w:val="Heading1"/>
      </w:pPr>
      <w:r>
        <w:t>PROFESSIONAL QUALIFICSTION</w:t>
      </w:r>
    </w:p>
    <w:p w:rsidR="001F2302" w:rsidRPr="00E44C7D" w:rsidRDefault="001F2302" w:rsidP="00E44C7D">
      <w:pPr>
        <w:rPr>
          <w:b/>
        </w:rPr>
      </w:pPr>
    </w:p>
    <w:p w:rsidR="00E44C7D" w:rsidRDefault="00E44C7D" w:rsidP="00E44C7D">
      <w:pPr>
        <w:pStyle w:val="ListParagraph"/>
        <w:numPr>
          <w:ilvl w:val="0"/>
          <w:numId w:val="2"/>
        </w:numPr>
        <w:rPr>
          <w:b/>
        </w:rPr>
      </w:pPr>
      <w:r>
        <w:t xml:space="preserve">I am pursuing my </w:t>
      </w:r>
      <w:r>
        <w:rPr>
          <w:b/>
        </w:rPr>
        <w:t>Diploma In Hospitality M</w:t>
      </w:r>
      <w:r w:rsidRPr="0004131D">
        <w:rPr>
          <w:b/>
        </w:rPr>
        <w:t>anagement</w:t>
      </w:r>
      <w:r>
        <w:t xml:space="preserve"> from </w:t>
      </w:r>
      <w:r>
        <w:rPr>
          <w:b/>
        </w:rPr>
        <w:t>Shyamala Academy O</w:t>
      </w:r>
      <w:r w:rsidRPr="00C45636">
        <w:rPr>
          <w:b/>
        </w:rPr>
        <w:t>f Hospitality Management,</w:t>
      </w:r>
      <w:r>
        <w:rPr>
          <w:b/>
        </w:rPr>
        <w:t xml:space="preserve"> </w:t>
      </w:r>
      <w:r w:rsidRPr="00C45636">
        <w:rPr>
          <w:b/>
        </w:rPr>
        <w:t>Shimla</w:t>
      </w:r>
      <w:r>
        <w:rPr>
          <w:b/>
        </w:rPr>
        <w:t>, Himachal Pradesh</w:t>
      </w:r>
      <w:r w:rsidRPr="00C45636">
        <w:rPr>
          <w:b/>
        </w:rPr>
        <w:t>.</w:t>
      </w:r>
    </w:p>
    <w:p w:rsidR="00953B5C" w:rsidRPr="00E44C7D" w:rsidRDefault="00953B5C" w:rsidP="00E44C7D">
      <w:pPr>
        <w:pStyle w:val="ListParagraph"/>
        <w:rPr>
          <w:b/>
        </w:rPr>
      </w:pPr>
    </w:p>
    <w:p w:rsidR="00953B5C" w:rsidRDefault="00953B5C" w:rsidP="00953B5C">
      <w:pPr>
        <w:pStyle w:val="Heading1"/>
      </w:pPr>
      <w:r>
        <w:t xml:space="preserve">EXPERIENCE </w:t>
      </w:r>
    </w:p>
    <w:p w:rsidR="00953B5C" w:rsidRPr="00E44C7D" w:rsidRDefault="00953B5C" w:rsidP="00E44C7D"/>
    <w:p w:rsidR="00E44C7D" w:rsidRPr="00016D3E" w:rsidRDefault="00E44C7D" w:rsidP="002D5A96">
      <w:pPr>
        <w:pStyle w:val="ListParagraph"/>
        <w:numPr>
          <w:ilvl w:val="0"/>
          <w:numId w:val="6"/>
        </w:numPr>
      </w:pPr>
      <w:r>
        <w:t xml:space="preserve">6 Months industrial training from </w:t>
      </w:r>
      <w:r>
        <w:rPr>
          <w:b/>
        </w:rPr>
        <w:t xml:space="preserve">Courtyard </w:t>
      </w:r>
      <w:proofErr w:type="gramStart"/>
      <w:r>
        <w:rPr>
          <w:b/>
        </w:rPr>
        <w:t>By</w:t>
      </w:r>
      <w:proofErr w:type="gramEnd"/>
      <w:r>
        <w:rPr>
          <w:b/>
        </w:rPr>
        <w:t xml:space="preserve"> Marriott (Gujarat, Vadodara)</w:t>
      </w:r>
      <w:r>
        <w:t xml:space="preserve"> in </w:t>
      </w:r>
      <w:r w:rsidR="00EB19C6" w:rsidRPr="002D5A96">
        <w:rPr>
          <w:b/>
        </w:rPr>
        <w:t>F &amp; B Service.</w:t>
      </w:r>
    </w:p>
    <w:p w:rsidR="00016D3E" w:rsidRPr="00893E33" w:rsidRDefault="00016D3E" w:rsidP="002D5A96">
      <w:pPr>
        <w:pStyle w:val="ListParagraph"/>
        <w:numPr>
          <w:ilvl w:val="0"/>
          <w:numId w:val="6"/>
        </w:numPr>
      </w:pPr>
      <w:r w:rsidRPr="00893E33">
        <w:t xml:space="preserve">6 Month work experience </w:t>
      </w:r>
      <w:r w:rsidR="00893E33">
        <w:t xml:space="preserve">from </w:t>
      </w:r>
      <w:r w:rsidRPr="00893E33">
        <w:rPr>
          <w:b/>
        </w:rPr>
        <w:t>Sarovar Portico Sonipat</w:t>
      </w:r>
      <w:r w:rsidRPr="00893E33">
        <w:t xml:space="preserve"> </w:t>
      </w:r>
      <w:r w:rsidR="00893E33">
        <w:t xml:space="preserve">in </w:t>
      </w:r>
      <w:r w:rsidR="00893E33" w:rsidRPr="00893E33">
        <w:rPr>
          <w:b/>
        </w:rPr>
        <w:t xml:space="preserve">F&amp;B </w:t>
      </w:r>
      <w:proofErr w:type="spellStart"/>
      <w:r w:rsidR="00893E33" w:rsidRPr="00893E33">
        <w:rPr>
          <w:b/>
        </w:rPr>
        <w:t>Hosstess</w:t>
      </w:r>
      <w:proofErr w:type="spellEnd"/>
      <w:r w:rsidR="00893E33">
        <w:t>.</w:t>
      </w:r>
    </w:p>
    <w:p w:rsidR="00F403F0" w:rsidRPr="00953B5C" w:rsidRDefault="00317A35" w:rsidP="00953B5C">
      <w:pPr>
        <w:tabs>
          <w:tab w:val="left" w:pos="360"/>
        </w:tabs>
        <w:rPr>
          <w:b/>
          <w:sz w:val="20"/>
          <w:szCs w:val="20"/>
        </w:rPr>
      </w:pPr>
      <w:r>
        <w:tab/>
      </w:r>
    </w:p>
    <w:p w:rsidR="00725A05" w:rsidRPr="00725A05" w:rsidRDefault="00705C2E" w:rsidP="00DC36FD">
      <w:pPr>
        <w:pBdr>
          <w:top w:val="single" w:sz="4" w:space="0" w:color="auto" w:shadow="1"/>
          <w:left w:val="single" w:sz="4" w:space="4" w:color="auto" w:shadow="1"/>
          <w:bottom w:val="single" w:sz="4" w:space="5" w:color="auto" w:shadow="1"/>
          <w:right w:val="single" w:sz="4" w:space="4" w:color="auto" w:shadow="1"/>
        </w:pBdr>
        <w:shd w:val="clear" w:color="auto" w:fill="D9D9D9"/>
        <w:rPr>
          <w:b/>
          <w:color w:val="000000"/>
        </w:rPr>
      </w:pPr>
      <w:r w:rsidRPr="00725A05">
        <w:rPr>
          <w:b/>
          <w:color w:val="000000"/>
        </w:rPr>
        <w:t>PERSONAL STRENGTH</w:t>
      </w:r>
    </w:p>
    <w:p w:rsidR="002732B2" w:rsidRDefault="002C67A3" w:rsidP="00C45636">
      <w:pPr>
        <w:jc w:val="both"/>
      </w:pPr>
      <w:r w:rsidRPr="00725A05">
        <w:t xml:space="preserve">          </w:t>
      </w:r>
    </w:p>
    <w:p w:rsidR="001F2302" w:rsidRDefault="002732B2" w:rsidP="002732B2">
      <w:pPr>
        <w:jc w:val="both"/>
      </w:pPr>
      <w:r>
        <w:t xml:space="preserve">          </w:t>
      </w:r>
      <w:r w:rsidR="002C67A3" w:rsidRPr="00725A05">
        <w:t xml:space="preserve">  </w:t>
      </w:r>
      <w:r w:rsidR="00725A05" w:rsidRPr="00725A05">
        <w:t>Hard working</w:t>
      </w:r>
      <w:r w:rsidR="00725A05" w:rsidRPr="00725A05">
        <w:tab/>
      </w:r>
    </w:p>
    <w:p w:rsidR="00725A05" w:rsidRPr="00725A05" w:rsidRDefault="00725A05" w:rsidP="00A16F86">
      <w:pPr>
        <w:ind w:left="720"/>
        <w:jc w:val="both"/>
      </w:pPr>
      <w:r w:rsidRPr="00725A05">
        <w:t xml:space="preserve">Quick learner </w:t>
      </w:r>
    </w:p>
    <w:p w:rsidR="00725A05" w:rsidRDefault="00705C2E" w:rsidP="00A16F86">
      <w:pPr>
        <w:ind w:left="720"/>
        <w:jc w:val="both"/>
      </w:pPr>
      <w:r>
        <w:t>Positive attitude</w:t>
      </w:r>
    </w:p>
    <w:p w:rsidR="00705C2E" w:rsidRDefault="00705C2E" w:rsidP="00A16F86">
      <w:pPr>
        <w:ind w:left="720"/>
        <w:jc w:val="both"/>
      </w:pPr>
      <w:r>
        <w:t>Sincerely</w:t>
      </w:r>
      <w:bookmarkStart w:id="0" w:name="_GoBack"/>
      <w:bookmarkEnd w:id="0"/>
    </w:p>
    <w:p w:rsidR="00725A05" w:rsidRPr="00953B5C" w:rsidRDefault="00725A05" w:rsidP="003D7085">
      <w:pPr>
        <w:jc w:val="both"/>
        <w:rPr>
          <w:sz w:val="20"/>
          <w:szCs w:val="20"/>
        </w:rPr>
      </w:pPr>
    </w:p>
    <w:p w:rsidR="00051B2B" w:rsidRPr="00725A05" w:rsidRDefault="003456C6" w:rsidP="00725A05">
      <w:pPr>
        <w:pBdr>
          <w:top w:val="single" w:sz="4" w:space="1" w:color="auto" w:shadow="1"/>
          <w:left w:val="single" w:sz="4" w:space="4" w:color="auto" w:shadow="1"/>
          <w:bottom w:val="single" w:sz="4" w:space="0" w:color="auto" w:shadow="1"/>
          <w:right w:val="single" w:sz="4" w:space="4" w:color="auto" w:shadow="1"/>
        </w:pBdr>
        <w:shd w:val="clear" w:color="auto" w:fill="D9D9D9"/>
        <w:rPr>
          <w:b/>
          <w:color w:val="000000"/>
        </w:rPr>
      </w:pPr>
      <w:r w:rsidRPr="00725A05">
        <w:rPr>
          <w:b/>
          <w:color w:val="000000"/>
        </w:rPr>
        <w:t>P</w:t>
      </w:r>
      <w:r w:rsidR="00051B2B" w:rsidRPr="00725A05">
        <w:rPr>
          <w:b/>
          <w:color w:val="000000"/>
        </w:rPr>
        <w:t>ERSONAL DETAILS</w:t>
      </w:r>
    </w:p>
    <w:p w:rsidR="00A16F86" w:rsidRPr="00953B5C" w:rsidRDefault="00A16F86">
      <w:pPr>
        <w:rPr>
          <w:sz w:val="20"/>
          <w:szCs w:val="20"/>
        </w:rPr>
      </w:pPr>
    </w:p>
    <w:p w:rsidR="003456C6" w:rsidRPr="00725A05" w:rsidRDefault="00437732" w:rsidP="00705C2E">
      <w:pPr>
        <w:ind w:left="720"/>
      </w:pPr>
      <w:r>
        <w:t>Father</w:t>
      </w:r>
      <w:r w:rsidR="00725A05" w:rsidRPr="00725A05">
        <w:t xml:space="preserve"> Name </w:t>
      </w:r>
      <w:r w:rsidR="00725A05" w:rsidRPr="00725A05">
        <w:tab/>
      </w:r>
      <w:r>
        <w:tab/>
      </w:r>
      <w:r w:rsidR="00725A05" w:rsidRPr="00725A05">
        <w:t>:</w:t>
      </w:r>
      <w:r w:rsidR="004857D9">
        <w:rPr>
          <w:sz w:val="28"/>
        </w:rPr>
        <w:tab/>
      </w:r>
      <w:r w:rsidR="00AB0AB0">
        <w:rPr>
          <w:rFonts w:ascii="Verdana" w:hAnsi="Verdana"/>
          <w:sz w:val="20"/>
          <w:szCs w:val="18"/>
        </w:rPr>
        <w:t xml:space="preserve">Sh. </w:t>
      </w:r>
      <w:r w:rsidR="00DA1393">
        <w:rPr>
          <w:rFonts w:ascii="Verdana" w:hAnsi="Verdana"/>
          <w:sz w:val="20"/>
          <w:szCs w:val="18"/>
        </w:rPr>
        <w:t xml:space="preserve">PUNEET SHARMA </w:t>
      </w:r>
    </w:p>
    <w:p w:rsidR="00F93E59" w:rsidRDefault="00051B2B" w:rsidP="00705C2E">
      <w:pPr>
        <w:ind w:left="720"/>
        <w:rPr>
          <w:rFonts w:ascii="Verdana" w:hAnsi="Verdana"/>
          <w:sz w:val="18"/>
          <w:szCs w:val="18"/>
        </w:rPr>
      </w:pPr>
      <w:r w:rsidRPr="00725A05">
        <w:t>Date of Birth</w:t>
      </w:r>
      <w:r w:rsidRPr="00725A05">
        <w:tab/>
      </w:r>
      <w:r w:rsidRPr="00725A05">
        <w:tab/>
        <w:t>:</w:t>
      </w:r>
      <w:r w:rsidR="00DD1EB5" w:rsidRPr="00725A05">
        <w:tab/>
      </w:r>
      <w:r w:rsidR="00DA1393">
        <w:rPr>
          <w:rFonts w:ascii="Verdana" w:hAnsi="Verdana"/>
          <w:sz w:val="18"/>
          <w:szCs w:val="18"/>
        </w:rPr>
        <w:t>17/11/2005</w:t>
      </w:r>
    </w:p>
    <w:p w:rsidR="00902D9C" w:rsidRPr="00725A05" w:rsidRDefault="004F1BF3" w:rsidP="004F1BF3">
      <w:r>
        <w:t xml:space="preserve">            </w:t>
      </w:r>
      <w:r w:rsidR="00902D9C" w:rsidRPr="00725A05">
        <w:t>Marital Status</w:t>
      </w:r>
      <w:r w:rsidR="00902D9C" w:rsidRPr="00725A05">
        <w:tab/>
      </w:r>
      <w:r w:rsidR="00902D9C" w:rsidRPr="00725A05">
        <w:tab/>
        <w:t>:</w:t>
      </w:r>
      <w:r w:rsidR="00902D9C" w:rsidRPr="00725A05">
        <w:tab/>
      </w:r>
      <w:r>
        <w:t>Unm</w:t>
      </w:r>
      <w:r w:rsidR="00DE0440">
        <w:t xml:space="preserve">arried </w:t>
      </w:r>
    </w:p>
    <w:p w:rsidR="00051B2B" w:rsidRPr="00725A05" w:rsidRDefault="004A3235" w:rsidP="00705C2E">
      <w:pPr>
        <w:ind w:left="720"/>
      </w:pPr>
      <w:r>
        <w:t>Languages Known</w:t>
      </w:r>
      <w:r>
        <w:tab/>
        <w:t>:</w:t>
      </w:r>
      <w:r>
        <w:tab/>
      </w:r>
      <w:r w:rsidR="00C079DD">
        <w:t>Hindi, English</w:t>
      </w:r>
    </w:p>
    <w:p w:rsidR="002732B2" w:rsidRDefault="00F93E59" w:rsidP="006F2EEA">
      <w:pPr>
        <w:ind w:left="720"/>
      </w:pPr>
      <w:r>
        <w:t>Gender</w:t>
      </w:r>
      <w:r w:rsidR="00A16F86">
        <w:tab/>
      </w:r>
      <w:r w:rsidR="00A16F86">
        <w:tab/>
      </w:r>
      <w:r w:rsidR="00A16F86">
        <w:tab/>
        <w:t>:</w:t>
      </w:r>
      <w:r w:rsidR="00A16F86">
        <w:tab/>
      </w:r>
      <w:r w:rsidR="00DA1393">
        <w:t>Fem</w:t>
      </w:r>
      <w:r w:rsidR="006F2EEA">
        <w:t>ale</w:t>
      </w:r>
    </w:p>
    <w:p w:rsidR="008063AA" w:rsidRPr="00953B5C" w:rsidRDefault="001E224C" w:rsidP="00953B5C">
      <w:pPr>
        <w:rPr>
          <w:sz w:val="21"/>
          <w:szCs w:val="21"/>
        </w:rPr>
      </w:pPr>
      <w:r>
        <w:rPr>
          <w:sz w:val="22"/>
          <w:szCs w:val="18"/>
        </w:rPr>
        <w:tab/>
      </w:r>
    </w:p>
    <w:p w:rsidR="00783F69" w:rsidRPr="00725A05" w:rsidRDefault="00062A21" w:rsidP="00062A21">
      <w:pPr>
        <w:pBdr>
          <w:top w:val="single" w:sz="4" w:space="1" w:color="auto" w:shadow="1"/>
          <w:left w:val="single" w:sz="4" w:space="4" w:color="auto" w:shadow="1"/>
          <w:bottom w:val="single" w:sz="4" w:space="0" w:color="auto" w:shadow="1"/>
          <w:right w:val="single" w:sz="4" w:space="4" w:color="auto" w:shadow="1"/>
        </w:pBdr>
        <w:shd w:val="clear" w:color="auto" w:fill="D9D9D9"/>
        <w:rPr>
          <w:b/>
          <w:color w:val="000000"/>
        </w:rPr>
      </w:pPr>
      <w:r>
        <w:rPr>
          <w:b/>
          <w:color w:val="000000"/>
        </w:rPr>
        <w:t>DECLARATION</w:t>
      </w:r>
    </w:p>
    <w:p w:rsidR="00783F69" w:rsidRDefault="00783F69" w:rsidP="008A4A94">
      <w:pPr>
        <w:autoSpaceDE w:val="0"/>
        <w:autoSpaceDN w:val="0"/>
        <w:adjustRightInd w:val="0"/>
        <w:jc w:val="both"/>
        <w:rPr>
          <w:rFonts w:cs="Palatino Linotype"/>
        </w:rPr>
      </w:pPr>
    </w:p>
    <w:p w:rsidR="00062A21" w:rsidRDefault="00062A21" w:rsidP="008A4A94">
      <w:pPr>
        <w:autoSpaceDE w:val="0"/>
        <w:autoSpaceDN w:val="0"/>
        <w:adjustRightInd w:val="0"/>
        <w:jc w:val="both"/>
        <w:rPr>
          <w:rFonts w:cs="Palatino Linotype"/>
          <w:color w:val="000000"/>
        </w:rPr>
      </w:pPr>
      <w:r>
        <w:rPr>
          <w:rFonts w:cs="Palatino Linotype"/>
        </w:rPr>
        <w:t xml:space="preserve">I </w:t>
      </w:r>
      <w:r w:rsidRPr="003F4370">
        <w:rPr>
          <w:rFonts w:cs="Palatino Linotype"/>
        </w:rPr>
        <w:t xml:space="preserve">hereby declare that the above information is true to the best of my knowledge </w:t>
      </w:r>
      <w:r w:rsidR="003D7085">
        <w:rPr>
          <w:rFonts w:cs="Palatino Linotype"/>
        </w:rPr>
        <w:t>a</w:t>
      </w:r>
      <w:r w:rsidRPr="003F4370">
        <w:rPr>
          <w:rFonts w:cs="Palatino Linotype"/>
          <w:color w:val="000000"/>
        </w:rPr>
        <w:t>nd any discrepancy, if found, is liable for my disqualification from the applied post.</w:t>
      </w:r>
    </w:p>
    <w:p w:rsidR="00CA7432" w:rsidRDefault="00CA7432" w:rsidP="000252AC">
      <w:pPr>
        <w:ind w:right="-180"/>
        <w:rPr>
          <w:b/>
          <w:sz w:val="21"/>
          <w:szCs w:val="21"/>
        </w:rPr>
      </w:pPr>
    </w:p>
    <w:p w:rsidR="00D26384" w:rsidRDefault="00DE0440" w:rsidP="000252AC">
      <w:pPr>
        <w:ind w:right="-180"/>
        <w:rPr>
          <w:b/>
          <w:sz w:val="21"/>
          <w:szCs w:val="21"/>
        </w:rPr>
      </w:pPr>
      <w:r w:rsidRPr="00A16F86">
        <w:rPr>
          <w:b/>
          <w:sz w:val="21"/>
          <w:szCs w:val="21"/>
        </w:rPr>
        <w:t>Date:</w:t>
      </w:r>
      <w:r w:rsidR="004F1BF3">
        <w:rPr>
          <w:b/>
          <w:sz w:val="21"/>
          <w:szCs w:val="21"/>
        </w:rPr>
        <w:t xml:space="preserve">                                                                                               </w:t>
      </w:r>
      <w:r w:rsidR="00D26384">
        <w:rPr>
          <w:b/>
          <w:sz w:val="21"/>
          <w:szCs w:val="21"/>
        </w:rPr>
        <w:t xml:space="preserve">                           </w:t>
      </w:r>
    </w:p>
    <w:p w:rsidR="00D26384" w:rsidRDefault="00D26384" w:rsidP="000252AC">
      <w:pPr>
        <w:ind w:right="-180"/>
        <w:rPr>
          <w:b/>
          <w:sz w:val="21"/>
          <w:szCs w:val="21"/>
        </w:rPr>
      </w:pPr>
    </w:p>
    <w:p w:rsidR="00A16F86" w:rsidRDefault="00DA1393" w:rsidP="000252AC">
      <w:pPr>
        <w:ind w:right="-180"/>
        <w:rPr>
          <w:b/>
          <w:sz w:val="21"/>
          <w:szCs w:val="21"/>
        </w:rPr>
      </w:pPr>
      <w:r>
        <w:rPr>
          <w:b/>
          <w:sz w:val="21"/>
          <w:szCs w:val="21"/>
        </w:rPr>
        <w:lastRenderedPageBreak/>
        <w:tab/>
      </w:r>
      <w:r>
        <w:rPr>
          <w:b/>
          <w:sz w:val="21"/>
          <w:szCs w:val="21"/>
        </w:rPr>
        <w:tab/>
      </w:r>
      <w:r>
        <w:rPr>
          <w:b/>
          <w:sz w:val="21"/>
          <w:szCs w:val="21"/>
        </w:rPr>
        <w:tab/>
      </w:r>
      <w:r>
        <w:rPr>
          <w:b/>
          <w:sz w:val="21"/>
          <w:szCs w:val="21"/>
        </w:rPr>
        <w:tab/>
      </w:r>
      <w:r>
        <w:rPr>
          <w:b/>
          <w:sz w:val="21"/>
          <w:szCs w:val="21"/>
        </w:rPr>
        <w:tab/>
      </w:r>
      <w:r>
        <w:rPr>
          <w:b/>
          <w:sz w:val="21"/>
          <w:szCs w:val="21"/>
        </w:rPr>
        <w:tab/>
      </w:r>
      <w:r>
        <w:rPr>
          <w:b/>
          <w:sz w:val="21"/>
          <w:szCs w:val="21"/>
        </w:rPr>
        <w:tab/>
      </w:r>
      <w:r>
        <w:rPr>
          <w:b/>
          <w:sz w:val="21"/>
          <w:szCs w:val="21"/>
        </w:rPr>
        <w:tab/>
      </w:r>
      <w:r>
        <w:rPr>
          <w:b/>
          <w:sz w:val="21"/>
          <w:szCs w:val="21"/>
        </w:rPr>
        <w:tab/>
      </w:r>
      <w:r>
        <w:rPr>
          <w:b/>
          <w:sz w:val="21"/>
          <w:szCs w:val="21"/>
        </w:rPr>
        <w:tab/>
      </w:r>
      <w:r>
        <w:rPr>
          <w:b/>
          <w:sz w:val="21"/>
          <w:szCs w:val="21"/>
        </w:rPr>
        <w:tab/>
        <w:t>VERSHA SHARMA</w:t>
      </w:r>
      <w:r w:rsidR="0015241B" w:rsidRPr="00A16F86">
        <w:rPr>
          <w:b/>
          <w:sz w:val="21"/>
          <w:szCs w:val="21"/>
        </w:rPr>
        <w:tab/>
      </w:r>
      <w:r w:rsidR="0015241B" w:rsidRPr="00A16F86">
        <w:rPr>
          <w:b/>
          <w:sz w:val="21"/>
          <w:szCs w:val="21"/>
        </w:rPr>
        <w:tab/>
      </w:r>
      <w:r w:rsidR="0015241B" w:rsidRPr="00A16F86">
        <w:rPr>
          <w:b/>
          <w:sz w:val="21"/>
          <w:szCs w:val="21"/>
        </w:rPr>
        <w:tab/>
      </w:r>
      <w:r w:rsidR="0015241B" w:rsidRPr="00A16F86">
        <w:rPr>
          <w:b/>
          <w:sz w:val="21"/>
          <w:szCs w:val="21"/>
        </w:rPr>
        <w:tab/>
      </w:r>
      <w:r w:rsidR="0015241B" w:rsidRPr="00A16F86">
        <w:rPr>
          <w:b/>
          <w:sz w:val="21"/>
          <w:szCs w:val="21"/>
        </w:rPr>
        <w:tab/>
      </w:r>
      <w:r w:rsidR="0015241B" w:rsidRPr="00A16F86">
        <w:rPr>
          <w:b/>
          <w:sz w:val="21"/>
          <w:szCs w:val="21"/>
        </w:rPr>
        <w:tab/>
      </w:r>
      <w:r w:rsidR="0015241B" w:rsidRPr="00A16F86">
        <w:rPr>
          <w:b/>
          <w:sz w:val="21"/>
          <w:szCs w:val="21"/>
        </w:rPr>
        <w:tab/>
      </w:r>
      <w:r w:rsidR="0015241B" w:rsidRPr="00A16F86">
        <w:rPr>
          <w:b/>
          <w:sz w:val="21"/>
          <w:szCs w:val="21"/>
        </w:rPr>
        <w:tab/>
      </w:r>
      <w:r w:rsidR="0015241B" w:rsidRPr="00A16F86">
        <w:rPr>
          <w:b/>
          <w:sz w:val="21"/>
          <w:szCs w:val="21"/>
        </w:rPr>
        <w:tab/>
      </w:r>
      <w:r w:rsidR="00CA7432" w:rsidRPr="00A16F86">
        <w:rPr>
          <w:b/>
          <w:sz w:val="21"/>
          <w:szCs w:val="21"/>
        </w:rPr>
        <w:tab/>
      </w:r>
    </w:p>
    <w:sectPr w:rsidR="00A16F86" w:rsidSect="00DD409B">
      <w:footerReference w:type="default" r:id="rId8"/>
      <w:pgSz w:w="11907" w:h="16840" w:code="9"/>
      <w:pgMar w:top="360" w:right="864" w:bottom="288" w:left="994"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678F" w:rsidRDefault="00B0678F">
      <w:r>
        <w:separator/>
      </w:r>
    </w:p>
  </w:endnote>
  <w:endnote w:type="continuationSeparator" w:id="0">
    <w:p w:rsidR="00B0678F" w:rsidRDefault="00B06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altName w:val="Arial"/>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6B62" w:rsidRPr="00D22507" w:rsidRDefault="008E6B62" w:rsidP="00D22507">
    <w:pPr>
      <w:pStyle w:val="Footer"/>
      <w:jc w:val="center"/>
      <w:rPr>
        <w:b/>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678F" w:rsidRDefault="00B0678F">
      <w:r>
        <w:separator/>
      </w:r>
    </w:p>
  </w:footnote>
  <w:footnote w:type="continuationSeparator" w:id="0">
    <w:p w:rsidR="00B0678F" w:rsidRDefault="00B0678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A824D9D0"/>
    <w:lvl w:ilvl="0" w:tplc="E604BBD8">
      <w:start w:val="1"/>
      <w:numFmt w:val="bullet"/>
      <w:pStyle w:val="Normalgaramond"/>
      <w:lvlText w:val=""/>
      <w:lvlJc w:val="left"/>
      <w:pPr>
        <w:tabs>
          <w:tab w:val="num" w:pos="720"/>
        </w:tabs>
        <w:ind w:left="720" w:hanging="360"/>
      </w:pPr>
      <w:rPr>
        <w:rFonts w:ascii="Wingdings" w:hAnsi="Wingdings" w:hint="default"/>
      </w:rPr>
    </w:lvl>
    <w:lvl w:ilvl="1" w:tplc="6F0A5F5E">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E8C0FFC"/>
    <w:multiLevelType w:val="hybridMultilevel"/>
    <w:tmpl w:val="C85C2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A293285"/>
    <w:multiLevelType w:val="hybridMultilevel"/>
    <w:tmpl w:val="9B70B72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DF03EC4"/>
    <w:multiLevelType w:val="hybridMultilevel"/>
    <w:tmpl w:val="2D7EB966"/>
    <w:lvl w:ilvl="0" w:tplc="04090001">
      <w:start w:val="1"/>
      <w:numFmt w:val="bullet"/>
      <w:lvlText w:val=""/>
      <w:lvlJc w:val="left"/>
      <w:pPr>
        <w:ind w:left="1447" w:hanging="360"/>
      </w:pPr>
      <w:rPr>
        <w:rFonts w:ascii="Symbol" w:hAnsi="Symbol" w:hint="default"/>
      </w:rPr>
    </w:lvl>
    <w:lvl w:ilvl="1" w:tplc="04090003" w:tentative="1">
      <w:start w:val="1"/>
      <w:numFmt w:val="bullet"/>
      <w:lvlText w:val="o"/>
      <w:lvlJc w:val="left"/>
      <w:pPr>
        <w:ind w:left="2167" w:hanging="360"/>
      </w:pPr>
      <w:rPr>
        <w:rFonts w:ascii="Courier New" w:hAnsi="Courier New" w:cs="Courier New" w:hint="default"/>
      </w:rPr>
    </w:lvl>
    <w:lvl w:ilvl="2" w:tplc="04090005" w:tentative="1">
      <w:start w:val="1"/>
      <w:numFmt w:val="bullet"/>
      <w:lvlText w:val=""/>
      <w:lvlJc w:val="left"/>
      <w:pPr>
        <w:ind w:left="2887" w:hanging="360"/>
      </w:pPr>
      <w:rPr>
        <w:rFonts w:ascii="Wingdings" w:hAnsi="Wingdings" w:hint="default"/>
      </w:rPr>
    </w:lvl>
    <w:lvl w:ilvl="3" w:tplc="04090001" w:tentative="1">
      <w:start w:val="1"/>
      <w:numFmt w:val="bullet"/>
      <w:lvlText w:val=""/>
      <w:lvlJc w:val="left"/>
      <w:pPr>
        <w:ind w:left="3607" w:hanging="360"/>
      </w:pPr>
      <w:rPr>
        <w:rFonts w:ascii="Symbol" w:hAnsi="Symbol" w:hint="default"/>
      </w:rPr>
    </w:lvl>
    <w:lvl w:ilvl="4" w:tplc="04090003" w:tentative="1">
      <w:start w:val="1"/>
      <w:numFmt w:val="bullet"/>
      <w:lvlText w:val="o"/>
      <w:lvlJc w:val="left"/>
      <w:pPr>
        <w:ind w:left="4327" w:hanging="360"/>
      </w:pPr>
      <w:rPr>
        <w:rFonts w:ascii="Courier New" w:hAnsi="Courier New" w:cs="Courier New" w:hint="default"/>
      </w:rPr>
    </w:lvl>
    <w:lvl w:ilvl="5" w:tplc="04090005" w:tentative="1">
      <w:start w:val="1"/>
      <w:numFmt w:val="bullet"/>
      <w:lvlText w:val=""/>
      <w:lvlJc w:val="left"/>
      <w:pPr>
        <w:ind w:left="5047" w:hanging="360"/>
      </w:pPr>
      <w:rPr>
        <w:rFonts w:ascii="Wingdings" w:hAnsi="Wingdings" w:hint="default"/>
      </w:rPr>
    </w:lvl>
    <w:lvl w:ilvl="6" w:tplc="04090001" w:tentative="1">
      <w:start w:val="1"/>
      <w:numFmt w:val="bullet"/>
      <w:lvlText w:val=""/>
      <w:lvlJc w:val="left"/>
      <w:pPr>
        <w:ind w:left="5767" w:hanging="360"/>
      </w:pPr>
      <w:rPr>
        <w:rFonts w:ascii="Symbol" w:hAnsi="Symbol" w:hint="default"/>
      </w:rPr>
    </w:lvl>
    <w:lvl w:ilvl="7" w:tplc="04090003" w:tentative="1">
      <w:start w:val="1"/>
      <w:numFmt w:val="bullet"/>
      <w:lvlText w:val="o"/>
      <w:lvlJc w:val="left"/>
      <w:pPr>
        <w:ind w:left="6487" w:hanging="360"/>
      </w:pPr>
      <w:rPr>
        <w:rFonts w:ascii="Courier New" w:hAnsi="Courier New" w:cs="Courier New" w:hint="default"/>
      </w:rPr>
    </w:lvl>
    <w:lvl w:ilvl="8" w:tplc="04090005" w:tentative="1">
      <w:start w:val="1"/>
      <w:numFmt w:val="bullet"/>
      <w:lvlText w:val=""/>
      <w:lvlJc w:val="left"/>
      <w:pPr>
        <w:ind w:left="7207" w:hanging="360"/>
      </w:pPr>
      <w:rPr>
        <w:rFonts w:ascii="Wingdings" w:hAnsi="Wingdings" w:hint="default"/>
      </w:rPr>
    </w:lvl>
  </w:abstractNum>
  <w:num w:numId="1">
    <w:abstractNumId w:val="0"/>
  </w:num>
  <w:num w:numId="2">
    <w:abstractNumId w:val="1"/>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doNotShadeFormData/>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335"/>
    <w:rsid w:val="00000F0B"/>
    <w:rsid w:val="00003915"/>
    <w:rsid w:val="000045E9"/>
    <w:rsid w:val="000073A3"/>
    <w:rsid w:val="00010BAA"/>
    <w:rsid w:val="00015408"/>
    <w:rsid w:val="0001661A"/>
    <w:rsid w:val="00016D3E"/>
    <w:rsid w:val="00021C42"/>
    <w:rsid w:val="00023FAC"/>
    <w:rsid w:val="000252AC"/>
    <w:rsid w:val="000269A8"/>
    <w:rsid w:val="0002732A"/>
    <w:rsid w:val="000342D6"/>
    <w:rsid w:val="000345AC"/>
    <w:rsid w:val="0004034D"/>
    <w:rsid w:val="00051B2B"/>
    <w:rsid w:val="000552C2"/>
    <w:rsid w:val="00060DE7"/>
    <w:rsid w:val="00061EDD"/>
    <w:rsid w:val="00062A21"/>
    <w:rsid w:val="000637BB"/>
    <w:rsid w:val="00067617"/>
    <w:rsid w:val="0007287A"/>
    <w:rsid w:val="00077E4A"/>
    <w:rsid w:val="00081755"/>
    <w:rsid w:val="00085A7C"/>
    <w:rsid w:val="000907AF"/>
    <w:rsid w:val="000931AC"/>
    <w:rsid w:val="000937AC"/>
    <w:rsid w:val="00095191"/>
    <w:rsid w:val="00096483"/>
    <w:rsid w:val="000A5120"/>
    <w:rsid w:val="000B19F9"/>
    <w:rsid w:val="000B21E0"/>
    <w:rsid w:val="000B39F5"/>
    <w:rsid w:val="000B6CB8"/>
    <w:rsid w:val="000C056C"/>
    <w:rsid w:val="000C11B6"/>
    <w:rsid w:val="000C1B2D"/>
    <w:rsid w:val="000C45F5"/>
    <w:rsid w:val="000C4F8B"/>
    <w:rsid w:val="000C53B2"/>
    <w:rsid w:val="000C61FE"/>
    <w:rsid w:val="000C62AF"/>
    <w:rsid w:val="000D37FB"/>
    <w:rsid w:val="000D714B"/>
    <w:rsid w:val="000E149C"/>
    <w:rsid w:val="000E43D3"/>
    <w:rsid w:val="000F2FB6"/>
    <w:rsid w:val="000F5591"/>
    <w:rsid w:val="000F57E7"/>
    <w:rsid w:val="000F78D9"/>
    <w:rsid w:val="00102185"/>
    <w:rsid w:val="001023C8"/>
    <w:rsid w:val="00103DFF"/>
    <w:rsid w:val="001076E3"/>
    <w:rsid w:val="00112A97"/>
    <w:rsid w:val="00112CDC"/>
    <w:rsid w:val="00116243"/>
    <w:rsid w:val="00124CA4"/>
    <w:rsid w:val="0012672C"/>
    <w:rsid w:val="00126B05"/>
    <w:rsid w:val="00133DF0"/>
    <w:rsid w:val="00136947"/>
    <w:rsid w:val="001426D3"/>
    <w:rsid w:val="00143D67"/>
    <w:rsid w:val="00147EA5"/>
    <w:rsid w:val="001503D0"/>
    <w:rsid w:val="00152037"/>
    <w:rsid w:val="001522CD"/>
    <w:rsid w:val="0015241B"/>
    <w:rsid w:val="00157C98"/>
    <w:rsid w:val="00163E3F"/>
    <w:rsid w:val="00164087"/>
    <w:rsid w:val="0016602E"/>
    <w:rsid w:val="001714F7"/>
    <w:rsid w:val="00172A27"/>
    <w:rsid w:val="00173424"/>
    <w:rsid w:val="0017389C"/>
    <w:rsid w:val="00175F87"/>
    <w:rsid w:val="00176C87"/>
    <w:rsid w:val="00181746"/>
    <w:rsid w:val="00182661"/>
    <w:rsid w:val="0019010D"/>
    <w:rsid w:val="00193CA7"/>
    <w:rsid w:val="00195882"/>
    <w:rsid w:val="001970E3"/>
    <w:rsid w:val="001B4F82"/>
    <w:rsid w:val="001C0E30"/>
    <w:rsid w:val="001C4F31"/>
    <w:rsid w:val="001C4FE8"/>
    <w:rsid w:val="001D5BB3"/>
    <w:rsid w:val="001E224C"/>
    <w:rsid w:val="001E261E"/>
    <w:rsid w:val="001E602A"/>
    <w:rsid w:val="001E7B12"/>
    <w:rsid w:val="001E7B15"/>
    <w:rsid w:val="001F031D"/>
    <w:rsid w:val="001F08BE"/>
    <w:rsid w:val="001F2302"/>
    <w:rsid w:val="001F7CFF"/>
    <w:rsid w:val="002028A4"/>
    <w:rsid w:val="00203430"/>
    <w:rsid w:val="00205E34"/>
    <w:rsid w:val="0020665C"/>
    <w:rsid w:val="00226CA4"/>
    <w:rsid w:val="00233693"/>
    <w:rsid w:val="00235275"/>
    <w:rsid w:val="002404A4"/>
    <w:rsid w:val="0024157A"/>
    <w:rsid w:val="00241942"/>
    <w:rsid w:val="002459B6"/>
    <w:rsid w:val="00245E6D"/>
    <w:rsid w:val="00246F70"/>
    <w:rsid w:val="002501E1"/>
    <w:rsid w:val="00253862"/>
    <w:rsid w:val="00253E0B"/>
    <w:rsid w:val="0025505F"/>
    <w:rsid w:val="00256023"/>
    <w:rsid w:val="0026317C"/>
    <w:rsid w:val="00264B3D"/>
    <w:rsid w:val="0027167E"/>
    <w:rsid w:val="00272200"/>
    <w:rsid w:val="002732B2"/>
    <w:rsid w:val="0027422C"/>
    <w:rsid w:val="00276875"/>
    <w:rsid w:val="002769BB"/>
    <w:rsid w:val="00282821"/>
    <w:rsid w:val="002877F6"/>
    <w:rsid w:val="00290260"/>
    <w:rsid w:val="00290702"/>
    <w:rsid w:val="00291503"/>
    <w:rsid w:val="002969B3"/>
    <w:rsid w:val="002A5973"/>
    <w:rsid w:val="002B4C50"/>
    <w:rsid w:val="002B6A57"/>
    <w:rsid w:val="002C599A"/>
    <w:rsid w:val="002C6648"/>
    <w:rsid w:val="002C67A3"/>
    <w:rsid w:val="002D0FCB"/>
    <w:rsid w:val="002D3A47"/>
    <w:rsid w:val="002D3ACD"/>
    <w:rsid w:val="002D5A96"/>
    <w:rsid w:val="002D6717"/>
    <w:rsid w:val="002F1281"/>
    <w:rsid w:val="002F5E20"/>
    <w:rsid w:val="00300761"/>
    <w:rsid w:val="00303DB6"/>
    <w:rsid w:val="00312B67"/>
    <w:rsid w:val="003152ED"/>
    <w:rsid w:val="00317A35"/>
    <w:rsid w:val="00317E26"/>
    <w:rsid w:val="0032285B"/>
    <w:rsid w:val="0032342E"/>
    <w:rsid w:val="00323D22"/>
    <w:rsid w:val="00330104"/>
    <w:rsid w:val="00331542"/>
    <w:rsid w:val="0033167A"/>
    <w:rsid w:val="00336368"/>
    <w:rsid w:val="00341BDF"/>
    <w:rsid w:val="00342087"/>
    <w:rsid w:val="003456C6"/>
    <w:rsid w:val="00350480"/>
    <w:rsid w:val="00350ED6"/>
    <w:rsid w:val="003525B9"/>
    <w:rsid w:val="00357119"/>
    <w:rsid w:val="003571F6"/>
    <w:rsid w:val="0036382A"/>
    <w:rsid w:val="00365E00"/>
    <w:rsid w:val="00376F16"/>
    <w:rsid w:val="00381532"/>
    <w:rsid w:val="003817A8"/>
    <w:rsid w:val="003836FC"/>
    <w:rsid w:val="00387CEA"/>
    <w:rsid w:val="00392C9E"/>
    <w:rsid w:val="00396CC4"/>
    <w:rsid w:val="003971D5"/>
    <w:rsid w:val="003A5CFB"/>
    <w:rsid w:val="003A5EA9"/>
    <w:rsid w:val="003A6484"/>
    <w:rsid w:val="003B27EC"/>
    <w:rsid w:val="003B2AB4"/>
    <w:rsid w:val="003B426A"/>
    <w:rsid w:val="003B7CEA"/>
    <w:rsid w:val="003C09E3"/>
    <w:rsid w:val="003C48A8"/>
    <w:rsid w:val="003C4F75"/>
    <w:rsid w:val="003D7085"/>
    <w:rsid w:val="003E4C3C"/>
    <w:rsid w:val="003E6250"/>
    <w:rsid w:val="003E6B87"/>
    <w:rsid w:val="003F1812"/>
    <w:rsid w:val="003F444C"/>
    <w:rsid w:val="003F63E8"/>
    <w:rsid w:val="003F7119"/>
    <w:rsid w:val="004005ED"/>
    <w:rsid w:val="00401DE6"/>
    <w:rsid w:val="00403D12"/>
    <w:rsid w:val="00406CA6"/>
    <w:rsid w:val="00414F85"/>
    <w:rsid w:val="00415900"/>
    <w:rsid w:val="0042352D"/>
    <w:rsid w:val="00423C4F"/>
    <w:rsid w:val="00432F79"/>
    <w:rsid w:val="004339B2"/>
    <w:rsid w:val="00435791"/>
    <w:rsid w:val="0043667C"/>
    <w:rsid w:val="00437732"/>
    <w:rsid w:val="0043787A"/>
    <w:rsid w:val="00443AB6"/>
    <w:rsid w:val="00444972"/>
    <w:rsid w:val="004516F6"/>
    <w:rsid w:val="00456827"/>
    <w:rsid w:val="00460224"/>
    <w:rsid w:val="00465EAC"/>
    <w:rsid w:val="00475C22"/>
    <w:rsid w:val="00476371"/>
    <w:rsid w:val="0047669B"/>
    <w:rsid w:val="004810E3"/>
    <w:rsid w:val="0048112A"/>
    <w:rsid w:val="00484201"/>
    <w:rsid w:val="004857D9"/>
    <w:rsid w:val="00485CE9"/>
    <w:rsid w:val="00486871"/>
    <w:rsid w:val="00493AD9"/>
    <w:rsid w:val="00493DE5"/>
    <w:rsid w:val="00494B98"/>
    <w:rsid w:val="004A0509"/>
    <w:rsid w:val="004A3235"/>
    <w:rsid w:val="004A696D"/>
    <w:rsid w:val="004A6DC5"/>
    <w:rsid w:val="004B2A1C"/>
    <w:rsid w:val="004B31DB"/>
    <w:rsid w:val="004B3225"/>
    <w:rsid w:val="004B338C"/>
    <w:rsid w:val="004C05D0"/>
    <w:rsid w:val="004C10C2"/>
    <w:rsid w:val="004C2625"/>
    <w:rsid w:val="004C5956"/>
    <w:rsid w:val="004D0CF3"/>
    <w:rsid w:val="004E27E2"/>
    <w:rsid w:val="004E41DA"/>
    <w:rsid w:val="004E5296"/>
    <w:rsid w:val="004F0312"/>
    <w:rsid w:val="004F1BF3"/>
    <w:rsid w:val="004F1F53"/>
    <w:rsid w:val="004F4528"/>
    <w:rsid w:val="004F742A"/>
    <w:rsid w:val="004F74D5"/>
    <w:rsid w:val="005045F5"/>
    <w:rsid w:val="0051091A"/>
    <w:rsid w:val="00510D8C"/>
    <w:rsid w:val="0051259B"/>
    <w:rsid w:val="0051301A"/>
    <w:rsid w:val="00514614"/>
    <w:rsid w:val="0051547E"/>
    <w:rsid w:val="00516AC4"/>
    <w:rsid w:val="00524A78"/>
    <w:rsid w:val="0053120A"/>
    <w:rsid w:val="005332EE"/>
    <w:rsid w:val="0053331C"/>
    <w:rsid w:val="00534B81"/>
    <w:rsid w:val="00537C9B"/>
    <w:rsid w:val="00540B72"/>
    <w:rsid w:val="00545779"/>
    <w:rsid w:val="0054633A"/>
    <w:rsid w:val="0055755B"/>
    <w:rsid w:val="00557D4D"/>
    <w:rsid w:val="00557F71"/>
    <w:rsid w:val="00567EC2"/>
    <w:rsid w:val="00572F23"/>
    <w:rsid w:val="0057696D"/>
    <w:rsid w:val="00580F30"/>
    <w:rsid w:val="00585098"/>
    <w:rsid w:val="00586A2E"/>
    <w:rsid w:val="00594F97"/>
    <w:rsid w:val="005A2086"/>
    <w:rsid w:val="005A4155"/>
    <w:rsid w:val="005A4411"/>
    <w:rsid w:val="005A678B"/>
    <w:rsid w:val="005B3228"/>
    <w:rsid w:val="005B52D5"/>
    <w:rsid w:val="005B5B16"/>
    <w:rsid w:val="005B794C"/>
    <w:rsid w:val="005C5416"/>
    <w:rsid w:val="005C5E76"/>
    <w:rsid w:val="005D103F"/>
    <w:rsid w:val="005D13FA"/>
    <w:rsid w:val="005D444A"/>
    <w:rsid w:val="005D56C2"/>
    <w:rsid w:val="005E7978"/>
    <w:rsid w:val="005F2A47"/>
    <w:rsid w:val="005F3780"/>
    <w:rsid w:val="006008E2"/>
    <w:rsid w:val="006109C5"/>
    <w:rsid w:val="00626C5E"/>
    <w:rsid w:val="0063232C"/>
    <w:rsid w:val="00640206"/>
    <w:rsid w:val="00645141"/>
    <w:rsid w:val="00645A22"/>
    <w:rsid w:val="006476D6"/>
    <w:rsid w:val="00647878"/>
    <w:rsid w:val="00652774"/>
    <w:rsid w:val="006578B0"/>
    <w:rsid w:val="00666F4E"/>
    <w:rsid w:val="006673D7"/>
    <w:rsid w:val="00673565"/>
    <w:rsid w:val="0067517E"/>
    <w:rsid w:val="006805A5"/>
    <w:rsid w:val="00683A76"/>
    <w:rsid w:val="00686F5E"/>
    <w:rsid w:val="00691BE8"/>
    <w:rsid w:val="00692C54"/>
    <w:rsid w:val="00693AC3"/>
    <w:rsid w:val="006B3005"/>
    <w:rsid w:val="006B5A00"/>
    <w:rsid w:val="006B61F9"/>
    <w:rsid w:val="006C05DA"/>
    <w:rsid w:val="006C3571"/>
    <w:rsid w:val="006C38A0"/>
    <w:rsid w:val="006D303E"/>
    <w:rsid w:val="006D3A6D"/>
    <w:rsid w:val="006F0FE2"/>
    <w:rsid w:val="006F1299"/>
    <w:rsid w:val="006F20B0"/>
    <w:rsid w:val="006F2EEA"/>
    <w:rsid w:val="006F3E4D"/>
    <w:rsid w:val="006F71CA"/>
    <w:rsid w:val="00701DF6"/>
    <w:rsid w:val="007040D1"/>
    <w:rsid w:val="00705C2E"/>
    <w:rsid w:val="0071619E"/>
    <w:rsid w:val="0072066A"/>
    <w:rsid w:val="00722139"/>
    <w:rsid w:val="00723446"/>
    <w:rsid w:val="0072393C"/>
    <w:rsid w:val="00725A05"/>
    <w:rsid w:val="00727C37"/>
    <w:rsid w:val="00730976"/>
    <w:rsid w:val="00732992"/>
    <w:rsid w:val="00733DAC"/>
    <w:rsid w:val="00744094"/>
    <w:rsid w:val="007519DC"/>
    <w:rsid w:val="00762304"/>
    <w:rsid w:val="00770A3C"/>
    <w:rsid w:val="00773783"/>
    <w:rsid w:val="0077769F"/>
    <w:rsid w:val="007808D3"/>
    <w:rsid w:val="007833CC"/>
    <w:rsid w:val="00783F69"/>
    <w:rsid w:val="007843FF"/>
    <w:rsid w:val="00784784"/>
    <w:rsid w:val="007942EA"/>
    <w:rsid w:val="0079493E"/>
    <w:rsid w:val="00794D58"/>
    <w:rsid w:val="007967C4"/>
    <w:rsid w:val="007A0C68"/>
    <w:rsid w:val="007A1939"/>
    <w:rsid w:val="007A2D5B"/>
    <w:rsid w:val="007A3954"/>
    <w:rsid w:val="007A479A"/>
    <w:rsid w:val="007B034D"/>
    <w:rsid w:val="007B15F0"/>
    <w:rsid w:val="007C05F3"/>
    <w:rsid w:val="007C2E7C"/>
    <w:rsid w:val="007D02D1"/>
    <w:rsid w:val="007D0600"/>
    <w:rsid w:val="007D12B0"/>
    <w:rsid w:val="007D2B8C"/>
    <w:rsid w:val="007D690A"/>
    <w:rsid w:val="007D6ACB"/>
    <w:rsid w:val="007D6FA0"/>
    <w:rsid w:val="007E2B8A"/>
    <w:rsid w:val="007E3E34"/>
    <w:rsid w:val="007E4B9F"/>
    <w:rsid w:val="007E5C78"/>
    <w:rsid w:val="007E6288"/>
    <w:rsid w:val="007F2E35"/>
    <w:rsid w:val="007F3928"/>
    <w:rsid w:val="007F530F"/>
    <w:rsid w:val="007F589A"/>
    <w:rsid w:val="00804555"/>
    <w:rsid w:val="008045D3"/>
    <w:rsid w:val="00805DBD"/>
    <w:rsid w:val="008063AA"/>
    <w:rsid w:val="00811328"/>
    <w:rsid w:val="008118DF"/>
    <w:rsid w:val="00814AB2"/>
    <w:rsid w:val="00815D3D"/>
    <w:rsid w:val="00816543"/>
    <w:rsid w:val="00817DED"/>
    <w:rsid w:val="00826003"/>
    <w:rsid w:val="00827AB4"/>
    <w:rsid w:val="008307A1"/>
    <w:rsid w:val="00832D02"/>
    <w:rsid w:val="00835BEB"/>
    <w:rsid w:val="00836ABF"/>
    <w:rsid w:val="00836C72"/>
    <w:rsid w:val="00841CEA"/>
    <w:rsid w:val="00844CFC"/>
    <w:rsid w:val="00845125"/>
    <w:rsid w:val="00846EF2"/>
    <w:rsid w:val="00847ECC"/>
    <w:rsid w:val="00851171"/>
    <w:rsid w:val="00854FD6"/>
    <w:rsid w:val="00865C5E"/>
    <w:rsid w:val="008715B0"/>
    <w:rsid w:val="00871F59"/>
    <w:rsid w:val="00873382"/>
    <w:rsid w:val="0087543B"/>
    <w:rsid w:val="00880F94"/>
    <w:rsid w:val="00883D63"/>
    <w:rsid w:val="008844B4"/>
    <w:rsid w:val="00884FB2"/>
    <w:rsid w:val="0088591D"/>
    <w:rsid w:val="008863D9"/>
    <w:rsid w:val="00891248"/>
    <w:rsid w:val="00891E62"/>
    <w:rsid w:val="008922E7"/>
    <w:rsid w:val="00893E33"/>
    <w:rsid w:val="00896B54"/>
    <w:rsid w:val="00897812"/>
    <w:rsid w:val="008A4A94"/>
    <w:rsid w:val="008A4DC0"/>
    <w:rsid w:val="008B06E6"/>
    <w:rsid w:val="008B3A2D"/>
    <w:rsid w:val="008B46EE"/>
    <w:rsid w:val="008B4E9A"/>
    <w:rsid w:val="008B7D18"/>
    <w:rsid w:val="008C16E6"/>
    <w:rsid w:val="008C5B1F"/>
    <w:rsid w:val="008C72E3"/>
    <w:rsid w:val="008D0E4B"/>
    <w:rsid w:val="008D6D8C"/>
    <w:rsid w:val="008E310F"/>
    <w:rsid w:val="008E48DB"/>
    <w:rsid w:val="008E6AC6"/>
    <w:rsid w:val="008E6B62"/>
    <w:rsid w:val="008E769A"/>
    <w:rsid w:val="008F1645"/>
    <w:rsid w:val="008F1BC0"/>
    <w:rsid w:val="008F31E6"/>
    <w:rsid w:val="008F3FC8"/>
    <w:rsid w:val="008F6597"/>
    <w:rsid w:val="00900B32"/>
    <w:rsid w:val="0090179E"/>
    <w:rsid w:val="00902D9C"/>
    <w:rsid w:val="00904149"/>
    <w:rsid w:val="00907353"/>
    <w:rsid w:val="00910BE6"/>
    <w:rsid w:val="009328F6"/>
    <w:rsid w:val="00933FC2"/>
    <w:rsid w:val="0093469E"/>
    <w:rsid w:val="009430DC"/>
    <w:rsid w:val="0094484C"/>
    <w:rsid w:val="009457BB"/>
    <w:rsid w:val="00953B5C"/>
    <w:rsid w:val="0095535C"/>
    <w:rsid w:val="00960E1B"/>
    <w:rsid w:val="00961A31"/>
    <w:rsid w:val="00977309"/>
    <w:rsid w:val="00983FDC"/>
    <w:rsid w:val="009873E0"/>
    <w:rsid w:val="009918BC"/>
    <w:rsid w:val="00991B9A"/>
    <w:rsid w:val="00996B2D"/>
    <w:rsid w:val="009A2C22"/>
    <w:rsid w:val="009B068F"/>
    <w:rsid w:val="009B6307"/>
    <w:rsid w:val="009B6DE8"/>
    <w:rsid w:val="009C1A4C"/>
    <w:rsid w:val="009C518B"/>
    <w:rsid w:val="009C5423"/>
    <w:rsid w:val="009C5980"/>
    <w:rsid w:val="009D072D"/>
    <w:rsid w:val="009D4149"/>
    <w:rsid w:val="009D63E7"/>
    <w:rsid w:val="009D6B8E"/>
    <w:rsid w:val="009E14EA"/>
    <w:rsid w:val="009E1A97"/>
    <w:rsid w:val="009F040B"/>
    <w:rsid w:val="009F1458"/>
    <w:rsid w:val="009F5E22"/>
    <w:rsid w:val="009F6027"/>
    <w:rsid w:val="00A003C0"/>
    <w:rsid w:val="00A039E5"/>
    <w:rsid w:val="00A065E4"/>
    <w:rsid w:val="00A10269"/>
    <w:rsid w:val="00A10CC1"/>
    <w:rsid w:val="00A16F86"/>
    <w:rsid w:val="00A22AE9"/>
    <w:rsid w:val="00A26AAF"/>
    <w:rsid w:val="00A3040D"/>
    <w:rsid w:val="00A33365"/>
    <w:rsid w:val="00A4061F"/>
    <w:rsid w:val="00A420DF"/>
    <w:rsid w:val="00A5164C"/>
    <w:rsid w:val="00A56F8D"/>
    <w:rsid w:val="00A61464"/>
    <w:rsid w:val="00A62553"/>
    <w:rsid w:val="00A65C54"/>
    <w:rsid w:val="00A66E28"/>
    <w:rsid w:val="00A66ED9"/>
    <w:rsid w:val="00A72168"/>
    <w:rsid w:val="00A7264B"/>
    <w:rsid w:val="00A928D1"/>
    <w:rsid w:val="00A93E85"/>
    <w:rsid w:val="00A94642"/>
    <w:rsid w:val="00A95191"/>
    <w:rsid w:val="00A964D5"/>
    <w:rsid w:val="00AA09E9"/>
    <w:rsid w:val="00AA17EE"/>
    <w:rsid w:val="00AA22FF"/>
    <w:rsid w:val="00AA2EB5"/>
    <w:rsid w:val="00AB0AB0"/>
    <w:rsid w:val="00AB1449"/>
    <w:rsid w:val="00AB39EC"/>
    <w:rsid w:val="00AC4EC4"/>
    <w:rsid w:val="00AC52EB"/>
    <w:rsid w:val="00AC7A39"/>
    <w:rsid w:val="00AD2DA3"/>
    <w:rsid w:val="00AD7175"/>
    <w:rsid w:val="00AE1AB5"/>
    <w:rsid w:val="00AE1CE4"/>
    <w:rsid w:val="00AF23F5"/>
    <w:rsid w:val="00AF332C"/>
    <w:rsid w:val="00B04780"/>
    <w:rsid w:val="00B0678F"/>
    <w:rsid w:val="00B13AB7"/>
    <w:rsid w:val="00B14F98"/>
    <w:rsid w:val="00B21AA1"/>
    <w:rsid w:val="00B22026"/>
    <w:rsid w:val="00B22907"/>
    <w:rsid w:val="00B2573E"/>
    <w:rsid w:val="00B27573"/>
    <w:rsid w:val="00B27A30"/>
    <w:rsid w:val="00B303CE"/>
    <w:rsid w:val="00B31095"/>
    <w:rsid w:val="00B3466F"/>
    <w:rsid w:val="00B36245"/>
    <w:rsid w:val="00B40C05"/>
    <w:rsid w:val="00B51447"/>
    <w:rsid w:val="00B537CF"/>
    <w:rsid w:val="00B57BDB"/>
    <w:rsid w:val="00B57D32"/>
    <w:rsid w:val="00B57E11"/>
    <w:rsid w:val="00B62276"/>
    <w:rsid w:val="00B63475"/>
    <w:rsid w:val="00B663F6"/>
    <w:rsid w:val="00B666C1"/>
    <w:rsid w:val="00B742F6"/>
    <w:rsid w:val="00B80DA8"/>
    <w:rsid w:val="00B82C01"/>
    <w:rsid w:val="00B85A88"/>
    <w:rsid w:val="00B93321"/>
    <w:rsid w:val="00B93FB2"/>
    <w:rsid w:val="00B94B65"/>
    <w:rsid w:val="00B97190"/>
    <w:rsid w:val="00BA1F05"/>
    <w:rsid w:val="00BA2D48"/>
    <w:rsid w:val="00BA3811"/>
    <w:rsid w:val="00BA3AED"/>
    <w:rsid w:val="00BA6268"/>
    <w:rsid w:val="00BB1335"/>
    <w:rsid w:val="00BB2082"/>
    <w:rsid w:val="00BB4F08"/>
    <w:rsid w:val="00BB59AC"/>
    <w:rsid w:val="00BC3F50"/>
    <w:rsid w:val="00BC474A"/>
    <w:rsid w:val="00BC54A2"/>
    <w:rsid w:val="00BC6F10"/>
    <w:rsid w:val="00BD0F39"/>
    <w:rsid w:val="00BE48FE"/>
    <w:rsid w:val="00BF1774"/>
    <w:rsid w:val="00BF1FAE"/>
    <w:rsid w:val="00BF23F0"/>
    <w:rsid w:val="00C079DD"/>
    <w:rsid w:val="00C25D50"/>
    <w:rsid w:val="00C26328"/>
    <w:rsid w:val="00C2743A"/>
    <w:rsid w:val="00C27B38"/>
    <w:rsid w:val="00C27F0E"/>
    <w:rsid w:val="00C3362B"/>
    <w:rsid w:val="00C44E6E"/>
    <w:rsid w:val="00C45636"/>
    <w:rsid w:val="00C51911"/>
    <w:rsid w:val="00C55F9E"/>
    <w:rsid w:val="00C64825"/>
    <w:rsid w:val="00C65091"/>
    <w:rsid w:val="00C72B9D"/>
    <w:rsid w:val="00C75A55"/>
    <w:rsid w:val="00C77C24"/>
    <w:rsid w:val="00C842F9"/>
    <w:rsid w:val="00C86A94"/>
    <w:rsid w:val="00C908A2"/>
    <w:rsid w:val="00C93718"/>
    <w:rsid w:val="00C9399F"/>
    <w:rsid w:val="00C94026"/>
    <w:rsid w:val="00C951E1"/>
    <w:rsid w:val="00C962F5"/>
    <w:rsid w:val="00CA17F2"/>
    <w:rsid w:val="00CA7432"/>
    <w:rsid w:val="00CB0825"/>
    <w:rsid w:val="00CB768B"/>
    <w:rsid w:val="00CC46B3"/>
    <w:rsid w:val="00CC472C"/>
    <w:rsid w:val="00CC64E6"/>
    <w:rsid w:val="00CD34CC"/>
    <w:rsid w:val="00CD764C"/>
    <w:rsid w:val="00CE6626"/>
    <w:rsid w:val="00CF473E"/>
    <w:rsid w:val="00CF55DA"/>
    <w:rsid w:val="00CF5B5A"/>
    <w:rsid w:val="00CF661A"/>
    <w:rsid w:val="00CF6F31"/>
    <w:rsid w:val="00CF7B04"/>
    <w:rsid w:val="00D049A0"/>
    <w:rsid w:val="00D06144"/>
    <w:rsid w:val="00D06BFB"/>
    <w:rsid w:val="00D074BF"/>
    <w:rsid w:val="00D10705"/>
    <w:rsid w:val="00D16D9B"/>
    <w:rsid w:val="00D17C1E"/>
    <w:rsid w:val="00D213A9"/>
    <w:rsid w:val="00D22507"/>
    <w:rsid w:val="00D26384"/>
    <w:rsid w:val="00D304F3"/>
    <w:rsid w:val="00D31AE8"/>
    <w:rsid w:val="00D33E06"/>
    <w:rsid w:val="00D55D8A"/>
    <w:rsid w:val="00D60BDB"/>
    <w:rsid w:val="00D625B2"/>
    <w:rsid w:val="00D64005"/>
    <w:rsid w:val="00D64470"/>
    <w:rsid w:val="00D66F67"/>
    <w:rsid w:val="00D7053C"/>
    <w:rsid w:val="00D80B99"/>
    <w:rsid w:val="00D811D8"/>
    <w:rsid w:val="00D83FE4"/>
    <w:rsid w:val="00D84D4D"/>
    <w:rsid w:val="00D8577A"/>
    <w:rsid w:val="00D87278"/>
    <w:rsid w:val="00D919A9"/>
    <w:rsid w:val="00D94E7E"/>
    <w:rsid w:val="00DA1393"/>
    <w:rsid w:val="00DA1F68"/>
    <w:rsid w:val="00DA474E"/>
    <w:rsid w:val="00DA4AC0"/>
    <w:rsid w:val="00DA5CF4"/>
    <w:rsid w:val="00DB1513"/>
    <w:rsid w:val="00DB15E5"/>
    <w:rsid w:val="00DB5B6C"/>
    <w:rsid w:val="00DC0200"/>
    <w:rsid w:val="00DC2EB9"/>
    <w:rsid w:val="00DC36FD"/>
    <w:rsid w:val="00DC5331"/>
    <w:rsid w:val="00DC6FB5"/>
    <w:rsid w:val="00DD06F5"/>
    <w:rsid w:val="00DD1D12"/>
    <w:rsid w:val="00DD1EB5"/>
    <w:rsid w:val="00DD360F"/>
    <w:rsid w:val="00DD409B"/>
    <w:rsid w:val="00DD4881"/>
    <w:rsid w:val="00DD74C4"/>
    <w:rsid w:val="00DE0440"/>
    <w:rsid w:val="00DE2BC4"/>
    <w:rsid w:val="00DF3CE3"/>
    <w:rsid w:val="00DF5EBA"/>
    <w:rsid w:val="00E01C22"/>
    <w:rsid w:val="00E030E6"/>
    <w:rsid w:val="00E031AA"/>
    <w:rsid w:val="00E04383"/>
    <w:rsid w:val="00E056F2"/>
    <w:rsid w:val="00E06150"/>
    <w:rsid w:val="00E0634D"/>
    <w:rsid w:val="00E07889"/>
    <w:rsid w:val="00E146C1"/>
    <w:rsid w:val="00E157E9"/>
    <w:rsid w:val="00E22C2F"/>
    <w:rsid w:val="00E23469"/>
    <w:rsid w:val="00E234CC"/>
    <w:rsid w:val="00E2451D"/>
    <w:rsid w:val="00E256C9"/>
    <w:rsid w:val="00E31C69"/>
    <w:rsid w:val="00E3354E"/>
    <w:rsid w:val="00E337B3"/>
    <w:rsid w:val="00E34D05"/>
    <w:rsid w:val="00E35232"/>
    <w:rsid w:val="00E4084A"/>
    <w:rsid w:val="00E41155"/>
    <w:rsid w:val="00E44749"/>
    <w:rsid w:val="00E44C7D"/>
    <w:rsid w:val="00E5169E"/>
    <w:rsid w:val="00E5369B"/>
    <w:rsid w:val="00E556E7"/>
    <w:rsid w:val="00E60E5E"/>
    <w:rsid w:val="00E6733C"/>
    <w:rsid w:val="00E70569"/>
    <w:rsid w:val="00E8115C"/>
    <w:rsid w:val="00E81AC7"/>
    <w:rsid w:val="00E830AA"/>
    <w:rsid w:val="00E84211"/>
    <w:rsid w:val="00E856CE"/>
    <w:rsid w:val="00E87977"/>
    <w:rsid w:val="00E907F7"/>
    <w:rsid w:val="00E969F2"/>
    <w:rsid w:val="00EA7458"/>
    <w:rsid w:val="00EB0811"/>
    <w:rsid w:val="00EB19C6"/>
    <w:rsid w:val="00EB6E96"/>
    <w:rsid w:val="00EC2C61"/>
    <w:rsid w:val="00EC5A71"/>
    <w:rsid w:val="00ED3754"/>
    <w:rsid w:val="00ED63BC"/>
    <w:rsid w:val="00ED7896"/>
    <w:rsid w:val="00EE4C5E"/>
    <w:rsid w:val="00EE50E1"/>
    <w:rsid w:val="00EE50E3"/>
    <w:rsid w:val="00EE7837"/>
    <w:rsid w:val="00EF0491"/>
    <w:rsid w:val="00EF19E2"/>
    <w:rsid w:val="00EF1DFD"/>
    <w:rsid w:val="00EF7A8D"/>
    <w:rsid w:val="00F043CC"/>
    <w:rsid w:val="00F138F9"/>
    <w:rsid w:val="00F14A74"/>
    <w:rsid w:val="00F14CBB"/>
    <w:rsid w:val="00F274AD"/>
    <w:rsid w:val="00F31A84"/>
    <w:rsid w:val="00F33CBA"/>
    <w:rsid w:val="00F34D35"/>
    <w:rsid w:val="00F403F0"/>
    <w:rsid w:val="00F4183B"/>
    <w:rsid w:val="00F42417"/>
    <w:rsid w:val="00F44D82"/>
    <w:rsid w:val="00F45DC6"/>
    <w:rsid w:val="00F507B0"/>
    <w:rsid w:val="00F54772"/>
    <w:rsid w:val="00F80AE5"/>
    <w:rsid w:val="00F93E59"/>
    <w:rsid w:val="00F95376"/>
    <w:rsid w:val="00FA4989"/>
    <w:rsid w:val="00FB0E98"/>
    <w:rsid w:val="00FB285D"/>
    <w:rsid w:val="00FB2FF5"/>
    <w:rsid w:val="00FB5648"/>
    <w:rsid w:val="00FB6BCA"/>
    <w:rsid w:val="00FC10DA"/>
    <w:rsid w:val="00FD65EA"/>
    <w:rsid w:val="00FD6B26"/>
    <w:rsid w:val="00FE08ED"/>
    <w:rsid w:val="00FE2202"/>
    <w:rsid w:val="00FE5D53"/>
    <w:rsid w:val="00FF0A51"/>
    <w:rsid w:val="00FF50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89CF52"/>
  <w15:docId w15:val="{0D56D327-B422-4124-917F-26F8E53B0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409B"/>
    <w:rPr>
      <w:sz w:val="24"/>
      <w:szCs w:val="24"/>
    </w:rPr>
  </w:style>
  <w:style w:type="paragraph" w:styleId="Heading1">
    <w:name w:val="heading 1"/>
    <w:basedOn w:val="Normal"/>
    <w:next w:val="Normal"/>
    <w:link w:val="Heading1Char"/>
    <w:qFormat/>
    <w:rsid w:val="00DD409B"/>
    <w:pPr>
      <w:keepNext/>
      <w:pBdr>
        <w:top w:val="single" w:sz="4" w:space="1" w:color="auto" w:shadow="1"/>
        <w:left w:val="single" w:sz="4" w:space="4" w:color="auto" w:shadow="1"/>
        <w:bottom w:val="single" w:sz="4" w:space="1" w:color="auto" w:shadow="1"/>
        <w:right w:val="single" w:sz="4" w:space="4" w:color="auto" w:shadow="1"/>
      </w:pBdr>
      <w:shd w:val="clear" w:color="auto" w:fill="D9D9D9"/>
      <w:outlineLvl w:val="0"/>
    </w:pPr>
    <w:rPr>
      <w:b/>
      <w:bCs/>
    </w:rPr>
  </w:style>
  <w:style w:type="paragraph" w:styleId="Heading2">
    <w:name w:val="heading 2"/>
    <w:basedOn w:val="Normal"/>
    <w:next w:val="Normal"/>
    <w:link w:val="Heading2Char"/>
    <w:qFormat/>
    <w:rsid w:val="00DD409B"/>
    <w:pPr>
      <w:keepNext/>
      <w:spacing w:before="240" w:after="60"/>
      <w:outlineLvl w:val="1"/>
    </w:pPr>
    <w:rPr>
      <w:rFonts w:ascii="Cambria" w:hAnsi="Cambria"/>
      <w:b/>
      <w:bCs/>
      <w:i/>
      <w:iCs/>
      <w:sz w:val="28"/>
      <w:szCs w:val="28"/>
    </w:rPr>
  </w:style>
  <w:style w:type="paragraph" w:styleId="Heading4">
    <w:name w:val="heading 4"/>
    <w:basedOn w:val="Normal"/>
    <w:next w:val="Normal"/>
    <w:qFormat/>
    <w:rsid w:val="00DD409B"/>
    <w:pPr>
      <w:keepNext/>
      <w:spacing w:before="240" w:after="60"/>
      <w:outlineLvl w:val="3"/>
    </w:pPr>
    <w:rPr>
      <w:b/>
      <w:bCs/>
      <w:sz w:val="28"/>
      <w:szCs w:val="28"/>
    </w:rPr>
  </w:style>
  <w:style w:type="paragraph" w:styleId="Heading7">
    <w:name w:val="heading 7"/>
    <w:basedOn w:val="Normal"/>
    <w:next w:val="Normal"/>
    <w:qFormat/>
    <w:rsid w:val="00DD409B"/>
    <w:pPr>
      <w:keepNext/>
      <w:jc w:val="center"/>
      <w:outlineLvl w:val="6"/>
    </w:pPr>
    <w:rPr>
      <w:rFonts w:ascii="Arial" w:hAnsi="Arial"/>
      <w:b/>
      <w:sz w:val="20"/>
      <w:szCs w:val="20"/>
    </w:rPr>
  </w:style>
  <w:style w:type="paragraph" w:styleId="Heading8">
    <w:name w:val="heading 8"/>
    <w:basedOn w:val="Normal"/>
    <w:next w:val="Normal"/>
    <w:qFormat/>
    <w:rsid w:val="00DD409B"/>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garamond">
    <w:name w:val="Normal+garamond"/>
    <w:basedOn w:val="Normal"/>
    <w:rsid w:val="00DD409B"/>
    <w:pPr>
      <w:numPr>
        <w:numId w:val="1"/>
      </w:numPr>
      <w:jc w:val="both"/>
    </w:pPr>
    <w:rPr>
      <w:rFonts w:ascii="Garamond" w:hAnsi="Garamond" w:cs="Tahoma"/>
      <w:sz w:val="26"/>
      <w:szCs w:val="26"/>
    </w:rPr>
  </w:style>
  <w:style w:type="paragraph" w:styleId="Footer">
    <w:name w:val="footer"/>
    <w:basedOn w:val="Normal"/>
    <w:rsid w:val="00DD409B"/>
    <w:pPr>
      <w:tabs>
        <w:tab w:val="center" w:pos="4320"/>
        <w:tab w:val="right" w:pos="8640"/>
      </w:tabs>
    </w:pPr>
  </w:style>
  <w:style w:type="character" w:customStyle="1" w:styleId="Heading2Char">
    <w:name w:val="Heading 2 Char"/>
    <w:link w:val="Heading2"/>
    <w:rsid w:val="00DD409B"/>
    <w:rPr>
      <w:rFonts w:ascii="Cambria" w:eastAsia="Times New Roman" w:hAnsi="Cambria" w:cs="Times New Roman"/>
      <w:b/>
      <w:bCs/>
      <w:i/>
      <w:iCs/>
      <w:sz w:val="28"/>
      <w:szCs w:val="28"/>
    </w:rPr>
  </w:style>
  <w:style w:type="paragraph" w:styleId="Header">
    <w:name w:val="header"/>
    <w:basedOn w:val="Normal"/>
    <w:rsid w:val="00DD409B"/>
    <w:pPr>
      <w:tabs>
        <w:tab w:val="center" w:pos="4320"/>
        <w:tab w:val="right" w:pos="8640"/>
      </w:tabs>
    </w:pPr>
  </w:style>
  <w:style w:type="character" w:styleId="FollowedHyperlink">
    <w:name w:val="FollowedHyperlink"/>
    <w:rsid w:val="00DD409B"/>
    <w:rPr>
      <w:rFonts w:ascii="Times New Roman" w:eastAsia="Times New Roman" w:hAnsi="Times New Roman" w:cs="Times New Roman"/>
      <w:color w:val="800080"/>
      <w:u w:val="single"/>
    </w:rPr>
  </w:style>
  <w:style w:type="paragraph" w:customStyle="1" w:styleId="a">
    <w:basedOn w:val="Normal"/>
    <w:rsid w:val="00DD409B"/>
    <w:pPr>
      <w:spacing w:after="160" w:line="240" w:lineRule="exact"/>
    </w:pPr>
    <w:rPr>
      <w:rFonts w:ascii="Verdana" w:hAnsi="Verdana"/>
      <w:sz w:val="20"/>
      <w:szCs w:val="20"/>
    </w:rPr>
  </w:style>
  <w:style w:type="character" w:styleId="PageNumber">
    <w:name w:val="page number"/>
    <w:basedOn w:val="DefaultParagraphFont"/>
    <w:rsid w:val="00DD409B"/>
    <w:rPr>
      <w:rFonts w:ascii="Times New Roman" w:eastAsia="Times New Roman" w:hAnsi="Times New Roman" w:cs="Times New Roman"/>
    </w:rPr>
  </w:style>
  <w:style w:type="paragraph" w:styleId="BodyTextIndent">
    <w:name w:val="Body Text Indent"/>
    <w:basedOn w:val="Normal"/>
    <w:rsid w:val="00DD409B"/>
    <w:pPr>
      <w:pBdr>
        <w:top w:val="single" w:sz="4" w:space="1" w:color="auto"/>
      </w:pBdr>
      <w:ind w:left="-360"/>
    </w:pPr>
    <w:rPr>
      <w:i/>
      <w:iCs/>
      <w:sz w:val="18"/>
      <w:szCs w:val="18"/>
      <w:lang w:val="de-DE"/>
    </w:rPr>
  </w:style>
  <w:style w:type="character" w:styleId="Hyperlink">
    <w:name w:val="Hyperlink"/>
    <w:rsid w:val="00DD409B"/>
    <w:rPr>
      <w:rFonts w:ascii="Times New Roman" w:eastAsia="Times New Roman" w:hAnsi="Times New Roman" w:cs="Times New Roman"/>
      <w:color w:val="0000FF"/>
      <w:u w:val="single"/>
    </w:rPr>
  </w:style>
  <w:style w:type="paragraph" w:styleId="ListParagraph">
    <w:name w:val="List Paragraph"/>
    <w:basedOn w:val="Normal"/>
    <w:qFormat/>
    <w:rsid w:val="00DD409B"/>
    <w:pPr>
      <w:ind w:left="720"/>
      <w:contextualSpacing/>
    </w:pPr>
  </w:style>
  <w:style w:type="character" w:styleId="CommentReference">
    <w:name w:val="annotation reference"/>
    <w:rsid w:val="00DD409B"/>
    <w:rPr>
      <w:rFonts w:ascii="Times New Roman" w:eastAsia="Times New Roman" w:hAnsi="Times New Roman" w:cs="Times New Roman"/>
      <w:sz w:val="16"/>
      <w:szCs w:val="16"/>
    </w:rPr>
  </w:style>
  <w:style w:type="paragraph" w:styleId="CommentText">
    <w:name w:val="annotation text"/>
    <w:basedOn w:val="Normal"/>
    <w:link w:val="CommentTextChar"/>
    <w:rsid w:val="00DD409B"/>
    <w:rPr>
      <w:sz w:val="20"/>
      <w:szCs w:val="20"/>
    </w:rPr>
  </w:style>
  <w:style w:type="character" w:customStyle="1" w:styleId="CommentTextChar">
    <w:name w:val="Comment Text Char"/>
    <w:basedOn w:val="DefaultParagraphFont"/>
    <w:link w:val="CommentText"/>
    <w:rsid w:val="00DD409B"/>
    <w:rPr>
      <w:rFonts w:ascii="Times New Roman" w:eastAsia="Times New Roman" w:hAnsi="Times New Roman" w:cs="Times New Roman"/>
    </w:rPr>
  </w:style>
  <w:style w:type="paragraph" w:styleId="CommentSubject">
    <w:name w:val="annotation subject"/>
    <w:basedOn w:val="CommentText"/>
    <w:next w:val="CommentText"/>
    <w:link w:val="CommentSubjectChar"/>
    <w:rsid w:val="00DD409B"/>
    <w:rPr>
      <w:b/>
      <w:bCs/>
    </w:rPr>
  </w:style>
  <w:style w:type="character" w:customStyle="1" w:styleId="CommentSubjectChar">
    <w:name w:val="Comment Subject Char"/>
    <w:link w:val="CommentSubject"/>
    <w:rsid w:val="00DD409B"/>
    <w:rPr>
      <w:rFonts w:ascii="Times New Roman" w:eastAsia="Times New Roman" w:hAnsi="Times New Roman" w:cs="Times New Roman"/>
      <w:b/>
      <w:bCs/>
    </w:rPr>
  </w:style>
  <w:style w:type="paragraph" w:styleId="BalloonText">
    <w:name w:val="Balloon Text"/>
    <w:basedOn w:val="Normal"/>
    <w:link w:val="BalloonTextChar"/>
    <w:rsid w:val="00DD409B"/>
    <w:rPr>
      <w:rFonts w:ascii="Tahoma" w:hAnsi="Tahoma"/>
      <w:sz w:val="16"/>
      <w:szCs w:val="16"/>
    </w:rPr>
  </w:style>
  <w:style w:type="character" w:customStyle="1" w:styleId="BalloonTextChar">
    <w:name w:val="Balloon Text Char"/>
    <w:link w:val="BalloonText"/>
    <w:rsid w:val="00DD409B"/>
    <w:rPr>
      <w:rFonts w:ascii="Tahoma" w:eastAsia="Times New Roman" w:hAnsi="Tahoma" w:cs="Tahoma"/>
      <w:sz w:val="16"/>
      <w:szCs w:val="16"/>
    </w:rPr>
  </w:style>
  <w:style w:type="paragraph" w:styleId="PlainText">
    <w:name w:val="Plain Text"/>
    <w:basedOn w:val="Normal"/>
    <w:link w:val="PlainTextChar"/>
    <w:rsid w:val="00DD409B"/>
    <w:rPr>
      <w:rFonts w:ascii="Courier New" w:hAnsi="Courier New"/>
      <w:sz w:val="20"/>
      <w:szCs w:val="20"/>
    </w:rPr>
  </w:style>
  <w:style w:type="character" w:customStyle="1" w:styleId="PlainTextChar">
    <w:name w:val="Plain Text Char"/>
    <w:link w:val="PlainText"/>
    <w:rsid w:val="00DD409B"/>
    <w:rPr>
      <w:rFonts w:ascii="Courier New" w:eastAsia="Times New Roman" w:hAnsi="Courier New" w:cs="Arial Unicode MS"/>
      <w:lang w:val="en-US" w:eastAsia="en-US"/>
    </w:rPr>
  </w:style>
  <w:style w:type="table" w:styleId="TableGrid">
    <w:name w:val="Table Grid"/>
    <w:basedOn w:val="TableNormal"/>
    <w:rsid w:val="00DD409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3">
    <w:name w:val="Body Text 3"/>
    <w:basedOn w:val="Normal"/>
    <w:link w:val="BodyText3Char"/>
    <w:rsid w:val="00DD409B"/>
    <w:pPr>
      <w:spacing w:after="120"/>
    </w:pPr>
    <w:rPr>
      <w:sz w:val="16"/>
      <w:szCs w:val="16"/>
    </w:rPr>
  </w:style>
  <w:style w:type="character" w:customStyle="1" w:styleId="BodyText3Char">
    <w:name w:val="Body Text 3 Char"/>
    <w:link w:val="BodyText3"/>
    <w:rsid w:val="00DD409B"/>
    <w:rPr>
      <w:rFonts w:ascii="Times New Roman" w:eastAsia="Times New Roman" w:hAnsi="Times New Roman" w:cs="Times New Roman"/>
      <w:sz w:val="16"/>
      <w:szCs w:val="16"/>
      <w:lang w:val="en-US" w:eastAsia="en-US"/>
    </w:rPr>
  </w:style>
  <w:style w:type="paragraph" w:styleId="BodyText">
    <w:name w:val="Body Text"/>
    <w:basedOn w:val="Normal"/>
    <w:link w:val="BodyTextChar"/>
    <w:rsid w:val="00DD409B"/>
    <w:pPr>
      <w:spacing w:after="120"/>
    </w:pPr>
  </w:style>
  <w:style w:type="character" w:customStyle="1" w:styleId="BodyTextChar">
    <w:name w:val="Body Text Char"/>
    <w:link w:val="BodyText"/>
    <w:rsid w:val="00DD409B"/>
    <w:rPr>
      <w:rFonts w:ascii="Times New Roman" w:eastAsia="Times New Roman" w:hAnsi="Times New Roman" w:cs="Times New Roman"/>
      <w:sz w:val="24"/>
      <w:szCs w:val="24"/>
    </w:rPr>
  </w:style>
  <w:style w:type="character" w:customStyle="1" w:styleId="apple-converted-space">
    <w:name w:val="apple-converted-space"/>
    <w:rsid w:val="00DD409B"/>
    <w:rPr>
      <w:rFonts w:ascii="Times New Roman" w:eastAsia="Times New Roman" w:hAnsi="Times New Roman" w:cs="Times New Roman"/>
    </w:rPr>
  </w:style>
  <w:style w:type="character" w:customStyle="1" w:styleId="Heading1Char">
    <w:name w:val="Heading 1 Char"/>
    <w:basedOn w:val="DefaultParagraphFont"/>
    <w:link w:val="Heading1"/>
    <w:rsid w:val="002732B2"/>
    <w:rPr>
      <w:b/>
      <w:bCs/>
      <w:sz w:val="24"/>
      <w:szCs w:val="24"/>
      <w:shd w:val="clear" w:color="auto" w:fill="D9D9D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6470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New%20folder\am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aman</Template>
  <TotalTime>1</TotalTime>
  <Pages>2</Pages>
  <Words>254</Words>
  <Characters>1453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Poddar Chhtra Niwas</vt:lpstr>
    </vt:vector>
  </TitlesOfParts>
  <Company>PricewaterhouseCoopers</Company>
  <LinksUpToDate>false</LinksUpToDate>
  <CharactersWithSpaces>1704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Poddar Chhtra Niwas</dc:title>
  <dc:creator>USER</dc:creator>
  <cp:lastModifiedBy>HP</cp:lastModifiedBy>
  <cp:revision>2</cp:revision>
  <cp:lastPrinted>2020-03-02T05:05:00Z</cp:lastPrinted>
  <dcterms:created xsi:type="dcterms:W3CDTF">2025-03-18T06:53:00Z</dcterms:created>
  <dcterms:modified xsi:type="dcterms:W3CDTF">2025-03-18T06:53:00Z</dcterms:modified>
</cp:coreProperties>
</file>