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692703" w:rsidRPr="00CF1A49" w:rsidTr="00930811">
        <w:trPr>
          <w:trHeight w:hRule="exact" w:val="1703"/>
        </w:trPr>
        <w:tc>
          <w:tcPr>
            <w:tcW w:w="9360" w:type="dxa"/>
            <w:tcMar>
              <w:top w:w="0" w:type="dxa"/>
              <w:bottom w:w="0" w:type="dxa"/>
            </w:tcMar>
          </w:tcPr>
          <w:p w:rsidR="00692703" w:rsidRPr="00C65D86" w:rsidRDefault="00DB4062" w:rsidP="00BB35FE">
            <w:pPr>
              <w:pStyle w:val="Title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 </w:t>
            </w:r>
            <w:r w:rsidR="00892DA7">
              <w:rPr>
                <w:sz w:val="72"/>
                <w:szCs w:val="72"/>
              </w:rPr>
              <w:t xml:space="preserve"> </w:t>
            </w:r>
            <w:r w:rsidR="00EB7286" w:rsidRPr="00C65D86">
              <w:rPr>
                <w:sz w:val="72"/>
                <w:szCs w:val="72"/>
              </w:rPr>
              <w:t>mamta</w:t>
            </w:r>
            <w:r w:rsidR="0025334D" w:rsidRPr="00C65D86">
              <w:rPr>
                <w:sz w:val="72"/>
                <w:szCs w:val="72"/>
              </w:rPr>
              <w:t xml:space="preserve"> </w:t>
            </w:r>
            <w:r w:rsidR="00EB7286" w:rsidRPr="00C65D86">
              <w:rPr>
                <w:b/>
                <w:sz w:val="72"/>
                <w:szCs w:val="72"/>
              </w:rPr>
              <w:t>singh</w:t>
            </w:r>
          </w:p>
          <w:p w:rsidR="00692703" w:rsidRPr="002A2509" w:rsidRDefault="00EB7286" w:rsidP="00BB35FE">
            <w:pPr>
              <w:pStyle w:val="ContactInfo"/>
              <w:rPr>
                <w:b/>
              </w:rPr>
            </w:pPr>
            <w:proofErr w:type="spellStart"/>
            <w:r w:rsidRPr="002A2509">
              <w:rPr>
                <w:b/>
              </w:rPr>
              <w:t>Sare</w:t>
            </w:r>
            <w:proofErr w:type="spellEnd"/>
            <w:r w:rsidRPr="002A2509">
              <w:rPr>
                <w:b/>
              </w:rPr>
              <w:t xml:space="preserve"> Homes Crescent </w:t>
            </w:r>
            <w:proofErr w:type="spellStart"/>
            <w:r w:rsidRPr="002A2509">
              <w:rPr>
                <w:b/>
              </w:rPr>
              <w:t>Parc</w:t>
            </w:r>
            <w:proofErr w:type="spellEnd"/>
            <w:r w:rsidRPr="002A2509">
              <w:rPr>
                <w:b/>
              </w:rPr>
              <w:t>, Sector 92, Gurgaon 122505</w:t>
            </w:r>
            <w:sdt>
              <w:sdtPr>
                <w:rPr>
                  <w:b/>
                </w:rPr>
                <w:alias w:val="Divider dot:"/>
                <w:tag w:val="Divider dot:"/>
                <w:id w:val="-1459182552"/>
                <w:placeholder>
                  <w:docPart w:val="F6B4D8F5F55D412582639249A9F0C1D8"/>
                </w:placeholder>
                <w:temporary/>
                <w:showingPlcHdr/>
              </w:sdtPr>
              <w:sdtEndPr/>
              <w:sdtContent>
                <w:r w:rsidR="00692703" w:rsidRPr="002A2509">
                  <w:rPr>
                    <w:b/>
                  </w:rPr>
                  <w:t>·</w:t>
                </w:r>
              </w:sdtContent>
            </w:sdt>
            <w:r w:rsidR="009A0508" w:rsidRPr="002A2509">
              <w:rPr>
                <w:b/>
              </w:rPr>
              <w:t xml:space="preserve"> (</w:t>
            </w:r>
            <w:r w:rsidR="00EE737E" w:rsidRPr="002A2509">
              <w:rPr>
                <w:b/>
              </w:rPr>
              <w:t>+91</w:t>
            </w:r>
            <w:r w:rsidR="009A0508" w:rsidRPr="002A2509">
              <w:rPr>
                <w:b/>
              </w:rPr>
              <w:t xml:space="preserve">) </w:t>
            </w:r>
            <w:r w:rsidR="00C01719">
              <w:rPr>
                <w:b/>
              </w:rPr>
              <w:t>8130181428</w:t>
            </w:r>
          </w:p>
          <w:p w:rsidR="00692703" w:rsidRPr="006767A7" w:rsidRDefault="00C01719" w:rsidP="00BB35FE">
            <w:pPr>
              <w:pStyle w:val="ContactInfoEmphasis"/>
              <w:contextualSpacing w:val="0"/>
              <w:rPr>
                <w:color w:val="00B050"/>
              </w:rPr>
            </w:pPr>
            <w:r>
              <w:rPr>
                <w:color w:val="00B050"/>
              </w:rPr>
              <w:t>minny.rajput</w:t>
            </w:r>
            <w:r w:rsidR="00EB7286" w:rsidRPr="006767A7">
              <w:rPr>
                <w:color w:val="00B050"/>
              </w:rPr>
              <w:t>28@gmail.com</w:t>
            </w:r>
          </w:p>
        </w:tc>
      </w:tr>
      <w:tr w:rsidR="009571D8" w:rsidRPr="00CF1A49" w:rsidTr="00692703">
        <w:tc>
          <w:tcPr>
            <w:tcW w:w="9360" w:type="dxa"/>
            <w:tcMar>
              <w:top w:w="432" w:type="dxa"/>
            </w:tcMar>
          </w:tcPr>
          <w:p w:rsidR="00930811" w:rsidRPr="000E4298" w:rsidRDefault="00584CA0" w:rsidP="000E4298">
            <w:pPr>
              <w:pStyle w:val="Heading1"/>
              <w:jc w:val="both"/>
              <w:outlineLvl w:val="0"/>
              <w:rPr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A self-</w:t>
            </w:r>
            <w:r w:rsidR="00BB35FE" w:rsidRPr="000E4298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moti</w:t>
            </w:r>
            <w:r w:rsidR="00B92617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vated professional having</w:t>
            </w:r>
            <w:r w:rsidR="00C01719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 6</w:t>
            </w:r>
            <w:r w:rsidR="002521A5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+ years</w:t>
            </w:r>
            <w:r w:rsidR="00F25BC1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 of</w:t>
            </w:r>
            <w:r w:rsidR="00BB35FE" w:rsidRPr="000E4298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 experience in Operations</w:t>
            </w:r>
            <w:r w:rsidR="00425882" w:rsidRPr="000E4298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, </w:t>
            </w:r>
            <w:r w:rsidR="00152A7D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Corporate Wellness, </w:t>
            </w:r>
            <w:r w:rsidR="00C74192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Team Handling</w:t>
            </w:r>
            <w:r w:rsidR="008642A4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, </w:t>
            </w:r>
            <w:r w:rsidR="002056AD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Relationship Building, </w:t>
            </w:r>
            <w:r w:rsidR="00425882" w:rsidRPr="000E4298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Client Servicin</w:t>
            </w:r>
            <w:r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g</w:t>
            </w:r>
            <w:r w:rsidR="00E64AA7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 and MIS Handling</w:t>
            </w:r>
            <w:r w:rsidR="00FA1CA0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. </w:t>
            </w:r>
            <w:r w:rsidR="00672F54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 </w:t>
            </w:r>
            <w:proofErr w:type="gramStart"/>
            <w:r w:rsidR="00772381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Skilled in</w:t>
            </w:r>
            <w:r w:rsidR="002521A5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 Operations Management, </w:t>
            </w:r>
            <w:r w:rsidR="00425882" w:rsidRPr="000E4298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Team Management,</w:t>
            </w:r>
            <w:r w:rsidR="00E64AA7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 Negotiation,</w:t>
            </w:r>
            <w:r w:rsidR="00D14814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 Relationship Management, </w:t>
            </w:r>
            <w:r w:rsidR="00425882" w:rsidRPr="000E4298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Data </w:t>
            </w:r>
            <w:r w:rsidR="00CF1423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Analysis, </w:t>
            </w:r>
            <w:r w:rsidR="00FF35BF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Customer</w:t>
            </w:r>
            <w:r w:rsidR="002056AD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 Service Management</w:t>
            </w:r>
            <w:r w:rsidR="00FF35BF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 and Team L</w:t>
            </w:r>
            <w:r w:rsidR="00425882" w:rsidRPr="000E4298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eading.</w:t>
            </w:r>
            <w:proofErr w:type="gramEnd"/>
            <w:r w:rsidR="00826E38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 </w:t>
            </w:r>
            <w:r w:rsidR="000E4298" w:rsidRPr="000E4298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Highly </w:t>
            </w:r>
            <w:r w:rsidR="00D14814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Organized, Process O</w:t>
            </w:r>
            <w:r w:rsidR="00C65D86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riented, </w:t>
            </w:r>
            <w:r w:rsidR="00D14814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P</w:t>
            </w:r>
            <w:r w:rsidR="006929F5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roficient </w:t>
            </w:r>
            <w:r w:rsidR="00D14814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with C</w:t>
            </w:r>
            <w:r w:rsidR="00C65D86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omputer</w:t>
            </w:r>
            <w:r w:rsidR="000E4298" w:rsidRPr="000E4298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. Seeking to work in an environment which encourages me to succeed and grow professionally</w:t>
            </w:r>
            <w:r w:rsidR="000E4298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 and</w:t>
            </w:r>
            <w:r w:rsidR="000E4298" w:rsidRPr="000E4298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 where I can</w:t>
            </w:r>
            <w:r w:rsidR="001D324C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 fully</w:t>
            </w:r>
            <w:r w:rsidR="000E4298" w:rsidRPr="000E4298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 utilize my </w:t>
            </w:r>
            <w:r w:rsidR="001D324C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experience,</w:t>
            </w:r>
            <w:r w:rsidR="001D66FF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 training,</w:t>
            </w:r>
            <w:r w:rsidR="001D324C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 management </w:t>
            </w:r>
            <w:r w:rsidR="000E4298" w:rsidRPr="000E4298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skills</w:t>
            </w:r>
            <w:r w:rsidR="00E64AA7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, negotiation skills</w:t>
            </w:r>
            <w:r w:rsidR="000E4298" w:rsidRPr="000E4298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 and knowledge appropriately</w:t>
            </w:r>
            <w:r w:rsidR="001D66FF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 xml:space="preserve"> while making a significant contribution to the organizational goal</w:t>
            </w:r>
            <w:r w:rsidR="00CF1423">
              <w:rPr>
                <w:rFonts w:asciiTheme="minorHAnsi" w:eastAsiaTheme="minorHAnsi" w:hAnsiTheme="minorHAnsi" w:cstheme="minorBidi"/>
                <w:b w:val="0"/>
                <w:caps w:val="0"/>
                <w:color w:val="595959" w:themeColor="text1" w:themeTint="A6"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</w:tbl>
    <w:p w:rsidR="004E01EB" w:rsidRPr="00CF1A49" w:rsidRDefault="00265BEB" w:rsidP="00BB35FE">
      <w:pPr>
        <w:pStyle w:val="Heading1"/>
        <w:jc w:val="both"/>
      </w:pPr>
      <w:sdt>
        <w:sdtPr>
          <w:alias w:val="Experience:"/>
          <w:tag w:val="Experience:"/>
          <w:id w:val="-1983300934"/>
          <w:placeholder>
            <w:docPart w:val="A0A659AD21AC4CD0BB5DB8479E7281F9"/>
          </w:placeholder>
          <w:temporary/>
          <w:showingPlcHdr/>
        </w:sdtPr>
        <w:sdtEndPr/>
        <w:sdtContent>
          <w:r w:rsidR="004E01EB" w:rsidRPr="00CF1A49">
            <w:t>Experience</w:t>
          </w:r>
        </w:sdtContent>
      </w:sdt>
    </w:p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</w:tblPr>
      <w:tblGrid>
        <w:gridCol w:w="9886"/>
      </w:tblGrid>
      <w:tr w:rsidR="001D0BF1" w:rsidRPr="00CF1A49" w:rsidTr="00BE7D0C">
        <w:tc>
          <w:tcPr>
            <w:tcW w:w="9886" w:type="dxa"/>
          </w:tcPr>
          <w:p w:rsidR="004F4D9F" w:rsidRDefault="004F4D9F" w:rsidP="00BB35FE">
            <w:pPr>
              <w:pStyle w:val="Heading3"/>
              <w:contextualSpacing w:val="0"/>
              <w:jc w:val="both"/>
              <w:outlineLvl w:val="2"/>
            </w:pPr>
          </w:p>
          <w:p w:rsidR="00AB156F" w:rsidRPr="00F01ECA" w:rsidRDefault="00AB156F" w:rsidP="00BB35FE">
            <w:pPr>
              <w:pStyle w:val="Heading3"/>
              <w:contextualSpacing w:val="0"/>
              <w:jc w:val="both"/>
              <w:outlineLvl w:val="2"/>
            </w:pPr>
            <w:r w:rsidRPr="000621F4">
              <w:t>Total work experience:</w:t>
            </w:r>
            <w:r>
              <w:t xml:space="preserve"> </w:t>
            </w:r>
            <w:r w:rsidR="00FF5CF8">
              <w:t>6</w:t>
            </w:r>
            <w:r w:rsidR="002521A5">
              <w:t>+</w:t>
            </w:r>
            <w:r w:rsidR="00E64AA7">
              <w:t xml:space="preserve"> years </w:t>
            </w:r>
          </w:p>
          <w:p w:rsidR="001D0BF1" w:rsidRPr="00CF1A49" w:rsidRDefault="00AB156F" w:rsidP="00BB35FE">
            <w:pPr>
              <w:pStyle w:val="Heading3"/>
              <w:contextualSpacing w:val="0"/>
              <w:jc w:val="both"/>
              <w:outlineLvl w:val="2"/>
            </w:pPr>
            <w:r>
              <w:t>sep 2021</w:t>
            </w:r>
            <w:r w:rsidR="009A0508">
              <w:t xml:space="preserve"> to present</w:t>
            </w:r>
            <w:r w:rsidR="00A27B63">
              <w:t xml:space="preserve">   </w:t>
            </w:r>
            <w:r w:rsidR="00432A16">
              <w:t xml:space="preserve"> </w:t>
            </w:r>
            <w:r w:rsidR="004938DC">
              <w:t xml:space="preserve">  </w:t>
            </w:r>
          </w:p>
          <w:p w:rsidR="00FF222B" w:rsidRPr="006767A7" w:rsidRDefault="00956B97" w:rsidP="00BB35FE">
            <w:pPr>
              <w:pStyle w:val="Heading2"/>
              <w:contextualSpacing w:val="0"/>
              <w:jc w:val="both"/>
              <w:outlineLvl w:val="1"/>
              <w:rPr>
                <w:color w:val="00B050"/>
              </w:rPr>
            </w:pPr>
            <w:r>
              <w:rPr>
                <w:color w:val="00B050"/>
              </w:rPr>
              <w:t xml:space="preserve">Operations </w:t>
            </w:r>
          </w:p>
          <w:p w:rsidR="002521A5" w:rsidRDefault="002521A5" w:rsidP="00BB35FE">
            <w:pPr>
              <w:pStyle w:val="Heading2"/>
              <w:contextualSpacing w:val="0"/>
              <w:jc w:val="both"/>
              <w:outlineLvl w:val="1"/>
              <w:rPr>
                <w:rStyle w:val="SubtleReference"/>
                <w:b/>
                <w:bCs/>
                <w:sz w:val="22"/>
                <w:szCs w:val="22"/>
              </w:rPr>
            </w:pPr>
            <w:r>
              <w:rPr>
                <w:rStyle w:val="SubtleReference"/>
                <w:b/>
              </w:rPr>
              <w:t>VH Medcare</w:t>
            </w:r>
            <w:r w:rsidRPr="002A2509">
              <w:rPr>
                <w:rStyle w:val="SubtleReference"/>
                <w:b/>
              </w:rPr>
              <w:t xml:space="preserve"> pvt ltd</w:t>
            </w:r>
            <w:r>
              <w:rPr>
                <w:rStyle w:val="SubtleReference"/>
                <w:b/>
              </w:rPr>
              <w:t xml:space="preserve"> (A Unit of Vidal health group)</w:t>
            </w:r>
            <w:r w:rsidRPr="002A2509">
              <w:rPr>
                <w:rStyle w:val="SubtleReference"/>
                <w:b/>
              </w:rPr>
              <w:t>, gurgaon</w:t>
            </w:r>
          </w:p>
          <w:p w:rsidR="004E0CFE" w:rsidRPr="004E0CFE" w:rsidRDefault="00BA7AC5" w:rsidP="00BB35FE">
            <w:pPr>
              <w:pStyle w:val="Heading2"/>
              <w:contextualSpacing w:val="0"/>
              <w:jc w:val="both"/>
              <w:outlineLvl w:val="1"/>
              <w:rPr>
                <w:rStyle w:val="SubtleReference"/>
                <w:b/>
                <w:bCs/>
                <w:sz w:val="22"/>
                <w:szCs w:val="22"/>
              </w:rPr>
            </w:pPr>
            <w:r>
              <w:rPr>
                <w:rStyle w:val="SubtleReference"/>
                <w:b/>
                <w:bCs/>
                <w:sz w:val="22"/>
                <w:szCs w:val="22"/>
              </w:rPr>
              <w:t>D</w:t>
            </w:r>
            <w:r w:rsidR="00B22380">
              <w:rPr>
                <w:rStyle w:val="SubtleReference"/>
                <w:b/>
                <w:bCs/>
                <w:sz w:val="22"/>
                <w:szCs w:val="22"/>
              </w:rPr>
              <w:t>esignation: assistant manager - operations (corporate wellness)</w:t>
            </w:r>
          </w:p>
          <w:p w:rsidR="004E0CFE" w:rsidRDefault="004E0CFE" w:rsidP="00BB35FE">
            <w:pPr>
              <w:pStyle w:val="Heading2"/>
              <w:contextualSpacing w:val="0"/>
              <w:jc w:val="both"/>
              <w:outlineLvl w:val="1"/>
              <w:rPr>
                <w:rStyle w:val="SubtleReference"/>
                <w:b/>
                <w:bCs/>
                <w:sz w:val="22"/>
                <w:szCs w:val="22"/>
              </w:rPr>
            </w:pPr>
            <w:r w:rsidRPr="004E0CFE">
              <w:rPr>
                <w:rStyle w:val="SubtleReference"/>
                <w:b/>
                <w:bCs/>
                <w:sz w:val="22"/>
                <w:szCs w:val="22"/>
              </w:rPr>
              <w:t>Role</w:t>
            </w:r>
            <w:r w:rsidR="003A02DF">
              <w:rPr>
                <w:rStyle w:val="SubtleReference"/>
                <w:b/>
                <w:bCs/>
                <w:sz w:val="22"/>
                <w:szCs w:val="22"/>
              </w:rPr>
              <w:t>s</w:t>
            </w:r>
            <w:r w:rsidR="00B22380">
              <w:rPr>
                <w:rStyle w:val="SubtleReference"/>
                <w:b/>
                <w:bCs/>
                <w:sz w:val="22"/>
                <w:szCs w:val="22"/>
              </w:rPr>
              <w:t xml:space="preserve">: </w:t>
            </w:r>
            <w:r w:rsidR="00BA7AC5">
              <w:rPr>
                <w:rStyle w:val="SubtleReference"/>
                <w:b/>
                <w:bCs/>
                <w:sz w:val="22"/>
                <w:szCs w:val="22"/>
              </w:rPr>
              <w:t>corporate &amp;</w:t>
            </w:r>
            <w:r w:rsidR="00B55CDD">
              <w:rPr>
                <w:rStyle w:val="SubtleReference"/>
                <w:b/>
                <w:bCs/>
                <w:sz w:val="22"/>
                <w:szCs w:val="22"/>
              </w:rPr>
              <w:t xml:space="preserve"> provider</w:t>
            </w:r>
            <w:r w:rsidR="00B22380">
              <w:rPr>
                <w:rStyle w:val="SubtleReference"/>
                <w:b/>
                <w:bCs/>
                <w:sz w:val="22"/>
                <w:szCs w:val="22"/>
              </w:rPr>
              <w:t xml:space="preserve"> </w:t>
            </w:r>
            <w:r w:rsidR="00B55CDD">
              <w:rPr>
                <w:rStyle w:val="SubtleReference"/>
                <w:b/>
                <w:bCs/>
                <w:sz w:val="22"/>
                <w:szCs w:val="22"/>
              </w:rPr>
              <w:t>Management</w:t>
            </w:r>
            <w:r w:rsidR="00E64AA7">
              <w:rPr>
                <w:rStyle w:val="SubtleReference"/>
                <w:b/>
                <w:bCs/>
                <w:sz w:val="22"/>
                <w:szCs w:val="22"/>
              </w:rPr>
              <w:t>, Networking</w:t>
            </w:r>
            <w:r w:rsidR="002056AD">
              <w:rPr>
                <w:rStyle w:val="SubtleReference"/>
                <w:b/>
                <w:bCs/>
                <w:sz w:val="22"/>
                <w:szCs w:val="22"/>
              </w:rPr>
              <w:t xml:space="preserve"> Management</w:t>
            </w:r>
            <w:r w:rsidR="00E64AA7">
              <w:rPr>
                <w:rStyle w:val="SubtleReference"/>
                <w:b/>
                <w:bCs/>
                <w:sz w:val="22"/>
                <w:szCs w:val="22"/>
              </w:rPr>
              <w:t xml:space="preserve">, </w:t>
            </w:r>
            <w:r w:rsidR="00BB0B9F">
              <w:rPr>
                <w:rStyle w:val="SubtleReference"/>
                <w:b/>
                <w:bCs/>
                <w:sz w:val="22"/>
                <w:szCs w:val="22"/>
              </w:rPr>
              <w:t>Team Management,</w:t>
            </w:r>
            <w:r w:rsidR="004A2868">
              <w:rPr>
                <w:rStyle w:val="SubtleReference"/>
                <w:b/>
                <w:bCs/>
                <w:sz w:val="22"/>
                <w:szCs w:val="22"/>
              </w:rPr>
              <w:t xml:space="preserve"> </w:t>
            </w:r>
            <w:r w:rsidR="00B66907">
              <w:rPr>
                <w:rStyle w:val="SubtleReference"/>
                <w:b/>
                <w:bCs/>
                <w:sz w:val="22"/>
                <w:szCs w:val="22"/>
              </w:rPr>
              <w:t>Account Reconciliation</w:t>
            </w:r>
            <w:r w:rsidR="00E64AA7">
              <w:rPr>
                <w:rStyle w:val="SubtleReference"/>
                <w:b/>
                <w:bCs/>
                <w:sz w:val="22"/>
                <w:szCs w:val="22"/>
              </w:rPr>
              <w:t xml:space="preserve">, </w:t>
            </w:r>
            <w:r w:rsidR="002056AD">
              <w:rPr>
                <w:rStyle w:val="SubtleReference"/>
                <w:b/>
                <w:bCs/>
                <w:sz w:val="22"/>
                <w:szCs w:val="22"/>
              </w:rPr>
              <w:t xml:space="preserve"> R</w:t>
            </w:r>
            <w:r w:rsidR="00B22380">
              <w:rPr>
                <w:rStyle w:val="SubtleReference"/>
                <w:b/>
                <w:bCs/>
                <w:sz w:val="22"/>
                <w:szCs w:val="22"/>
              </w:rPr>
              <w:t>elation</w:t>
            </w:r>
            <w:r w:rsidR="002056AD">
              <w:rPr>
                <w:rStyle w:val="SubtleReference"/>
                <w:b/>
                <w:bCs/>
                <w:sz w:val="22"/>
                <w:szCs w:val="22"/>
              </w:rPr>
              <w:t xml:space="preserve">ship </w:t>
            </w:r>
            <w:r w:rsidR="00B22380">
              <w:rPr>
                <w:rStyle w:val="SubtleReference"/>
                <w:b/>
                <w:bCs/>
                <w:sz w:val="22"/>
                <w:szCs w:val="22"/>
              </w:rPr>
              <w:t>management,</w:t>
            </w:r>
            <w:r w:rsidR="006B7D3D">
              <w:rPr>
                <w:rStyle w:val="SubtleReference"/>
                <w:b/>
                <w:bCs/>
                <w:sz w:val="22"/>
                <w:szCs w:val="22"/>
              </w:rPr>
              <w:t xml:space="preserve"> </w:t>
            </w:r>
            <w:r w:rsidR="006E7EDF">
              <w:rPr>
                <w:rStyle w:val="SubtleReference"/>
                <w:b/>
                <w:bCs/>
                <w:sz w:val="22"/>
                <w:szCs w:val="22"/>
              </w:rPr>
              <w:t xml:space="preserve">Training &amp; quality Management, </w:t>
            </w:r>
            <w:r w:rsidR="00CF1423">
              <w:rPr>
                <w:rStyle w:val="SubtleReference"/>
                <w:b/>
                <w:bCs/>
                <w:sz w:val="22"/>
                <w:szCs w:val="22"/>
              </w:rPr>
              <w:t xml:space="preserve">onsite </w:t>
            </w:r>
            <w:r w:rsidR="00B22380">
              <w:rPr>
                <w:rStyle w:val="SubtleReference"/>
                <w:b/>
                <w:bCs/>
                <w:sz w:val="22"/>
                <w:szCs w:val="22"/>
              </w:rPr>
              <w:t xml:space="preserve">health </w:t>
            </w:r>
            <w:r w:rsidR="006B7D3D">
              <w:rPr>
                <w:rStyle w:val="SubtleReference"/>
                <w:b/>
                <w:bCs/>
                <w:sz w:val="22"/>
                <w:szCs w:val="22"/>
              </w:rPr>
              <w:t>camp</w:t>
            </w:r>
            <w:r w:rsidR="006E7EDF">
              <w:rPr>
                <w:rStyle w:val="SubtleReference"/>
                <w:b/>
                <w:bCs/>
                <w:sz w:val="22"/>
                <w:szCs w:val="22"/>
              </w:rPr>
              <w:t xml:space="preserve"> manaGEMENT</w:t>
            </w:r>
            <w:r w:rsidR="006B7D3D">
              <w:rPr>
                <w:rStyle w:val="SubtleReference"/>
                <w:b/>
                <w:bCs/>
                <w:sz w:val="22"/>
                <w:szCs w:val="22"/>
              </w:rPr>
              <w:t>,</w:t>
            </w:r>
            <w:r w:rsidR="00407307">
              <w:rPr>
                <w:rStyle w:val="SubtleReference"/>
                <w:b/>
                <w:bCs/>
                <w:sz w:val="22"/>
                <w:szCs w:val="22"/>
              </w:rPr>
              <w:t xml:space="preserve"> Escalation HANDLING,</w:t>
            </w:r>
            <w:r w:rsidR="0007052A">
              <w:rPr>
                <w:rStyle w:val="SubtleReference"/>
                <w:b/>
                <w:bCs/>
                <w:sz w:val="22"/>
                <w:szCs w:val="22"/>
              </w:rPr>
              <w:t xml:space="preserve"> Billing &amp; payment management</w:t>
            </w:r>
            <w:r w:rsidR="004A2868">
              <w:rPr>
                <w:rStyle w:val="SubtleReference"/>
                <w:b/>
                <w:bCs/>
                <w:sz w:val="22"/>
                <w:szCs w:val="22"/>
              </w:rPr>
              <w:t xml:space="preserve"> </w:t>
            </w:r>
            <w:r w:rsidR="008C5573">
              <w:rPr>
                <w:rStyle w:val="SubtleReference"/>
                <w:b/>
                <w:bCs/>
                <w:sz w:val="22"/>
                <w:szCs w:val="22"/>
              </w:rPr>
              <w:t xml:space="preserve"> </w:t>
            </w:r>
          </w:p>
          <w:p w:rsidR="002521A5" w:rsidRPr="000F2984" w:rsidRDefault="000621F4" w:rsidP="00BB35FE">
            <w:pPr>
              <w:pStyle w:val="Heading2"/>
              <w:contextualSpacing w:val="0"/>
              <w:jc w:val="both"/>
              <w:outlineLvl w:val="1"/>
              <w:rPr>
                <w:bCs/>
                <w:smallCaps/>
                <w:color w:val="595959" w:themeColor="text1" w:themeTint="A6"/>
                <w:sz w:val="22"/>
                <w:szCs w:val="22"/>
              </w:rPr>
            </w:pPr>
            <w:r>
              <w:rPr>
                <w:rStyle w:val="SubtleReference"/>
                <w:b/>
                <w:bCs/>
                <w:sz w:val="22"/>
                <w:szCs w:val="22"/>
              </w:rPr>
              <w:t xml:space="preserve">key </w:t>
            </w:r>
            <w:r w:rsidR="002A2509">
              <w:rPr>
                <w:rStyle w:val="SubtleReference"/>
                <w:b/>
                <w:bCs/>
                <w:sz w:val="22"/>
                <w:szCs w:val="22"/>
              </w:rPr>
              <w:t>Responsibilities:</w:t>
            </w:r>
          </w:p>
          <w:p w:rsidR="002521A5" w:rsidRDefault="002521A5" w:rsidP="002521A5">
            <w:pPr>
              <w:pStyle w:val="ListBullet"/>
              <w:jc w:val="both"/>
            </w:pPr>
            <w:r>
              <w:t>Managing overall wellness activities</w:t>
            </w:r>
            <w:r w:rsidRPr="002A2509">
              <w:t xml:space="preserve"> of corporate clients.</w:t>
            </w:r>
            <w:r w:rsidR="005B71CA">
              <w:t xml:space="preserve"> </w:t>
            </w:r>
          </w:p>
          <w:p w:rsidR="00675095" w:rsidRDefault="00675095" w:rsidP="00675095">
            <w:pPr>
              <w:pStyle w:val="ListBullet"/>
              <w:jc w:val="both"/>
            </w:pPr>
            <w:r w:rsidRPr="002A2509">
              <w:t xml:space="preserve">Managing </w:t>
            </w:r>
            <w:r>
              <w:t>operations par</w:t>
            </w:r>
            <w:r w:rsidR="004B13B3">
              <w:t>t of the projects which include</w:t>
            </w:r>
            <w:r>
              <w:t xml:space="preserve"> service delivery, managin</w:t>
            </w:r>
            <w:r w:rsidR="006A7CA9">
              <w:t>g escalations, corporate invoicing and provider payment</w:t>
            </w:r>
            <w:r w:rsidR="004B13B3">
              <w:t>s</w:t>
            </w:r>
            <w:r>
              <w:t xml:space="preserve"> etc.</w:t>
            </w:r>
          </w:p>
          <w:p w:rsidR="00E64AA7" w:rsidRDefault="00E64AA7" w:rsidP="00BB35FE">
            <w:pPr>
              <w:pStyle w:val="ListBullet"/>
              <w:jc w:val="both"/>
            </w:pPr>
            <w:r>
              <w:t>Networking</w:t>
            </w:r>
            <w:r w:rsidR="00D14814">
              <w:t xml:space="preserve"> and rate negotiation</w:t>
            </w:r>
            <w:r>
              <w:t xml:space="preserve"> with</w:t>
            </w:r>
            <w:r w:rsidR="0039679B">
              <w:t xml:space="preserve"> Hospitals, Diagnostic Centers and Wellness Aggregators</w:t>
            </w:r>
            <w:r>
              <w:t xml:space="preserve"> for tie-up of AHC, EHC and PEHC</w:t>
            </w:r>
            <w:r w:rsidR="00CF1423">
              <w:t xml:space="preserve"> packages for various corporate clients</w:t>
            </w:r>
            <w:r>
              <w:t>.</w:t>
            </w:r>
          </w:p>
          <w:p w:rsidR="008A2521" w:rsidRDefault="008A2521" w:rsidP="00BB35FE">
            <w:pPr>
              <w:pStyle w:val="ListBullet"/>
              <w:jc w:val="both"/>
            </w:pPr>
            <w:r>
              <w:t>Co-ordination with service providers</w:t>
            </w:r>
            <w:r w:rsidR="004B13B3">
              <w:t xml:space="preserve"> and corporate clients</w:t>
            </w:r>
            <w:r>
              <w:t xml:space="preserve"> for </w:t>
            </w:r>
            <w:r w:rsidR="00D14814">
              <w:t xml:space="preserve">Onsite </w:t>
            </w:r>
            <w:r w:rsidR="004A2868">
              <w:t>Wellness</w:t>
            </w:r>
            <w:r w:rsidR="00425524">
              <w:t xml:space="preserve"> Camps.</w:t>
            </w:r>
          </w:p>
          <w:p w:rsidR="0039679B" w:rsidRDefault="000657E7" w:rsidP="003B51DD">
            <w:pPr>
              <w:pStyle w:val="ListBullet"/>
              <w:jc w:val="both"/>
            </w:pPr>
            <w:r>
              <w:t>Working for the betterment of the projects by implementing or adding new services/processes in the existing projects.</w:t>
            </w:r>
          </w:p>
          <w:p w:rsidR="0039679B" w:rsidRDefault="008C5573" w:rsidP="0039679B">
            <w:pPr>
              <w:pStyle w:val="ListBullet"/>
              <w:jc w:val="both"/>
            </w:pPr>
            <w:r>
              <w:t>Managing a team of 8</w:t>
            </w:r>
            <w:r w:rsidR="006638A3">
              <w:t xml:space="preserve"> </w:t>
            </w:r>
            <w:r w:rsidR="0039679B">
              <w:t>members for smooth execution of corporate wellness projects.</w:t>
            </w:r>
          </w:p>
          <w:p w:rsidR="002A2509" w:rsidRPr="002A2509" w:rsidRDefault="000657E7" w:rsidP="00152A7D">
            <w:pPr>
              <w:pStyle w:val="ListBullet"/>
              <w:jc w:val="both"/>
            </w:pPr>
            <w:r>
              <w:t>Maintaining d</w:t>
            </w:r>
            <w:r w:rsidR="003B51DD">
              <w:t>epartment specific data and making</w:t>
            </w:r>
            <w:r>
              <w:t xml:space="preserve"> it available to the management as and when required.</w:t>
            </w:r>
          </w:p>
          <w:p w:rsidR="002A2509" w:rsidRPr="002A2509" w:rsidRDefault="0039679B" w:rsidP="00152A7D">
            <w:pPr>
              <w:pStyle w:val="ListBullet"/>
              <w:jc w:val="both"/>
            </w:pPr>
            <w:r>
              <w:t>Provider</w:t>
            </w:r>
            <w:r w:rsidR="00BF670A">
              <w:t xml:space="preserve"> a</w:t>
            </w:r>
            <w:r>
              <w:t>ccount reconciliation &amp; corporate</w:t>
            </w:r>
            <w:r w:rsidR="00BF670A">
              <w:t xml:space="preserve"> account reconciliation.</w:t>
            </w:r>
            <w:r w:rsidR="00DA0D4A">
              <w:t xml:space="preserve">  </w:t>
            </w:r>
            <w:r w:rsidR="006A7CA9">
              <w:t xml:space="preserve">   </w:t>
            </w:r>
          </w:p>
          <w:p w:rsidR="002A2509" w:rsidRPr="002A2509" w:rsidRDefault="002A2509" w:rsidP="00BB35FE">
            <w:pPr>
              <w:pStyle w:val="ListBullet"/>
              <w:jc w:val="both"/>
            </w:pPr>
            <w:r w:rsidRPr="002A2509">
              <w:t>To prepare and maintain MIS on regular basis.</w:t>
            </w:r>
          </w:p>
          <w:p w:rsidR="002A2509" w:rsidRPr="002A2509" w:rsidRDefault="002A2509" w:rsidP="00BB35FE">
            <w:pPr>
              <w:pStyle w:val="ListBullet"/>
              <w:jc w:val="both"/>
            </w:pPr>
            <w:r w:rsidRPr="002A2509">
              <w:t>To communicate with the higher management for preparing a strategy to run operations smoothly.</w:t>
            </w:r>
          </w:p>
          <w:p w:rsidR="002A2509" w:rsidRPr="002A2509" w:rsidRDefault="002A2509" w:rsidP="00BB35FE">
            <w:pPr>
              <w:pStyle w:val="ListBullet"/>
              <w:jc w:val="both"/>
            </w:pPr>
            <w:r w:rsidRPr="002A2509">
              <w:t>To work on hospitals empanelment,</w:t>
            </w:r>
            <w:r w:rsidR="00AF19B1">
              <w:t xml:space="preserve"> rate negotiation,</w:t>
            </w:r>
            <w:r w:rsidRPr="002A2509">
              <w:t xml:space="preserve"> verification of documents and MOU received from the hospitals.</w:t>
            </w:r>
          </w:p>
          <w:p w:rsidR="002A2509" w:rsidRPr="002A2509" w:rsidRDefault="002A2509" w:rsidP="00CF1423">
            <w:pPr>
              <w:pStyle w:val="ListBullet"/>
              <w:jc w:val="both"/>
            </w:pPr>
            <w:r w:rsidRPr="002A2509">
              <w:lastRenderedPageBreak/>
              <w:t>Submitting complex data into synchronized reports to my seniors.</w:t>
            </w:r>
          </w:p>
          <w:p w:rsidR="009A0508" w:rsidRDefault="002A2509" w:rsidP="00BE7D0C">
            <w:pPr>
              <w:pStyle w:val="ListBullet"/>
              <w:jc w:val="both"/>
            </w:pPr>
            <w:r w:rsidRPr="002A2509">
              <w:t>Sup</w:t>
            </w:r>
            <w:r w:rsidR="00AF19B1">
              <w:t>porting my seniors</w:t>
            </w:r>
            <w:r w:rsidRPr="002A2509">
              <w:t xml:space="preserve"> with projects and tasks when required.</w:t>
            </w:r>
          </w:p>
          <w:p w:rsidR="00EC21A5" w:rsidRDefault="00EC21A5" w:rsidP="00BB35FE">
            <w:pPr>
              <w:pStyle w:val="ListBullet"/>
              <w:jc w:val="both"/>
            </w:pPr>
            <w:r>
              <w:t>Preparing revenue data monthly, quarterly, yearly basis and as per requirement.</w:t>
            </w:r>
          </w:p>
          <w:p w:rsidR="00EC21A5" w:rsidRDefault="00EC21A5" w:rsidP="00BB35FE">
            <w:pPr>
              <w:pStyle w:val="ListBullet"/>
              <w:jc w:val="both"/>
            </w:pPr>
            <w:r>
              <w:t>Liaison with multiple stakeholders like – Tech, Product, marketing, HR and Finance to</w:t>
            </w:r>
            <w:r w:rsidR="00D14814">
              <w:t xml:space="preserve"> execute daily operations.</w:t>
            </w:r>
          </w:p>
          <w:p w:rsidR="000F2984" w:rsidRDefault="000F2984" w:rsidP="00BB35FE">
            <w:pPr>
              <w:pStyle w:val="ListBullet"/>
              <w:jc w:val="both"/>
            </w:pPr>
            <w:r>
              <w:t>Order to collection tracking and closing.</w:t>
            </w:r>
          </w:p>
          <w:p w:rsidR="002755B0" w:rsidRDefault="00451467" w:rsidP="00CF1423">
            <w:pPr>
              <w:pStyle w:val="ListBullet"/>
              <w:jc w:val="both"/>
            </w:pPr>
            <w:r>
              <w:t xml:space="preserve">Managing a team’s task responsibilities, </w:t>
            </w:r>
            <w:r w:rsidR="002755B0">
              <w:t>assigning</w:t>
            </w:r>
            <w:r w:rsidR="00CF1423">
              <w:t xml:space="preserve"> work to team members, h</w:t>
            </w:r>
            <w:r>
              <w:t>elpi</w:t>
            </w:r>
            <w:r w:rsidR="00CF1423">
              <w:t>ng them in their assigned tasks and providing training to them as and when required.</w:t>
            </w:r>
          </w:p>
          <w:p w:rsidR="002755B0" w:rsidRDefault="002755B0" w:rsidP="002755B0">
            <w:pPr>
              <w:pStyle w:val="ListBullet"/>
              <w:jc w:val="both"/>
            </w:pPr>
            <w:r>
              <w:t>Listening to team members’ feedback and resolving their queries or issues.</w:t>
            </w:r>
          </w:p>
          <w:p w:rsidR="002755B0" w:rsidRDefault="002755B0" w:rsidP="00CF1423">
            <w:pPr>
              <w:pStyle w:val="ListBullet"/>
              <w:jc w:val="both"/>
            </w:pPr>
            <w:r>
              <w:t>Tracking customers’ satisfaction &amp; ensuring closure of complaints.</w:t>
            </w:r>
          </w:p>
          <w:p w:rsidR="002755B0" w:rsidRDefault="002755B0" w:rsidP="002755B0">
            <w:pPr>
              <w:pStyle w:val="ListBullet"/>
              <w:jc w:val="both"/>
            </w:pPr>
            <w:r w:rsidRPr="00C44575">
              <w:t>Supervise operations team to ensure operational excellence and excellent customer service.</w:t>
            </w:r>
          </w:p>
          <w:p w:rsidR="00AF19B1" w:rsidRDefault="00AF19B1" w:rsidP="002755B0">
            <w:pPr>
              <w:pStyle w:val="ListBullet"/>
              <w:numPr>
                <w:ilvl w:val="0"/>
                <w:numId w:val="0"/>
              </w:numPr>
              <w:ind w:left="360"/>
              <w:jc w:val="both"/>
            </w:pPr>
          </w:p>
          <w:p w:rsidR="00672F54" w:rsidRDefault="00672F54" w:rsidP="00AB156F">
            <w:pPr>
              <w:pStyle w:val="Heading3"/>
              <w:contextualSpacing w:val="0"/>
              <w:jc w:val="both"/>
              <w:outlineLvl w:val="2"/>
              <w:rPr>
                <w:rFonts w:eastAsiaTheme="minorHAnsi" w:cstheme="minorBidi"/>
                <w:b w:val="0"/>
                <w:caps w:val="0"/>
                <w:szCs w:val="22"/>
              </w:rPr>
            </w:pPr>
          </w:p>
          <w:p w:rsidR="00AB156F" w:rsidRPr="00CF1A49" w:rsidRDefault="00AB156F" w:rsidP="00AB156F">
            <w:pPr>
              <w:pStyle w:val="Heading3"/>
              <w:contextualSpacing w:val="0"/>
              <w:jc w:val="both"/>
              <w:outlineLvl w:val="2"/>
            </w:pPr>
            <w:r>
              <w:t>Aug 2017 to sep 2021</w:t>
            </w:r>
          </w:p>
          <w:p w:rsidR="00AB156F" w:rsidRPr="006767A7" w:rsidRDefault="004964DC" w:rsidP="00AB156F">
            <w:pPr>
              <w:pStyle w:val="Heading2"/>
              <w:contextualSpacing w:val="0"/>
              <w:jc w:val="both"/>
              <w:outlineLvl w:val="1"/>
              <w:rPr>
                <w:color w:val="00B050"/>
              </w:rPr>
            </w:pPr>
            <w:r>
              <w:rPr>
                <w:color w:val="00B050"/>
              </w:rPr>
              <w:t>Operation</w:t>
            </w:r>
            <w:r w:rsidR="00DA56F5">
              <w:rPr>
                <w:color w:val="00B050"/>
              </w:rPr>
              <w:t>s</w:t>
            </w:r>
          </w:p>
          <w:p w:rsidR="00AB156F" w:rsidRPr="002A2509" w:rsidRDefault="00AB156F" w:rsidP="00AB156F">
            <w:pPr>
              <w:pStyle w:val="Heading2"/>
              <w:contextualSpacing w:val="0"/>
              <w:jc w:val="both"/>
              <w:outlineLvl w:val="1"/>
              <w:rPr>
                <w:rStyle w:val="SubtleReference"/>
                <w:b/>
              </w:rPr>
            </w:pPr>
            <w:r w:rsidRPr="002A2509">
              <w:rPr>
                <w:rStyle w:val="SubtleReference"/>
                <w:b/>
              </w:rPr>
              <w:t>Vipul medcare pvt ltd, gurgaon</w:t>
            </w:r>
          </w:p>
          <w:p w:rsidR="00AB156F" w:rsidRPr="004E0CFE" w:rsidRDefault="00AB1CC6" w:rsidP="00AB156F">
            <w:pPr>
              <w:pStyle w:val="Heading2"/>
              <w:contextualSpacing w:val="0"/>
              <w:jc w:val="both"/>
              <w:outlineLvl w:val="1"/>
              <w:rPr>
                <w:rStyle w:val="SubtleReference"/>
                <w:b/>
                <w:bCs/>
                <w:sz w:val="22"/>
                <w:szCs w:val="22"/>
              </w:rPr>
            </w:pPr>
            <w:r>
              <w:rPr>
                <w:rStyle w:val="SubtleReference"/>
                <w:b/>
                <w:bCs/>
                <w:sz w:val="22"/>
                <w:szCs w:val="22"/>
              </w:rPr>
              <w:t>Designation: Executive</w:t>
            </w:r>
            <w:r w:rsidR="00AB156F">
              <w:rPr>
                <w:rStyle w:val="SubtleReference"/>
                <w:b/>
                <w:bCs/>
                <w:sz w:val="22"/>
                <w:szCs w:val="22"/>
              </w:rPr>
              <w:t xml:space="preserve"> – O</w:t>
            </w:r>
            <w:r w:rsidR="00B360D3">
              <w:rPr>
                <w:rStyle w:val="SubtleReference"/>
                <w:b/>
                <w:bCs/>
                <w:sz w:val="22"/>
                <w:szCs w:val="22"/>
              </w:rPr>
              <w:t>perations (corporate</w:t>
            </w:r>
            <w:r w:rsidR="00AB156F">
              <w:rPr>
                <w:rStyle w:val="SubtleReference"/>
                <w:b/>
                <w:bCs/>
                <w:sz w:val="22"/>
                <w:szCs w:val="22"/>
              </w:rPr>
              <w:t xml:space="preserve"> wellness)</w:t>
            </w:r>
          </w:p>
          <w:p w:rsidR="000621F4" w:rsidRDefault="000621F4" w:rsidP="000621F4">
            <w:pPr>
              <w:pStyle w:val="Heading2"/>
              <w:contextualSpacing w:val="0"/>
              <w:jc w:val="both"/>
              <w:outlineLvl w:val="1"/>
              <w:rPr>
                <w:rStyle w:val="SubtleReference"/>
                <w:b/>
                <w:bCs/>
                <w:sz w:val="22"/>
                <w:szCs w:val="22"/>
              </w:rPr>
            </w:pPr>
            <w:r w:rsidRPr="004E0CFE">
              <w:rPr>
                <w:rStyle w:val="SubtleReference"/>
                <w:b/>
                <w:bCs/>
                <w:sz w:val="22"/>
                <w:szCs w:val="22"/>
              </w:rPr>
              <w:t>Role</w:t>
            </w:r>
            <w:r>
              <w:rPr>
                <w:rStyle w:val="SubtleReference"/>
                <w:b/>
                <w:bCs/>
                <w:sz w:val="22"/>
                <w:szCs w:val="22"/>
              </w:rPr>
              <w:t>s</w:t>
            </w:r>
            <w:r w:rsidRPr="004E0CFE">
              <w:rPr>
                <w:rStyle w:val="SubtleReference"/>
                <w:b/>
                <w:bCs/>
                <w:sz w:val="22"/>
                <w:szCs w:val="22"/>
              </w:rPr>
              <w:t xml:space="preserve">: </w:t>
            </w:r>
            <w:r>
              <w:rPr>
                <w:rStyle w:val="SubtleReference"/>
                <w:b/>
                <w:bCs/>
                <w:sz w:val="22"/>
                <w:szCs w:val="22"/>
              </w:rPr>
              <w:t>corporate &amp; provide</w:t>
            </w:r>
            <w:r w:rsidR="00DA56F5">
              <w:rPr>
                <w:rStyle w:val="SubtleReference"/>
                <w:b/>
                <w:bCs/>
                <w:sz w:val="22"/>
                <w:szCs w:val="22"/>
              </w:rPr>
              <w:t xml:space="preserve">r coordination, </w:t>
            </w:r>
            <w:r>
              <w:rPr>
                <w:rStyle w:val="SubtleReference"/>
                <w:b/>
                <w:bCs/>
                <w:sz w:val="22"/>
                <w:szCs w:val="22"/>
              </w:rPr>
              <w:t>health che</w:t>
            </w:r>
            <w:r w:rsidR="005650EE">
              <w:rPr>
                <w:rStyle w:val="SubtleReference"/>
                <w:b/>
                <w:bCs/>
                <w:sz w:val="22"/>
                <w:szCs w:val="22"/>
              </w:rPr>
              <w:t xml:space="preserve">ck-ups management, </w:t>
            </w:r>
            <w:r w:rsidR="00947696">
              <w:rPr>
                <w:rStyle w:val="SubtleReference"/>
                <w:b/>
                <w:bCs/>
                <w:sz w:val="22"/>
                <w:szCs w:val="22"/>
              </w:rPr>
              <w:t>CoVID Vaccination Drive</w:t>
            </w:r>
          </w:p>
          <w:p w:rsidR="000621F4" w:rsidRDefault="000621F4" w:rsidP="000621F4">
            <w:pPr>
              <w:pStyle w:val="Heading2"/>
              <w:contextualSpacing w:val="0"/>
              <w:jc w:val="both"/>
              <w:outlineLvl w:val="1"/>
              <w:rPr>
                <w:rStyle w:val="SubtleReference"/>
                <w:b/>
                <w:bCs/>
                <w:sz w:val="22"/>
                <w:szCs w:val="22"/>
              </w:rPr>
            </w:pPr>
            <w:r>
              <w:rPr>
                <w:rStyle w:val="SubtleReference"/>
                <w:b/>
                <w:bCs/>
                <w:sz w:val="22"/>
                <w:szCs w:val="22"/>
              </w:rPr>
              <w:t>key Responsibilities:</w:t>
            </w:r>
          </w:p>
          <w:p w:rsidR="008A2521" w:rsidRDefault="00B360D3" w:rsidP="00C24003">
            <w:pPr>
              <w:pStyle w:val="ListBullet"/>
              <w:jc w:val="both"/>
            </w:pPr>
            <w:r>
              <w:t>P</w:t>
            </w:r>
            <w:r w:rsidR="000814FD">
              <w:t>roper execution of</w:t>
            </w:r>
            <w:r w:rsidR="00947696">
              <w:t xml:space="preserve"> pre-employment, </w:t>
            </w:r>
            <w:r w:rsidR="000621F4" w:rsidRPr="002A2509">
              <w:t>annual health check-ups</w:t>
            </w:r>
            <w:r w:rsidR="005650EE">
              <w:t xml:space="preserve"> and </w:t>
            </w:r>
            <w:proofErr w:type="spellStart"/>
            <w:r w:rsidR="005650EE">
              <w:t>c</w:t>
            </w:r>
            <w:r w:rsidR="00947696">
              <w:t>ovid</w:t>
            </w:r>
            <w:proofErr w:type="spellEnd"/>
            <w:r w:rsidR="00947696">
              <w:t xml:space="preserve"> vaccination drive for</w:t>
            </w:r>
            <w:r w:rsidR="000621F4" w:rsidRPr="002A2509">
              <w:t xml:space="preserve"> </w:t>
            </w:r>
            <w:r w:rsidR="001A41B0">
              <w:t xml:space="preserve">various </w:t>
            </w:r>
            <w:r w:rsidR="000621F4" w:rsidRPr="002A2509">
              <w:t>corporate clients.</w:t>
            </w:r>
          </w:p>
          <w:p w:rsidR="00575F22" w:rsidRDefault="00575F22" w:rsidP="000621F4">
            <w:pPr>
              <w:pStyle w:val="ListBullet"/>
              <w:jc w:val="both"/>
            </w:pPr>
            <w:r>
              <w:t>Maintaining goo</w:t>
            </w:r>
            <w:r w:rsidR="008A2521">
              <w:t>d relationship with service providers and clients.</w:t>
            </w:r>
          </w:p>
          <w:p w:rsidR="001A41B0" w:rsidRPr="002A2509" w:rsidRDefault="006A694F" w:rsidP="00481B92">
            <w:pPr>
              <w:pStyle w:val="ListBullet"/>
              <w:jc w:val="both"/>
            </w:pPr>
            <w:r>
              <w:t>Preparing</w:t>
            </w:r>
            <w:r w:rsidR="00575F22" w:rsidRPr="002A2509">
              <w:t xml:space="preserve"> and maintain</w:t>
            </w:r>
            <w:r w:rsidR="00C24003">
              <w:t>ing</w:t>
            </w:r>
            <w:r w:rsidR="00947696">
              <w:t xml:space="preserve"> MIS on regular basis and sharing the same with the corporate as and when required.</w:t>
            </w:r>
            <w:r w:rsidR="00425524">
              <w:t xml:space="preserve"> </w:t>
            </w:r>
          </w:p>
          <w:p w:rsidR="004964DC" w:rsidRDefault="00EC21A5" w:rsidP="008A2521">
            <w:pPr>
              <w:pStyle w:val="ListBullet"/>
              <w:jc w:val="both"/>
            </w:pPr>
            <w:r>
              <w:t>Monthly reporting &amp; analysis.</w:t>
            </w:r>
          </w:p>
          <w:p w:rsidR="00F01ECA" w:rsidRDefault="00F01ECA" w:rsidP="00F01ECA">
            <w:pPr>
              <w:pStyle w:val="ListBullet"/>
              <w:jc w:val="both"/>
            </w:pPr>
            <w:r w:rsidRPr="002A2509">
              <w:t>Handling clients' escalations and providing customer service to clients.</w:t>
            </w:r>
          </w:p>
          <w:p w:rsidR="00AB156F" w:rsidRDefault="00DA56F5" w:rsidP="00672F54">
            <w:pPr>
              <w:pStyle w:val="ListBullet"/>
              <w:jc w:val="both"/>
            </w:pPr>
            <w:r>
              <w:t>Providing help &amp; support to team members in their assigned tasks.</w:t>
            </w:r>
          </w:p>
          <w:p w:rsidR="00B60B67" w:rsidRPr="00CF1A49" w:rsidRDefault="00B60B67" w:rsidP="00B60B67">
            <w:pPr>
              <w:pStyle w:val="ListBullet"/>
              <w:numPr>
                <w:ilvl w:val="0"/>
                <w:numId w:val="0"/>
              </w:numPr>
              <w:ind w:left="360"/>
              <w:jc w:val="both"/>
            </w:pPr>
          </w:p>
        </w:tc>
      </w:tr>
      <w:tr w:rsidR="00BE7D0C" w:rsidRPr="00CF1A49" w:rsidTr="00BE7D0C">
        <w:tc>
          <w:tcPr>
            <w:tcW w:w="9886" w:type="dxa"/>
            <w:tcMar>
              <w:top w:w="216" w:type="dxa"/>
            </w:tcMar>
          </w:tcPr>
          <w:p w:rsidR="00BE7D0C" w:rsidRDefault="00BE7D0C" w:rsidP="00514036">
            <w:pPr>
              <w:pStyle w:val="Heading1"/>
              <w:outlineLvl w:val="0"/>
            </w:pPr>
            <w:r w:rsidRPr="0084347F">
              <w:lastRenderedPageBreak/>
              <w:t>Employment</w:t>
            </w:r>
            <w:r>
              <w:t xml:space="preserve"> history</w:t>
            </w:r>
          </w:p>
          <w:p w:rsidR="00BE7D0C" w:rsidRPr="00AF19B1" w:rsidRDefault="00BE7D0C" w:rsidP="00514036">
            <w:pPr>
              <w:pStyle w:val="ListBullet"/>
              <w:jc w:val="both"/>
            </w:pPr>
            <w:r w:rsidRPr="00AF19B1">
              <w:t>Worked well independently and in a team to solve problems.</w:t>
            </w:r>
          </w:p>
          <w:p w:rsidR="00BE7D0C" w:rsidRPr="00AF19B1" w:rsidRDefault="00BE7D0C" w:rsidP="00514036">
            <w:pPr>
              <w:pStyle w:val="ListBullet"/>
              <w:jc w:val="both"/>
            </w:pPr>
            <w:r w:rsidRPr="00AF19B1">
              <w:t xml:space="preserve">Served as a </w:t>
            </w:r>
            <w:r w:rsidR="00CF1423">
              <w:t xml:space="preserve">friendly, hardworking </w:t>
            </w:r>
            <w:r w:rsidRPr="00AF19B1">
              <w:t>and punctual employee.</w:t>
            </w:r>
          </w:p>
          <w:p w:rsidR="00BE7D0C" w:rsidRPr="00AF19B1" w:rsidRDefault="00BE7D0C" w:rsidP="00514036">
            <w:pPr>
              <w:pStyle w:val="ListBullet"/>
              <w:jc w:val="both"/>
            </w:pPr>
            <w:r w:rsidRPr="00AF19B1">
              <w:t>Organized and prioritized work to complete assignments in a timely and efficient manner.</w:t>
            </w:r>
          </w:p>
          <w:p w:rsidR="00BE7D0C" w:rsidRPr="00AF19B1" w:rsidRDefault="00BE7D0C" w:rsidP="00514036">
            <w:pPr>
              <w:pStyle w:val="ListBullet"/>
              <w:jc w:val="both"/>
            </w:pPr>
            <w:r w:rsidRPr="00AF19B1">
              <w:t>Brought forth excellent time management and multitasking skills.</w:t>
            </w:r>
          </w:p>
          <w:p w:rsidR="00BE7D0C" w:rsidRPr="00AF19B1" w:rsidRDefault="00BE7D0C" w:rsidP="00514036">
            <w:pPr>
              <w:pStyle w:val="ListBullet"/>
              <w:jc w:val="both"/>
            </w:pPr>
            <w:r w:rsidRPr="00AF19B1">
              <w:t>Executed superior planning skills.</w:t>
            </w:r>
          </w:p>
          <w:p w:rsidR="00BE7D0C" w:rsidRPr="00A65F35" w:rsidRDefault="00BE7D0C" w:rsidP="00514036">
            <w:pPr>
              <w:pStyle w:val="ListBullet"/>
              <w:jc w:val="both"/>
              <w:rPr>
                <w:rFonts w:eastAsia="Times New Roman" w:cstheme="minorHAnsi"/>
                <w:color w:val="262B33"/>
                <w:lang w:eastAsia="en-IN"/>
              </w:rPr>
            </w:pPr>
            <w:r w:rsidRPr="00AF19B1">
              <w:t>Worked with managers and business units to determine event and project budgets.</w:t>
            </w:r>
          </w:p>
          <w:p w:rsidR="00BE7D0C" w:rsidRPr="00C65D86" w:rsidRDefault="00BE7D0C" w:rsidP="00514036">
            <w:pPr>
              <w:pStyle w:val="ListBullet"/>
              <w:jc w:val="both"/>
              <w:rPr>
                <w:rFonts w:eastAsia="Times New Roman" w:cstheme="minorHAnsi"/>
                <w:color w:val="262B33"/>
                <w:lang w:eastAsia="en-IN"/>
              </w:rPr>
            </w:pPr>
            <w:r w:rsidRPr="00A65F35">
              <w:t>Generate</w:t>
            </w:r>
            <w:r>
              <w:t>d</w:t>
            </w:r>
            <w:r w:rsidRPr="00A65F35">
              <w:t xml:space="preserve"> operational reports for management as needed.</w:t>
            </w:r>
          </w:p>
        </w:tc>
      </w:tr>
      <w:tr w:rsidR="00BE7D0C" w:rsidRPr="00CF1A49" w:rsidTr="00BE7D0C">
        <w:tc>
          <w:tcPr>
            <w:tcW w:w="9886" w:type="dxa"/>
            <w:tcMar>
              <w:top w:w="216" w:type="dxa"/>
            </w:tcMar>
          </w:tcPr>
          <w:p w:rsidR="00BE7D0C" w:rsidRDefault="00BE7D0C" w:rsidP="00514036">
            <w:pPr>
              <w:jc w:val="both"/>
            </w:pPr>
          </w:p>
        </w:tc>
      </w:tr>
    </w:tbl>
    <w:p w:rsidR="00266D14" w:rsidRPr="00CF1A49" w:rsidRDefault="004964DC" w:rsidP="00BB35FE">
      <w:pPr>
        <w:pStyle w:val="Heading1"/>
        <w:jc w:val="both"/>
      </w:pPr>
      <w:r>
        <w:t>academic qualifications</w:t>
      </w:r>
      <w:r>
        <w:tab/>
      </w:r>
    </w:p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</w:tblPr>
      <w:tblGrid>
        <w:gridCol w:w="9886"/>
      </w:tblGrid>
      <w:tr w:rsidR="00266D14" w:rsidRPr="00CF1A49" w:rsidTr="006D3F8C">
        <w:tc>
          <w:tcPr>
            <w:tcW w:w="9290" w:type="dxa"/>
          </w:tcPr>
          <w:p w:rsidR="00266D14" w:rsidRPr="003A02DF" w:rsidRDefault="006B7D3D" w:rsidP="00BB35FE">
            <w:pPr>
              <w:pStyle w:val="Heading3"/>
              <w:contextualSpacing w:val="0"/>
              <w:jc w:val="both"/>
              <w:outlineLvl w:val="2"/>
              <w:rPr>
                <w:szCs w:val="22"/>
              </w:rPr>
            </w:pPr>
            <w:r w:rsidRPr="003A02DF">
              <w:rPr>
                <w:szCs w:val="22"/>
              </w:rPr>
              <w:t>2016</w:t>
            </w:r>
          </w:p>
          <w:p w:rsidR="00266D14" w:rsidRPr="003A02DF" w:rsidRDefault="006B7D3D" w:rsidP="00BB35FE">
            <w:pPr>
              <w:pStyle w:val="Heading2"/>
              <w:contextualSpacing w:val="0"/>
              <w:jc w:val="both"/>
              <w:outlineLvl w:val="1"/>
              <w:rPr>
                <w:rStyle w:val="SubtleReference"/>
                <w:sz w:val="22"/>
                <w:szCs w:val="22"/>
              </w:rPr>
            </w:pPr>
            <w:r w:rsidRPr="003A02DF">
              <w:rPr>
                <w:color w:val="00B050"/>
                <w:sz w:val="22"/>
                <w:szCs w:val="22"/>
              </w:rPr>
              <w:t>MBA (Finance &amp; HR)</w:t>
            </w:r>
            <w:r w:rsidR="00266D14" w:rsidRPr="003A02DF">
              <w:rPr>
                <w:color w:val="00B050"/>
                <w:sz w:val="22"/>
                <w:szCs w:val="22"/>
              </w:rPr>
              <w:t>,</w:t>
            </w:r>
            <w:r w:rsidRPr="003A02DF">
              <w:rPr>
                <w:sz w:val="22"/>
                <w:szCs w:val="22"/>
              </w:rPr>
              <w:t xml:space="preserve"> </w:t>
            </w:r>
            <w:r w:rsidRPr="003A02DF">
              <w:rPr>
                <w:rStyle w:val="SubtleReference"/>
                <w:sz w:val="22"/>
                <w:szCs w:val="22"/>
              </w:rPr>
              <w:t>lovely professional university, punjab</w:t>
            </w:r>
            <w:r w:rsidRPr="003A02DF">
              <w:rPr>
                <w:rStyle w:val="SubtleReference"/>
                <w:sz w:val="22"/>
                <w:szCs w:val="22"/>
              </w:rPr>
              <w:tab/>
            </w:r>
            <w:r w:rsidR="00266D14" w:rsidRPr="003A02DF">
              <w:rPr>
                <w:rStyle w:val="SubtleReference"/>
                <w:sz w:val="22"/>
                <w:szCs w:val="22"/>
              </w:rPr>
              <w:t xml:space="preserve"> </w:t>
            </w:r>
          </w:p>
          <w:p w:rsidR="00266D14" w:rsidRPr="003A02DF" w:rsidRDefault="00266D14" w:rsidP="00BB35FE">
            <w:pPr>
              <w:pStyle w:val="Heading3"/>
              <w:contextualSpacing w:val="0"/>
              <w:jc w:val="both"/>
              <w:outlineLvl w:val="2"/>
              <w:rPr>
                <w:rStyle w:val="SubtleReference"/>
                <w:b/>
                <w:smallCaps w:val="0"/>
                <w:szCs w:val="22"/>
              </w:rPr>
            </w:pPr>
            <w:r w:rsidRPr="003A02DF">
              <w:rPr>
                <w:szCs w:val="22"/>
              </w:rPr>
              <w:lastRenderedPageBreak/>
              <w:t>20</w:t>
            </w:r>
            <w:r w:rsidR="006B7D3D" w:rsidRPr="003A02DF">
              <w:rPr>
                <w:szCs w:val="22"/>
              </w:rPr>
              <w:t>12</w:t>
            </w:r>
          </w:p>
          <w:p w:rsidR="00575F22" w:rsidRPr="00D35563" w:rsidRDefault="006B7D3D" w:rsidP="00BB35FE">
            <w:pPr>
              <w:pStyle w:val="Heading2"/>
              <w:contextualSpacing w:val="0"/>
              <w:jc w:val="both"/>
              <w:outlineLvl w:val="1"/>
              <w:rPr>
                <w:b w:val="0"/>
                <w:smallCaps/>
                <w:color w:val="595959" w:themeColor="text1" w:themeTint="A6"/>
                <w:sz w:val="22"/>
                <w:szCs w:val="22"/>
              </w:rPr>
            </w:pPr>
            <w:r w:rsidRPr="003A02DF">
              <w:rPr>
                <w:color w:val="00B050"/>
                <w:sz w:val="22"/>
                <w:szCs w:val="22"/>
              </w:rPr>
              <w:t>B.Com</w:t>
            </w:r>
            <w:r w:rsidR="00266D14" w:rsidRPr="003A02DF">
              <w:rPr>
                <w:color w:val="00B050"/>
                <w:sz w:val="22"/>
                <w:szCs w:val="22"/>
              </w:rPr>
              <w:t>,</w:t>
            </w:r>
            <w:r w:rsidRPr="003A02DF">
              <w:rPr>
                <w:sz w:val="22"/>
                <w:szCs w:val="22"/>
              </w:rPr>
              <w:t xml:space="preserve"> </w:t>
            </w:r>
            <w:r w:rsidRPr="003A02DF">
              <w:rPr>
                <w:rStyle w:val="SubtleReference"/>
                <w:sz w:val="22"/>
                <w:szCs w:val="22"/>
              </w:rPr>
              <w:t xml:space="preserve">Maharashi Dayanand </w:t>
            </w:r>
            <w:r w:rsidR="00266D14" w:rsidRPr="003A02DF">
              <w:rPr>
                <w:rStyle w:val="SubtleReference"/>
                <w:sz w:val="22"/>
                <w:szCs w:val="22"/>
              </w:rPr>
              <w:t>university,</w:t>
            </w:r>
            <w:r w:rsidRPr="003A02DF">
              <w:rPr>
                <w:rStyle w:val="SubtleReference"/>
                <w:sz w:val="22"/>
                <w:szCs w:val="22"/>
              </w:rPr>
              <w:t xml:space="preserve"> Haryana</w:t>
            </w:r>
          </w:p>
        </w:tc>
      </w:tr>
    </w:tbl>
    <w:p w:rsidR="00FB0B5B" w:rsidRDefault="00FB0B5B" w:rsidP="00BB35FE">
      <w:pPr>
        <w:jc w:val="both"/>
        <w:rPr>
          <w:rFonts w:asciiTheme="majorHAnsi" w:eastAsiaTheme="majorEastAsia" w:hAnsiTheme="majorHAnsi" w:cstheme="majorBidi"/>
          <w:b/>
          <w:caps/>
          <w:color w:val="262626" w:themeColor="text1" w:themeTint="D9"/>
          <w:sz w:val="28"/>
          <w:szCs w:val="32"/>
        </w:rPr>
      </w:pPr>
    </w:p>
    <w:sdt>
      <w:sdtPr>
        <w:alias w:val="Skills:"/>
        <w:tag w:val="Skills:"/>
        <w:id w:val="-1392877668"/>
        <w:placeholder>
          <w:docPart w:val="DC1254A2966740BFA0F31BC02A10540F"/>
        </w:placeholder>
        <w:temporary/>
        <w:showingPlcHdr/>
      </w:sdtPr>
      <w:sdtEndPr/>
      <w:sdtContent>
        <w:p w:rsidR="00486277" w:rsidRPr="00CF1A49" w:rsidRDefault="00486277" w:rsidP="00BB35FE">
          <w:pPr>
            <w:pStyle w:val="Heading1"/>
            <w:jc w:val="both"/>
          </w:pPr>
          <w:r w:rsidRPr="00CF1A49">
            <w:t>Skills</w:t>
          </w:r>
        </w:p>
      </w:sdtContent>
    </w:sdt>
    <w:tbl>
      <w:tblPr>
        <w:tblStyle w:val="TableGrid"/>
        <w:tblW w:w="5605" w:type="pct"/>
        <w:tblInd w:w="-5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961"/>
        <w:gridCol w:w="570"/>
      </w:tblGrid>
      <w:tr w:rsidR="003A0632" w:rsidRPr="006E1507" w:rsidTr="00C24003">
        <w:trPr>
          <w:gridAfter w:val="1"/>
          <w:wAfter w:w="543" w:type="dxa"/>
          <w:trHeight w:val="2477"/>
        </w:trPr>
        <w:tc>
          <w:tcPr>
            <w:tcW w:w="4723" w:type="dxa"/>
          </w:tcPr>
          <w:p w:rsidR="009F4B58" w:rsidRDefault="004964DC" w:rsidP="00BB35FE">
            <w:pPr>
              <w:pStyle w:val="ListBullet"/>
              <w:contextualSpacing w:val="0"/>
              <w:jc w:val="both"/>
            </w:pPr>
            <w:r>
              <w:t>Quick</w:t>
            </w:r>
            <w:r w:rsidR="00037B60">
              <w:t xml:space="preserve"> Learner</w:t>
            </w:r>
          </w:p>
          <w:p w:rsidR="009C7180" w:rsidRDefault="00037B60" w:rsidP="00BB35FE">
            <w:pPr>
              <w:pStyle w:val="ListBullet"/>
              <w:contextualSpacing w:val="0"/>
              <w:jc w:val="both"/>
            </w:pPr>
            <w:r>
              <w:t>Decision Making</w:t>
            </w:r>
          </w:p>
          <w:p w:rsidR="009C7180" w:rsidRDefault="00BB35FE" w:rsidP="00BB35FE">
            <w:pPr>
              <w:pStyle w:val="ListBullet"/>
              <w:contextualSpacing w:val="0"/>
              <w:jc w:val="both"/>
            </w:pPr>
            <w:r>
              <w:t xml:space="preserve">Team </w:t>
            </w:r>
            <w:r w:rsidR="00826E38">
              <w:t>Management</w:t>
            </w:r>
          </w:p>
          <w:p w:rsidR="009C7180" w:rsidRDefault="00037B60" w:rsidP="00BB35FE">
            <w:pPr>
              <w:pStyle w:val="ListBullet"/>
              <w:contextualSpacing w:val="0"/>
              <w:jc w:val="both"/>
            </w:pPr>
            <w:r>
              <w:t>Ability to work under Pressure</w:t>
            </w:r>
          </w:p>
          <w:p w:rsidR="003A73D6" w:rsidRDefault="00037B60" w:rsidP="00BB35FE">
            <w:pPr>
              <w:pStyle w:val="ListBullet"/>
              <w:contextualSpacing w:val="0"/>
              <w:jc w:val="both"/>
            </w:pPr>
            <w:r>
              <w:t>Problem Solving</w:t>
            </w:r>
          </w:p>
          <w:p w:rsidR="003A73D6" w:rsidRDefault="00037B60" w:rsidP="00BB35FE">
            <w:pPr>
              <w:pStyle w:val="ListBullet"/>
              <w:contextualSpacing w:val="0"/>
              <w:jc w:val="both"/>
            </w:pPr>
            <w:r>
              <w:t>Ability to work in Team</w:t>
            </w:r>
          </w:p>
          <w:p w:rsidR="00BB35FE" w:rsidRDefault="00BB35FE" w:rsidP="00BB35FE">
            <w:pPr>
              <w:pStyle w:val="ListBullet"/>
              <w:contextualSpacing w:val="0"/>
              <w:jc w:val="both"/>
            </w:pPr>
            <w:r>
              <w:t>Data Analysis</w:t>
            </w:r>
          </w:p>
          <w:p w:rsidR="000477C1" w:rsidRDefault="000477C1" w:rsidP="00BB35FE">
            <w:pPr>
              <w:pStyle w:val="ListBullet"/>
              <w:contextualSpacing w:val="0"/>
              <w:jc w:val="both"/>
            </w:pPr>
            <w:r>
              <w:t>MS Excel</w:t>
            </w:r>
          </w:p>
          <w:p w:rsidR="002056AD" w:rsidRPr="006E1507" w:rsidRDefault="002056AD" w:rsidP="00BB35FE">
            <w:pPr>
              <w:pStyle w:val="ListBullet"/>
              <w:contextualSpacing w:val="0"/>
              <w:jc w:val="both"/>
            </w:pPr>
            <w:r>
              <w:t>Customer Service</w:t>
            </w:r>
          </w:p>
        </w:tc>
        <w:tc>
          <w:tcPr>
            <w:tcW w:w="4723" w:type="dxa"/>
            <w:tcMar>
              <w:left w:w="360" w:type="dxa"/>
            </w:tcMar>
          </w:tcPr>
          <w:p w:rsidR="001E3120" w:rsidRPr="006E1507" w:rsidRDefault="002056AD" w:rsidP="00BB35FE">
            <w:pPr>
              <w:pStyle w:val="ListBullet"/>
              <w:contextualSpacing w:val="0"/>
              <w:jc w:val="both"/>
            </w:pPr>
            <w:r>
              <w:t>Rate Negotiation</w:t>
            </w:r>
          </w:p>
          <w:p w:rsidR="009C7180" w:rsidRDefault="002056AD" w:rsidP="00152A7D">
            <w:pPr>
              <w:pStyle w:val="ListBullet"/>
              <w:contextualSpacing w:val="0"/>
              <w:jc w:val="both"/>
            </w:pPr>
            <w:r>
              <w:t>Relationship Management</w:t>
            </w:r>
          </w:p>
          <w:p w:rsidR="009C7180" w:rsidRDefault="00037B60" w:rsidP="00BB35FE">
            <w:pPr>
              <w:pStyle w:val="ListBullet"/>
              <w:contextualSpacing w:val="0"/>
              <w:jc w:val="both"/>
            </w:pPr>
            <w:r>
              <w:t>Punctual</w:t>
            </w:r>
          </w:p>
          <w:p w:rsidR="003A73D6" w:rsidRDefault="006B7D3D" w:rsidP="00BB35FE">
            <w:pPr>
              <w:pStyle w:val="ListBullet"/>
              <w:contextualSpacing w:val="0"/>
              <w:jc w:val="both"/>
            </w:pPr>
            <w:r>
              <w:t>Ability to Multitask</w:t>
            </w:r>
          </w:p>
          <w:p w:rsidR="006B7D3D" w:rsidRDefault="00584CA0" w:rsidP="00BB35FE">
            <w:pPr>
              <w:pStyle w:val="ListBullet"/>
              <w:contextualSpacing w:val="0"/>
              <w:jc w:val="both"/>
            </w:pPr>
            <w:r>
              <w:t>Self-</w:t>
            </w:r>
            <w:r w:rsidR="006B7D3D">
              <w:t>Motivation</w:t>
            </w:r>
          </w:p>
          <w:p w:rsidR="006B7D3D" w:rsidRDefault="006929F5" w:rsidP="00BB35FE">
            <w:pPr>
              <w:pStyle w:val="ListBullet"/>
              <w:contextualSpacing w:val="0"/>
              <w:jc w:val="both"/>
            </w:pPr>
            <w:r>
              <w:t>Organizational Skill</w:t>
            </w:r>
          </w:p>
          <w:p w:rsidR="00BB35FE" w:rsidRDefault="006929F5" w:rsidP="00BB35FE">
            <w:pPr>
              <w:pStyle w:val="ListBullet"/>
              <w:contextualSpacing w:val="0"/>
              <w:jc w:val="both"/>
            </w:pPr>
            <w:r>
              <w:t>Presentation skill</w:t>
            </w:r>
          </w:p>
          <w:p w:rsidR="00A03294" w:rsidRDefault="000477C1" w:rsidP="00A03294">
            <w:pPr>
              <w:pStyle w:val="ListBullet"/>
              <w:contextualSpacing w:val="0"/>
              <w:jc w:val="both"/>
            </w:pPr>
            <w:r>
              <w:t>Detail Oriented</w:t>
            </w:r>
          </w:p>
          <w:p w:rsidR="009C7180" w:rsidRDefault="00A03294" w:rsidP="00A03294">
            <w:pPr>
              <w:pStyle w:val="ListBullet"/>
              <w:contextualSpacing w:val="0"/>
              <w:jc w:val="both"/>
            </w:pPr>
            <w:r>
              <w:t>Leadership</w:t>
            </w:r>
          </w:p>
          <w:p w:rsidR="002056AD" w:rsidRPr="006E1507" w:rsidRDefault="002056AD" w:rsidP="00FD0ECB">
            <w:pPr>
              <w:pStyle w:val="ListBullet"/>
              <w:numPr>
                <w:ilvl w:val="0"/>
                <w:numId w:val="0"/>
              </w:numPr>
              <w:contextualSpacing w:val="0"/>
              <w:jc w:val="both"/>
            </w:pPr>
          </w:p>
        </w:tc>
      </w:tr>
      <w:tr w:rsidR="00037B60" w:rsidRPr="006E1507" w:rsidTr="00C24003">
        <w:trPr>
          <w:trHeight w:val="770"/>
        </w:trPr>
        <w:tc>
          <w:tcPr>
            <w:tcW w:w="9989" w:type="dxa"/>
            <w:gridSpan w:val="3"/>
          </w:tcPr>
          <w:p w:rsidR="00037B60" w:rsidRDefault="00037B60" w:rsidP="00BB35FE">
            <w:pPr>
              <w:jc w:val="both"/>
              <w:rPr>
                <w:rFonts w:ascii="Calibri" w:hAnsi="Calibri"/>
                <w:szCs w:val="20"/>
              </w:rPr>
            </w:pPr>
          </w:p>
          <w:p w:rsidR="00C24003" w:rsidRDefault="00C24003" w:rsidP="00BB35FE">
            <w:pPr>
              <w:jc w:val="both"/>
              <w:rPr>
                <w:rFonts w:ascii="Calibri" w:hAnsi="Calibri"/>
                <w:szCs w:val="20"/>
              </w:rPr>
            </w:pPr>
          </w:p>
          <w:p w:rsidR="00C24003" w:rsidRDefault="00C24003" w:rsidP="00BB35FE">
            <w:pPr>
              <w:jc w:val="both"/>
              <w:rPr>
                <w:rFonts w:ascii="Calibri" w:hAnsi="Calibri"/>
                <w:szCs w:val="20"/>
              </w:rPr>
            </w:pPr>
            <w:r>
              <w:rPr>
                <w:rFonts w:asciiTheme="majorHAnsi" w:eastAsiaTheme="majorEastAsia" w:hAnsiTheme="majorHAnsi" w:cstheme="majorBidi"/>
                <w:b/>
                <w:caps/>
                <w:color w:val="262626" w:themeColor="text1" w:themeTint="D9"/>
                <w:sz w:val="28"/>
                <w:szCs w:val="32"/>
              </w:rPr>
              <w:t xml:space="preserve">      </w:t>
            </w:r>
            <w:r w:rsidRPr="00C24003">
              <w:rPr>
                <w:rFonts w:asciiTheme="majorHAnsi" w:eastAsiaTheme="majorEastAsia" w:hAnsiTheme="majorHAnsi" w:cstheme="majorBidi"/>
                <w:b/>
                <w:caps/>
                <w:color w:val="262626" w:themeColor="text1" w:themeTint="D9"/>
                <w:sz w:val="28"/>
                <w:szCs w:val="32"/>
              </w:rPr>
              <w:t>PERSONAL DETAILS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424"/>
        <w:tblW w:w="4975" w:type="pct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</w:tblPr>
      <w:tblGrid>
        <w:gridCol w:w="9886"/>
      </w:tblGrid>
      <w:tr w:rsidR="00C24003" w:rsidRPr="00CF1A49" w:rsidTr="00C24003">
        <w:tc>
          <w:tcPr>
            <w:tcW w:w="9886" w:type="dxa"/>
          </w:tcPr>
          <w:p w:rsidR="00C24003" w:rsidRPr="003A02DF" w:rsidRDefault="00C24003" w:rsidP="00C24003">
            <w:pPr>
              <w:pStyle w:val="Heading2"/>
              <w:contextualSpacing w:val="0"/>
              <w:jc w:val="both"/>
              <w:outlineLvl w:val="1"/>
              <w:rPr>
                <w:rStyle w:val="SubtleReference"/>
                <w:sz w:val="22"/>
                <w:szCs w:val="22"/>
              </w:rPr>
            </w:pPr>
            <w:r>
              <w:rPr>
                <w:rStyle w:val="SubtleReference"/>
                <w:sz w:val="22"/>
                <w:szCs w:val="22"/>
              </w:rPr>
              <w:t>Language known</w:t>
            </w:r>
            <w:r w:rsidRPr="003A02DF">
              <w:rPr>
                <w:rStyle w:val="SubtleReference"/>
                <w:sz w:val="22"/>
                <w:szCs w:val="22"/>
              </w:rPr>
              <w:t xml:space="preserve">         </w:t>
            </w:r>
            <w:r>
              <w:rPr>
                <w:rStyle w:val="SubtleReference"/>
                <w:sz w:val="22"/>
                <w:szCs w:val="22"/>
              </w:rPr>
              <w:t xml:space="preserve">  </w:t>
            </w:r>
            <w:r w:rsidRPr="003A02DF">
              <w:rPr>
                <w:rStyle w:val="SubtleReference"/>
                <w:sz w:val="22"/>
                <w:szCs w:val="22"/>
              </w:rPr>
              <w:t>-      English, hindi</w:t>
            </w:r>
          </w:p>
          <w:p w:rsidR="00C24003" w:rsidRPr="00266D14" w:rsidRDefault="00C24003" w:rsidP="00C24003">
            <w:pPr>
              <w:pStyle w:val="Heading2"/>
              <w:tabs>
                <w:tab w:val="left" w:pos="1845"/>
                <w:tab w:val="left" w:pos="2430"/>
              </w:tabs>
              <w:contextualSpacing w:val="0"/>
              <w:jc w:val="both"/>
              <w:outlineLvl w:val="1"/>
              <w:rPr>
                <w:b w:val="0"/>
                <w:smallCaps/>
                <w:color w:val="595959" w:themeColor="text1" w:themeTint="A6"/>
              </w:rPr>
            </w:pPr>
            <w:proofErr w:type="gramStart"/>
            <w:r>
              <w:rPr>
                <w:rStyle w:val="SubtleReference"/>
                <w:sz w:val="22"/>
                <w:szCs w:val="22"/>
              </w:rPr>
              <w:t xml:space="preserve">hobbies                      </w:t>
            </w:r>
            <w:r w:rsidR="009F27CA">
              <w:rPr>
                <w:rStyle w:val="SubtleReference"/>
                <w:sz w:val="22"/>
                <w:szCs w:val="22"/>
              </w:rPr>
              <w:t xml:space="preserve">  </w:t>
            </w:r>
            <w:r>
              <w:rPr>
                <w:rStyle w:val="SubtleReference"/>
                <w:sz w:val="22"/>
                <w:szCs w:val="22"/>
              </w:rPr>
              <w:t xml:space="preserve">   </w:t>
            </w:r>
            <w:r w:rsidR="009F27CA">
              <w:rPr>
                <w:rStyle w:val="SubtleReference"/>
                <w:sz w:val="22"/>
                <w:szCs w:val="22"/>
              </w:rPr>
              <w:t xml:space="preserve">    </w:t>
            </w:r>
            <w:r>
              <w:rPr>
                <w:rStyle w:val="SubtleReference"/>
                <w:sz w:val="22"/>
                <w:szCs w:val="22"/>
              </w:rPr>
              <w:t xml:space="preserve"> -      </w:t>
            </w:r>
            <w:r w:rsidRPr="003A02DF">
              <w:rPr>
                <w:rStyle w:val="SubtleReference"/>
                <w:sz w:val="22"/>
                <w:szCs w:val="22"/>
              </w:rPr>
              <w:t xml:space="preserve">STUDYING, LISTENING TO MUSIC, </w:t>
            </w:r>
            <w:r>
              <w:rPr>
                <w:rStyle w:val="SubtleReference"/>
                <w:sz w:val="22"/>
                <w:szCs w:val="22"/>
              </w:rPr>
              <w:t xml:space="preserve">dancing, </w:t>
            </w:r>
            <w:r w:rsidRPr="003A02DF">
              <w:rPr>
                <w:rStyle w:val="SubtleReference"/>
                <w:sz w:val="22"/>
                <w:szCs w:val="22"/>
              </w:rPr>
              <w:t>TRAVELLINg</w:t>
            </w:r>
            <w:r>
              <w:rPr>
                <w:rStyle w:val="SubtleReference"/>
                <w:sz w:val="22"/>
                <w:szCs w:val="22"/>
              </w:rPr>
              <w:t xml:space="preserve"> and learning new skills.</w:t>
            </w:r>
            <w:proofErr w:type="gramEnd"/>
            <w:r>
              <w:rPr>
                <w:rStyle w:val="SubtleReference"/>
                <w:sz w:val="22"/>
                <w:szCs w:val="22"/>
              </w:rPr>
              <w:tab/>
            </w:r>
            <w:r>
              <w:rPr>
                <w:rStyle w:val="SubtleReference"/>
                <w:sz w:val="22"/>
                <w:szCs w:val="22"/>
              </w:rPr>
              <w:tab/>
            </w:r>
          </w:p>
        </w:tc>
      </w:tr>
      <w:tr w:rsidR="00C24003" w:rsidRPr="00CF1A49" w:rsidTr="00C24003">
        <w:trPr>
          <w:trHeight w:val="122"/>
        </w:trPr>
        <w:tc>
          <w:tcPr>
            <w:tcW w:w="9886" w:type="dxa"/>
          </w:tcPr>
          <w:p w:rsidR="00C24003" w:rsidRDefault="00C24003" w:rsidP="00C24003">
            <w:pPr>
              <w:pStyle w:val="Heading2"/>
              <w:jc w:val="both"/>
              <w:outlineLvl w:val="1"/>
              <w:rPr>
                <w:rStyle w:val="SubtleReference"/>
              </w:rPr>
            </w:pPr>
          </w:p>
        </w:tc>
      </w:tr>
    </w:tbl>
    <w:p w:rsidR="00A1305A" w:rsidRPr="00CF1A49" w:rsidRDefault="00A1305A" w:rsidP="00BB35FE">
      <w:pPr>
        <w:pStyle w:val="Heading1"/>
        <w:jc w:val="both"/>
      </w:pPr>
    </w:p>
    <w:p w:rsidR="000E4298" w:rsidRDefault="000E4298" w:rsidP="000E4298">
      <w:pPr>
        <w:pStyle w:val="Heading1"/>
        <w:jc w:val="both"/>
      </w:pPr>
      <w:r>
        <w:t>Declaration</w:t>
      </w:r>
    </w:p>
    <w:p w:rsidR="000E4298" w:rsidRPr="005830B0" w:rsidRDefault="000E4298" w:rsidP="000E4298">
      <w:pPr>
        <w:autoSpaceDE w:val="0"/>
        <w:autoSpaceDN w:val="0"/>
        <w:adjustRightInd w:val="0"/>
        <w:rPr>
          <w:rFonts w:cstheme="minorHAnsi"/>
        </w:rPr>
      </w:pPr>
      <w:r w:rsidRPr="005830B0">
        <w:rPr>
          <w:rFonts w:cstheme="minorHAnsi"/>
        </w:rPr>
        <w:t>I hereby declare that all the above information is correct and accurate up to the best of my knowledge &amp; belief.</w:t>
      </w:r>
    </w:p>
    <w:p w:rsidR="000E4298" w:rsidRPr="000E4298" w:rsidRDefault="000E4298" w:rsidP="000E4298">
      <w:pPr>
        <w:autoSpaceDE w:val="0"/>
        <w:autoSpaceDN w:val="0"/>
        <w:adjustRightInd w:val="0"/>
        <w:rPr>
          <w:rFonts w:cstheme="minorHAnsi"/>
          <w:color w:val="222222"/>
        </w:rPr>
      </w:pPr>
    </w:p>
    <w:p w:rsidR="00451467" w:rsidRDefault="00451467" w:rsidP="000E4298">
      <w:pPr>
        <w:tabs>
          <w:tab w:val="left" w:pos="750"/>
          <w:tab w:val="left" w:pos="6705"/>
        </w:tabs>
        <w:autoSpaceDE w:val="0"/>
        <w:autoSpaceDN w:val="0"/>
        <w:adjustRightInd w:val="0"/>
        <w:rPr>
          <w:rFonts w:cstheme="minorHAnsi"/>
          <w:b/>
          <w:color w:val="222222"/>
        </w:rPr>
      </w:pPr>
    </w:p>
    <w:p w:rsidR="000E4298" w:rsidRPr="000E4298" w:rsidRDefault="000E4298" w:rsidP="000E4298">
      <w:pPr>
        <w:tabs>
          <w:tab w:val="left" w:pos="750"/>
          <w:tab w:val="left" w:pos="6705"/>
        </w:tabs>
        <w:autoSpaceDE w:val="0"/>
        <w:autoSpaceDN w:val="0"/>
        <w:adjustRightInd w:val="0"/>
        <w:rPr>
          <w:rFonts w:cstheme="minorHAnsi"/>
          <w:b/>
          <w:color w:val="222222"/>
        </w:rPr>
      </w:pPr>
      <w:r w:rsidRPr="000E4298">
        <w:rPr>
          <w:rFonts w:cstheme="minorHAnsi"/>
          <w:b/>
          <w:color w:val="222222"/>
        </w:rPr>
        <w:t>Date:</w:t>
      </w:r>
      <w:r w:rsidR="00451467">
        <w:rPr>
          <w:rFonts w:cstheme="minorHAnsi"/>
          <w:b/>
          <w:color w:val="222222"/>
        </w:rPr>
        <w:t xml:space="preserve"> </w:t>
      </w:r>
      <w:r w:rsidRPr="000E4298">
        <w:rPr>
          <w:rFonts w:cstheme="minorHAnsi"/>
          <w:b/>
          <w:color w:val="222222"/>
        </w:rPr>
        <w:tab/>
      </w:r>
      <w:r w:rsidRPr="000E4298">
        <w:rPr>
          <w:rFonts w:cstheme="minorHAnsi"/>
          <w:b/>
          <w:color w:val="222222"/>
        </w:rPr>
        <w:tab/>
        <w:t xml:space="preserve"> </w:t>
      </w:r>
      <w:r w:rsidR="00451467">
        <w:rPr>
          <w:rFonts w:cstheme="minorHAnsi"/>
          <w:b/>
          <w:color w:val="222222"/>
        </w:rPr>
        <w:t xml:space="preserve">             </w:t>
      </w:r>
      <w:r>
        <w:rPr>
          <w:rFonts w:cstheme="minorHAnsi"/>
          <w:b/>
          <w:color w:val="222222"/>
        </w:rPr>
        <w:t xml:space="preserve"> </w:t>
      </w:r>
      <w:r w:rsidR="00451467">
        <w:rPr>
          <w:rFonts w:cstheme="minorHAnsi"/>
          <w:b/>
          <w:color w:val="222222"/>
        </w:rPr>
        <w:t>(</w:t>
      </w:r>
      <w:proofErr w:type="spellStart"/>
      <w:r w:rsidR="00451467">
        <w:rPr>
          <w:rFonts w:cstheme="minorHAnsi"/>
          <w:b/>
          <w:color w:val="222222"/>
        </w:rPr>
        <w:t>Mamta</w:t>
      </w:r>
      <w:proofErr w:type="spellEnd"/>
      <w:r w:rsidR="00451467">
        <w:rPr>
          <w:rFonts w:cstheme="minorHAnsi"/>
          <w:b/>
          <w:color w:val="222222"/>
        </w:rPr>
        <w:t xml:space="preserve"> </w:t>
      </w:r>
      <w:r w:rsidRPr="000E4298">
        <w:rPr>
          <w:rFonts w:cstheme="minorHAnsi"/>
          <w:b/>
          <w:color w:val="222222"/>
        </w:rPr>
        <w:t>Singh)</w:t>
      </w:r>
    </w:p>
    <w:p w:rsidR="000E4298" w:rsidRPr="000E4298" w:rsidRDefault="000E4298" w:rsidP="000E4298">
      <w:pPr>
        <w:rPr>
          <w:rFonts w:cstheme="minorHAnsi"/>
          <w:b/>
          <w:color w:val="222222"/>
        </w:rPr>
      </w:pPr>
      <w:r w:rsidRPr="000E4298">
        <w:rPr>
          <w:rFonts w:cstheme="minorHAnsi"/>
          <w:b/>
          <w:color w:val="222222"/>
        </w:rPr>
        <w:t>Place:</w:t>
      </w:r>
      <w:r w:rsidR="00451467">
        <w:rPr>
          <w:rFonts w:cstheme="minorHAnsi"/>
          <w:b/>
          <w:color w:val="222222"/>
        </w:rPr>
        <w:t xml:space="preserve"> </w:t>
      </w:r>
      <w:r w:rsidR="00451467" w:rsidRPr="00451467">
        <w:rPr>
          <w:rFonts w:cstheme="minorHAnsi"/>
          <w:color w:val="222222"/>
        </w:rPr>
        <w:t>Gurgaon</w:t>
      </w:r>
    </w:p>
    <w:p w:rsidR="000E4298" w:rsidRPr="00CF1A49" w:rsidRDefault="000E4298" w:rsidP="000E4298">
      <w:pPr>
        <w:pStyle w:val="Heading1"/>
        <w:jc w:val="both"/>
      </w:pPr>
    </w:p>
    <w:p w:rsidR="000E4298" w:rsidRPr="004526F6" w:rsidRDefault="000E4298" w:rsidP="00BB35FE">
      <w:pPr>
        <w:tabs>
          <w:tab w:val="left" w:pos="2220"/>
        </w:tabs>
        <w:jc w:val="both"/>
      </w:pPr>
    </w:p>
    <w:sectPr w:rsidR="000E4298" w:rsidRPr="004526F6" w:rsidSect="005A1B10">
      <w:footerReference w:type="default" r:id="rId11"/>
      <w:headerReference w:type="first" r:id="rId12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BEB" w:rsidRDefault="00265BEB" w:rsidP="0068194B">
      <w:r>
        <w:separator/>
      </w:r>
    </w:p>
    <w:p w:rsidR="00265BEB" w:rsidRDefault="00265BEB"/>
    <w:p w:rsidR="00265BEB" w:rsidRDefault="00265BEB"/>
  </w:endnote>
  <w:endnote w:type="continuationSeparator" w:id="0">
    <w:p w:rsidR="00265BEB" w:rsidRDefault="00265BEB" w:rsidP="0068194B">
      <w:r>
        <w:continuationSeparator/>
      </w:r>
    </w:p>
    <w:p w:rsidR="00265BEB" w:rsidRDefault="00265BEB"/>
    <w:p w:rsidR="00265BEB" w:rsidRDefault="00265B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B2958" w:rsidRDefault="00CE0398">
        <w:pPr>
          <w:pStyle w:val="Footer"/>
        </w:pPr>
        <w:r>
          <w:fldChar w:fldCharType="begin"/>
        </w:r>
        <w:r w:rsidR="002B2958">
          <w:instrText xml:space="preserve"> PAGE   \* MERGEFORMAT </w:instrText>
        </w:r>
        <w:r>
          <w:fldChar w:fldCharType="separate"/>
        </w:r>
        <w:r w:rsidR="004F4D9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BEB" w:rsidRDefault="00265BEB" w:rsidP="0068194B">
      <w:r>
        <w:separator/>
      </w:r>
    </w:p>
    <w:p w:rsidR="00265BEB" w:rsidRDefault="00265BEB"/>
    <w:p w:rsidR="00265BEB" w:rsidRDefault="00265BEB"/>
  </w:footnote>
  <w:footnote w:type="continuationSeparator" w:id="0">
    <w:p w:rsidR="00265BEB" w:rsidRDefault="00265BEB" w:rsidP="0068194B">
      <w:r>
        <w:continuationSeparator/>
      </w:r>
    </w:p>
    <w:p w:rsidR="00265BEB" w:rsidRDefault="00265BEB"/>
    <w:p w:rsidR="00265BEB" w:rsidRDefault="00265B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D54" w:rsidRPr="004E01EB" w:rsidRDefault="001D324C" w:rsidP="005A1B10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1" locked="0" layoutInCell="1" allowOverlap="1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53350" cy="0"/>
              <wp:effectExtent l="0" t="0" r="19050" b="19050"/>
              <wp:wrapNone/>
              <wp:docPr id="5" name="Straight Connector 5" descr="Header dividing 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75335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5" o:spid="_x0000_s1026" alt="Description: Header dividing line" style="position:absolute;z-index:-251658752;visibility:visible;mso-wrap-style:square;mso-width-percent:1000;mso-height-percent:0;mso-top-percent:173;mso-wrap-distance-left:9pt;mso-wrap-distance-top:-3e-5mm;mso-wrap-distance-right:9pt;mso-wrap-distance-bottom:-3e-5mm;mso-position-horizontal:center;mso-position-horizontal-relative:page;mso-position-vertical-relative:page;mso-width-percent:1000;mso-height-percent:0;mso-top-percent:173;mso-width-relative:page;mso-height-relative:page" from="0,0" to="610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" strokecolor="#5a5a5a [2109]" strokeweight=".5pt">
              <v:stroke joinstyle="miter"/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>
    <w:nsid w:val="006E19D6"/>
    <w:multiLevelType w:val="hybridMultilevel"/>
    <w:tmpl w:val="B436F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424E38"/>
    <w:multiLevelType w:val="hybridMultilevel"/>
    <w:tmpl w:val="1EBC8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>
    <w:nsid w:val="28CE2DAE"/>
    <w:multiLevelType w:val="hybridMultilevel"/>
    <w:tmpl w:val="4A088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9C7A19"/>
    <w:multiLevelType w:val="hybridMultilevel"/>
    <w:tmpl w:val="EAFC64E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2203E2C"/>
    <w:multiLevelType w:val="hybridMultilevel"/>
    <w:tmpl w:val="E2AC5C9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C04E30"/>
    <w:multiLevelType w:val="hybridMultilevel"/>
    <w:tmpl w:val="0B4A85C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>
    <w:nsid w:val="43305203"/>
    <w:multiLevelType w:val="hybridMultilevel"/>
    <w:tmpl w:val="E8106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B77D1F"/>
    <w:multiLevelType w:val="hybridMultilevel"/>
    <w:tmpl w:val="D79CFC22"/>
    <w:lvl w:ilvl="0" w:tplc="08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>
    <w:nsid w:val="495E66F6"/>
    <w:multiLevelType w:val="multilevel"/>
    <w:tmpl w:val="14DEF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>
    <w:nsid w:val="51533488"/>
    <w:multiLevelType w:val="hybridMultilevel"/>
    <w:tmpl w:val="1BFE4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F25141"/>
    <w:multiLevelType w:val="hybridMultilevel"/>
    <w:tmpl w:val="5F5CC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D86E60"/>
    <w:multiLevelType w:val="hybridMultilevel"/>
    <w:tmpl w:val="A15841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1ED4FA2"/>
    <w:multiLevelType w:val="hybridMultilevel"/>
    <w:tmpl w:val="A9E2B35C"/>
    <w:lvl w:ilvl="0" w:tplc="0409000B">
      <w:start w:val="1"/>
      <w:numFmt w:val="bullet"/>
      <w:lvlText w:val=""/>
      <w:lvlJc w:val="left"/>
      <w:pPr>
        <w:ind w:left="180" w:hanging="360"/>
      </w:pPr>
      <w:rPr>
        <w:rFonts w:ascii="Wingdings" w:hAnsi="Wingdings" w:hint="default"/>
      </w:rPr>
    </w:lvl>
    <w:lvl w:ilvl="1" w:tplc="67C2E256">
      <w:start w:val="1"/>
      <w:numFmt w:val="decimal"/>
      <w:lvlText w:val="%2."/>
      <w:lvlJc w:val="left"/>
      <w:pPr>
        <w:ind w:left="1080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2"/>
  </w:num>
  <w:num w:numId="6">
    <w:abstractNumId w:val="3"/>
  </w:num>
  <w:num w:numId="7">
    <w:abstractNumId w:val="15"/>
  </w:num>
  <w:num w:numId="8">
    <w:abstractNumId w:val="2"/>
  </w:num>
  <w:num w:numId="9">
    <w:abstractNumId w:val="21"/>
  </w:num>
  <w:num w:numId="10">
    <w:abstractNumId w:val="5"/>
  </w:num>
  <w:num w:numId="11">
    <w:abstractNumId w:val="4"/>
  </w:num>
  <w:num w:numId="12">
    <w:abstractNumId w:val="1"/>
  </w:num>
  <w:num w:numId="13">
    <w:abstractNumId w:val="0"/>
  </w:num>
  <w:num w:numId="14">
    <w:abstractNumId w:val="23"/>
  </w:num>
  <w:num w:numId="15">
    <w:abstractNumId w:val="13"/>
  </w:num>
  <w:num w:numId="16">
    <w:abstractNumId w:val="25"/>
  </w:num>
  <w:num w:numId="17">
    <w:abstractNumId w:val="24"/>
  </w:num>
  <w:num w:numId="18">
    <w:abstractNumId w:val="18"/>
  </w:num>
  <w:num w:numId="19">
    <w:abstractNumId w:val="10"/>
  </w:num>
  <w:num w:numId="20">
    <w:abstractNumId w:val="11"/>
  </w:num>
  <w:num w:numId="21">
    <w:abstractNumId w:val="17"/>
  </w:num>
  <w:num w:numId="22">
    <w:abstractNumId w:val="22"/>
  </w:num>
  <w:num w:numId="23">
    <w:abstractNumId w:val="14"/>
  </w:num>
  <w:num w:numId="24">
    <w:abstractNumId w:val="16"/>
  </w:num>
  <w:num w:numId="25">
    <w:abstractNumId w:val="19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20"/>
  </w:num>
  <w:num w:numId="31">
    <w:abstractNumId w:val="12"/>
  </w:num>
  <w:num w:numId="32">
    <w:abstractNumId w:val="1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37E"/>
    <w:rsid w:val="000001EF"/>
    <w:rsid w:val="00007322"/>
    <w:rsid w:val="00007728"/>
    <w:rsid w:val="00024584"/>
    <w:rsid w:val="00024730"/>
    <w:rsid w:val="00032F14"/>
    <w:rsid w:val="00037B60"/>
    <w:rsid w:val="000477C1"/>
    <w:rsid w:val="00055E95"/>
    <w:rsid w:val="000621F4"/>
    <w:rsid w:val="000657E7"/>
    <w:rsid w:val="0007021F"/>
    <w:rsid w:val="0007052A"/>
    <w:rsid w:val="000814FD"/>
    <w:rsid w:val="000B190B"/>
    <w:rsid w:val="000B2BA5"/>
    <w:rsid w:val="000C37C7"/>
    <w:rsid w:val="000E4298"/>
    <w:rsid w:val="000F2984"/>
    <w:rsid w:val="000F2F8C"/>
    <w:rsid w:val="0010006E"/>
    <w:rsid w:val="001045A8"/>
    <w:rsid w:val="00114A91"/>
    <w:rsid w:val="001427E1"/>
    <w:rsid w:val="00144B51"/>
    <w:rsid w:val="00152A7D"/>
    <w:rsid w:val="00163668"/>
    <w:rsid w:val="00165AE6"/>
    <w:rsid w:val="00171566"/>
    <w:rsid w:val="00174676"/>
    <w:rsid w:val="001755A8"/>
    <w:rsid w:val="00184014"/>
    <w:rsid w:val="00192008"/>
    <w:rsid w:val="001A41B0"/>
    <w:rsid w:val="001C0E68"/>
    <w:rsid w:val="001C2BCA"/>
    <w:rsid w:val="001C4B6F"/>
    <w:rsid w:val="001D0BF1"/>
    <w:rsid w:val="001D324C"/>
    <w:rsid w:val="001D66FF"/>
    <w:rsid w:val="001E2343"/>
    <w:rsid w:val="001E2995"/>
    <w:rsid w:val="001E3120"/>
    <w:rsid w:val="001E7E0C"/>
    <w:rsid w:val="001F0BB0"/>
    <w:rsid w:val="001F4E6D"/>
    <w:rsid w:val="001F6140"/>
    <w:rsid w:val="00203573"/>
    <w:rsid w:val="002056AD"/>
    <w:rsid w:val="0020597D"/>
    <w:rsid w:val="00213B4C"/>
    <w:rsid w:val="002253B0"/>
    <w:rsid w:val="00236D54"/>
    <w:rsid w:val="00241D8C"/>
    <w:rsid w:val="00241FDB"/>
    <w:rsid w:val="0024720C"/>
    <w:rsid w:val="002521A5"/>
    <w:rsid w:val="0025334D"/>
    <w:rsid w:val="002617AE"/>
    <w:rsid w:val="002638D0"/>
    <w:rsid w:val="002647D3"/>
    <w:rsid w:val="00265BEB"/>
    <w:rsid w:val="00266D14"/>
    <w:rsid w:val="002755B0"/>
    <w:rsid w:val="00275EAE"/>
    <w:rsid w:val="002767E7"/>
    <w:rsid w:val="00294998"/>
    <w:rsid w:val="00297F18"/>
    <w:rsid w:val="002A1945"/>
    <w:rsid w:val="002A2509"/>
    <w:rsid w:val="002B2958"/>
    <w:rsid w:val="002B3FC8"/>
    <w:rsid w:val="002C54A4"/>
    <w:rsid w:val="002D23C5"/>
    <w:rsid w:val="002D6137"/>
    <w:rsid w:val="002E7D4E"/>
    <w:rsid w:val="002E7E61"/>
    <w:rsid w:val="002F05E5"/>
    <w:rsid w:val="002F254D"/>
    <w:rsid w:val="002F30E4"/>
    <w:rsid w:val="003013D6"/>
    <w:rsid w:val="00307140"/>
    <w:rsid w:val="00316DFF"/>
    <w:rsid w:val="00325B57"/>
    <w:rsid w:val="00330E78"/>
    <w:rsid w:val="00336056"/>
    <w:rsid w:val="00337392"/>
    <w:rsid w:val="003544E1"/>
    <w:rsid w:val="00365EAC"/>
    <w:rsid w:val="00366398"/>
    <w:rsid w:val="00381919"/>
    <w:rsid w:val="003913D9"/>
    <w:rsid w:val="00391BDE"/>
    <w:rsid w:val="0039679B"/>
    <w:rsid w:val="003A02DF"/>
    <w:rsid w:val="003A0632"/>
    <w:rsid w:val="003A087F"/>
    <w:rsid w:val="003A30E5"/>
    <w:rsid w:val="003A6ADF"/>
    <w:rsid w:val="003A73D6"/>
    <w:rsid w:val="003B51DD"/>
    <w:rsid w:val="003B5928"/>
    <w:rsid w:val="003C38CE"/>
    <w:rsid w:val="003D380F"/>
    <w:rsid w:val="003D6EC2"/>
    <w:rsid w:val="003E160D"/>
    <w:rsid w:val="003E65E5"/>
    <w:rsid w:val="003F1D5F"/>
    <w:rsid w:val="00405128"/>
    <w:rsid w:val="00406CFF"/>
    <w:rsid w:val="00407307"/>
    <w:rsid w:val="00416B25"/>
    <w:rsid w:val="00420592"/>
    <w:rsid w:val="00423FA5"/>
    <w:rsid w:val="00425524"/>
    <w:rsid w:val="00425882"/>
    <w:rsid w:val="004319E0"/>
    <w:rsid w:val="00432A16"/>
    <w:rsid w:val="00437E8C"/>
    <w:rsid w:val="00440225"/>
    <w:rsid w:val="00451467"/>
    <w:rsid w:val="004526F6"/>
    <w:rsid w:val="004533D6"/>
    <w:rsid w:val="004726BC"/>
    <w:rsid w:val="00474105"/>
    <w:rsid w:val="00480E6E"/>
    <w:rsid w:val="00481B92"/>
    <w:rsid w:val="00486277"/>
    <w:rsid w:val="004938DC"/>
    <w:rsid w:val="00494CF6"/>
    <w:rsid w:val="00495F8D"/>
    <w:rsid w:val="004964DC"/>
    <w:rsid w:val="004A1FAE"/>
    <w:rsid w:val="004A2868"/>
    <w:rsid w:val="004A32FF"/>
    <w:rsid w:val="004B06EB"/>
    <w:rsid w:val="004B13B3"/>
    <w:rsid w:val="004B5579"/>
    <w:rsid w:val="004B6AD0"/>
    <w:rsid w:val="004C2D5D"/>
    <w:rsid w:val="004C33E1"/>
    <w:rsid w:val="004E01EB"/>
    <w:rsid w:val="004E0CFE"/>
    <w:rsid w:val="004E2794"/>
    <w:rsid w:val="004F4D9F"/>
    <w:rsid w:val="00510392"/>
    <w:rsid w:val="00513E2A"/>
    <w:rsid w:val="00517BCD"/>
    <w:rsid w:val="005650EE"/>
    <w:rsid w:val="00566A35"/>
    <w:rsid w:val="0056701E"/>
    <w:rsid w:val="00572B94"/>
    <w:rsid w:val="005740D7"/>
    <w:rsid w:val="00575F22"/>
    <w:rsid w:val="005830B0"/>
    <w:rsid w:val="00584CA0"/>
    <w:rsid w:val="005A0F26"/>
    <w:rsid w:val="005A1B10"/>
    <w:rsid w:val="005A6850"/>
    <w:rsid w:val="005B1B1B"/>
    <w:rsid w:val="005B5A49"/>
    <w:rsid w:val="005B71CA"/>
    <w:rsid w:val="005C5932"/>
    <w:rsid w:val="005D3CA7"/>
    <w:rsid w:val="005D4CC1"/>
    <w:rsid w:val="005D5102"/>
    <w:rsid w:val="005F4B91"/>
    <w:rsid w:val="005F55D2"/>
    <w:rsid w:val="0062312F"/>
    <w:rsid w:val="00625F2C"/>
    <w:rsid w:val="006403D4"/>
    <w:rsid w:val="006618E9"/>
    <w:rsid w:val="006638A3"/>
    <w:rsid w:val="00672F54"/>
    <w:rsid w:val="00675095"/>
    <w:rsid w:val="006767A7"/>
    <w:rsid w:val="0068194B"/>
    <w:rsid w:val="00692703"/>
    <w:rsid w:val="006929F5"/>
    <w:rsid w:val="0069444A"/>
    <w:rsid w:val="006A0D57"/>
    <w:rsid w:val="006A1962"/>
    <w:rsid w:val="006A694F"/>
    <w:rsid w:val="006A7CA9"/>
    <w:rsid w:val="006B5929"/>
    <w:rsid w:val="006B5D48"/>
    <w:rsid w:val="006B7D3D"/>
    <w:rsid w:val="006B7D7B"/>
    <w:rsid w:val="006C1A5E"/>
    <w:rsid w:val="006C1A62"/>
    <w:rsid w:val="006D3F92"/>
    <w:rsid w:val="006E09EE"/>
    <w:rsid w:val="006E1507"/>
    <w:rsid w:val="006E7EDF"/>
    <w:rsid w:val="00712D8B"/>
    <w:rsid w:val="007273B7"/>
    <w:rsid w:val="00733E0A"/>
    <w:rsid w:val="0074403D"/>
    <w:rsid w:val="00746D44"/>
    <w:rsid w:val="007538DC"/>
    <w:rsid w:val="00757803"/>
    <w:rsid w:val="00772381"/>
    <w:rsid w:val="0079206B"/>
    <w:rsid w:val="00796076"/>
    <w:rsid w:val="007B1CF7"/>
    <w:rsid w:val="007B773B"/>
    <w:rsid w:val="007C0566"/>
    <w:rsid w:val="007C606B"/>
    <w:rsid w:val="007C6CAD"/>
    <w:rsid w:val="007D6A35"/>
    <w:rsid w:val="007E6A61"/>
    <w:rsid w:val="00801140"/>
    <w:rsid w:val="00803404"/>
    <w:rsid w:val="00826E38"/>
    <w:rsid w:val="00834955"/>
    <w:rsid w:val="0084347F"/>
    <w:rsid w:val="0085028D"/>
    <w:rsid w:val="00855B59"/>
    <w:rsid w:val="00860461"/>
    <w:rsid w:val="008642A4"/>
    <w:rsid w:val="0086487C"/>
    <w:rsid w:val="00866300"/>
    <w:rsid w:val="00870B20"/>
    <w:rsid w:val="00870C5A"/>
    <w:rsid w:val="008829F8"/>
    <w:rsid w:val="00885897"/>
    <w:rsid w:val="00892955"/>
    <w:rsid w:val="00892DA7"/>
    <w:rsid w:val="008A2521"/>
    <w:rsid w:val="008A6538"/>
    <w:rsid w:val="008C5573"/>
    <w:rsid w:val="008C7056"/>
    <w:rsid w:val="008F3A57"/>
    <w:rsid w:val="008F3B14"/>
    <w:rsid w:val="00901899"/>
    <w:rsid w:val="0090344B"/>
    <w:rsid w:val="00905715"/>
    <w:rsid w:val="0091229B"/>
    <w:rsid w:val="0091321E"/>
    <w:rsid w:val="00913946"/>
    <w:rsid w:val="0092726B"/>
    <w:rsid w:val="009272CA"/>
    <w:rsid w:val="00930811"/>
    <w:rsid w:val="009361BA"/>
    <w:rsid w:val="00944967"/>
    <w:rsid w:val="00944F78"/>
    <w:rsid w:val="00947696"/>
    <w:rsid w:val="009510E7"/>
    <w:rsid w:val="00952C89"/>
    <w:rsid w:val="00955741"/>
    <w:rsid w:val="00956B97"/>
    <w:rsid w:val="009571D8"/>
    <w:rsid w:val="00961B9F"/>
    <w:rsid w:val="009650EA"/>
    <w:rsid w:val="009769F8"/>
    <w:rsid w:val="0097790C"/>
    <w:rsid w:val="00980A80"/>
    <w:rsid w:val="0098506E"/>
    <w:rsid w:val="009916FD"/>
    <w:rsid w:val="009A0508"/>
    <w:rsid w:val="009A35FE"/>
    <w:rsid w:val="009A44CE"/>
    <w:rsid w:val="009C2C92"/>
    <w:rsid w:val="009C4DFC"/>
    <w:rsid w:val="009C57B4"/>
    <w:rsid w:val="009C7180"/>
    <w:rsid w:val="009D44F8"/>
    <w:rsid w:val="009E3160"/>
    <w:rsid w:val="009F220C"/>
    <w:rsid w:val="009F27CA"/>
    <w:rsid w:val="009F3B05"/>
    <w:rsid w:val="009F4931"/>
    <w:rsid w:val="009F4B58"/>
    <w:rsid w:val="00A03294"/>
    <w:rsid w:val="00A1305A"/>
    <w:rsid w:val="00A14534"/>
    <w:rsid w:val="00A16DAA"/>
    <w:rsid w:val="00A22FB5"/>
    <w:rsid w:val="00A24162"/>
    <w:rsid w:val="00A25023"/>
    <w:rsid w:val="00A270EA"/>
    <w:rsid w:val="00A27B63"/>
    <w:rsid w:val="00A34BA2"/>
    <w:rsid w:val="00A34EC4"/>
    <w:rsid w:val="00A36F27"/>
    <w:rsid w:val="00A373BD"/>
    <w:rsid w:val="00A42E32"/>
    <w:rsid w:val="00A46E63"/>
    <w:rsid w:val="00A51DC5"/>
    <w:rsid w:val="00A53DE1"/>
    <w:rsid w:val="00A5714C"/>
    <w:rsid w:val="00A615E1"/>
    <w:rsid w:val="00A65F35"/>
    <w:rsid w:val="00A755E8"/>
    <w:rsid w:val="00A756B0"/>
    <w:rsid w:val="00A76ED9"/>
    <w:rsid w:val="00A93A5D"/>
    <w:rsid w:val="00AA31A5"/>
    <w:rsid w:val="00AA671E"/>
    <w:rsid w:val="00AB156F"/>
    <w:rsid w:val="00AB1CC6"/>
    <w:rsid w:val="00AB32F8"/>
    <w:rsid w:val="00AB610B"/>
    <w:rsid w:val="00AD360E"/>
    <w:rsid w:val="00AD40FB"/>
    <w:rsid w:val="00AD782D"/>
    <w:rsid w:val="00AE7650"/>
    <w:rsid w:val="00AF19B1"/>
    <w:rsid w:val="00AF2FC2"/>
    <w:rsid w:val="00B10EBE"/>
    <w:rsid w:val="00B13377"/>
    <w:rsid w:val="00B22380"/>
    <w:rsid w:val="00B236F1"/>
    <w:rsid w:val="00B350A6"/>
    <w:rsid w:val="00B360D3"/>
    <w:rsid w:val="00B50F99"/>
    <w:rsid w:val="00B5173A"/>
    <w:rsid w:val="00B51D1B"/>
    <w:rsid w:val="00B540F4"/>
    <w:rsid w:val="00B55CDD"/>
    <w:rsid w:val="00B60B67"/>
    <w:rsid w:val="00B60FD0"/>
    <w:rsid w:val="00B622DF"/>
    <w:rsid w:val="00B6332A"/>
    <w:rsid w:val="00B64508"/>
    <w:rsid w:val="00B66907"/>
    <w:rsid w:val="00B66E8A"/>
    <w:rsid w:val="00B81760"/>
    <w:rsid w:val="00B8494C"/>
    <w:rsid w:val="00B92617"/>
    <w:rsid w:val="00BA1546"/>
    <w:rsid w:val="00BA7AC5"/>
    <w:rsid w:val="00BB0B9F"/>
    <w:rsid w:val="00BB35FE"/>
    <w:rsid w:val="00BB4E51"/>
    <w:rsid w:val="00BD431F"/>
    <w:rsid w:val="00BE423E"/>
    <w:rsid w:val="00BE7D0C"/>
    <w:rsid w:val="00BF61AC"/>
    <w:rsid w:val="00BF670A"/>
    <w:rsid w:val="00C01719"/>
    <w:rsid w:val="00C24003"/>
    <w:rsid w:val="00C264D9"/>
    <w:rsid w:val="00C44575"/>
    <w:rsid w:val="00C4789B"/>
    <w:rsid w:val="00C47FA6"/>
    <w:rsid w:val="00C57FC6"/>
    <w:rsid w:val="00C65D86"/>
    <w:rsid w:val="00C66A7D"/>
    <w:rsid w:val="00C728EF"/>
    <w:rsid w:val="00C74192"/>
    <w:rsid w:val="00C779DA"/>
    <w:rsid w:val="00C814F7"/>
    <w:rsid w:val="00CA4B4D"/>
    <w:rsid w:val="00CB35C3"/>
    <w:rsid w:val="00CD323D"/>
    <w:rsid w:val="00CE0398"/>
    <w:rsid w:val="00CE157A"/>
    <w:rsid w:val="00CE4030"/>
    <w:rsid w:val="00CE64B3"/>
    <w:rsid w:val="00CF1423"/>
    <w:rsid w:val="00CF1A49"/>
    <w:rsid w:val="00D0630C"/>
    <w:rsid w:val="00D0741E"/>
    <w:rsid w:val="00D14814"/>
    <w:rsid w:val="00D243A9"/>
    <w:rsid w:val="00D305E5"/>
    <w:rsid w:val="00D35563"/>
    <w:rsid w:val="00D37CD3"/>
    <w:rsid w:val="00D66A52"/>
    <w:rsid w:val="00D66EFA"/>
    <w:rsid w:val="00D72A2D"/>
    <w:rsid w:val="00D81F6C"/>
    <w:rsid w:val="00D84602"/>
    <w:rsid w:val="00D9521A"/>
    <w:rsid w:val="00DA0D4A"/>
    <w:rsid w:val="00DA3914"/>
    <w:rsid w:val="00DA56F5"/>
    <w:rsid w:val="00DA59AA"/>
    <w:rsid w:val="00DB4062"/>
    <w:rsid w:val="00DB6915"/>
    <w:rsid w:val="00DB7E1E"/>
    <w:rsid w:val="00DC1B78"/>
    <w:rsid w:val="00DC2A2F"/>
    <w:rsid w:val="00DC600B"/>
    <w:rsid w:val="00DD474E"/>
    <w:rsid w:val="00DD731D"/>
    <w:rsid w:val="00DE0FAA"/>
    <w:rsid w:val="00DE136D"/>
    <w:rsid w:val="00DE6534"/>
    <w:rsid w:val="00DF4D6C"/>
    <w:rsid w:val="00E01923"/>
    <w:rsid w:val="00E062BE"/>
    <w:rsid w:val="00E14498"/>
    <w:rsid w:val="00E21829"/>
    <w:rsid w:val="00E2397A"/>
    <w:rsid w:val="00E254DB"/>
    <w:rsid w:val="00E300FC"/>
    <w:rsid w:val="00E31001"/>
    <w:rsid w:val="00E362DB"/>
    <w:rsid w:val="00E5632B"/>
    <w:rsid w:val="00E64AA7"/>
    <w:rsid w:val="00E65891"/>
    <w:rsid w:val="00E70240"/>
    <w:rsid w:val="00E71E6B"/>
    <w:rsid w:val="00E81CC5"/>
    <w:rsid w:val="00E83F2F"/>
    <w:rsid w:val="00E85A87"/>
    <w:rsid w:val="00E85B4A"/>
    <w:rsid w:val="00E9528E"/>
    <w:rsid w:val="00E95A5C"/>
    <w:rsid w:val="00E96490"/>
    <w:rsid w:val="00EA5099"/>
    <w:rsid w:val="00EB0727"/>
    <w:rsid w:val="00EB2622"/>
    <w:rsid w:val="00EB7286"/>
    <w:rsid w:val="00EC1351"/>
    <w:rsid w:val="00EC21A5"/>
    <w:rsid w:val="00EC41D2"/>
    <w:rsid w:val="00EC4CBF"/>
    <w:rsid w:val="00EE2CA8"/>
    <w:rsid w:val="00EE737E"/>
    <w:rsid w:val="00EF17E8"/>
    <w:rsid w:val="00EF283F"/>
    <w:rsid w:val="00EF51D9"/>
    <w:rsid w:val="00EF7BED"/>
    <w:rsid w:val="00F01ECA"/>
    <w:rsid w:val="00F130DD"/>
    <w:rsid w:val="00F24884"/>
    <w:rsid w:val="00F25BC1"/>
    <w:rsid w:val="00F402C8"/>
    <w:rsid w:val="00F476C4"/>
    <w:rsid w:val="00F61DF9"/>
    <w:rsid w:val="00F7307B"/>
    <w:rsid w:val="00F81960"/>
    <w:rsid w:val="00F8769D"/>
    <w:rsid w:val="00F9350C"/>
    <w:rsid w:val="00F94EB5"/>
    <w:rsid w:val="00F9624D"/>
    <w:rsid w:val="00FA1CA0"/>
    <w:rsid w:val="00FA474D"/>
    <w:rsid w:val="00FB0B5B"/>
    <w:rsid w:val="00FB31C1"/>
    <w:rsid w:val="00FB58F2"/>
    <w:rsid w:val="00FC6AEA"/>
    <w:rsid w:val="00FD0ECB"/>
    <w:rsid w:val="00FD3D13"/>
    <w:rsid w:val="00FD7CA5"/>
    <w:rsid w:val="00FE55A2"/>
    <w:rsid w:val="00FF222B"/>
    <w:rsid w:val="00FF35BF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iPriority="11" w:unhideWhenUsed="0" w:qFormat="1"/>
    <w:lsdException w:name="List Number" w:semiHidden="0" w:unhideWhenUsed="0" w:qFormat="1"/>
    <w:lsdException w:name="Title" w:semiHidden="0" w:uiPriority="10" w:unhideWhenUsed="0" w:qFormat="1"/>
    <w:lsdException w:name="Default Paragraph Font" w:uiPriority="1"/>
    <w:lsdException w:name="Subtitle" w:uiPriority="11"/>
    <w:lsdException w:name="Body Text 2" w:uiPriority="0"/>
    <w:lsdException w:name="Strong" w:uiPriority="22" w:qFormat="1"/>
    <w:lsdException w:name="Emphasis" w:uiPriority="20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semiHidden="0" w:uiPriority="10" w:unhideWhenUsed="0" w:qFormat="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507"/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6E1507"/>
    <w:pPr>
      <w:numPr>
        <w:numId w:val="5"/>
      </w:numPr>
    </w:pPr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customStyle="1" w:styleId="ColorfulGrid1">
    <w:name w:val="Colorful Grid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customStyle="1" w:styleId="ColorfulList1">
    <w:name w:val="Colorful List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ColorfulShading1">
    <w:name w:val="Colorful Shading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DarkList1">
    <w:name w:val="Dark List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customStyle="1" w:styleId="GridTable1Light">
    <w:name w:val="Grid Table 1 Light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Ind w:w="0" w:type="dxa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Ind w:w="0" w:type="dxa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Ind w:w="0" w:type="dxa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Ind w:w="0" w:type="dxa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Ind w:w="0" w:type="dxa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Ind w:w="0" w:type="dxa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Ind w:w="0" w:type="dxa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Ind w:w="0" w:type="dxa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Ind w:w="0" w:type="dxa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Ind w:w="0" w:type="dxa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Ind w:w="0" w:type="dxa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Ind w:w="0" w:type="dxa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customStyle="1" w:styleId="LightGrid1">
    <w:name w:val="Light Grid1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-Accent11">
    <w:name w:val="Light Grid - Accent 11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customStyle="1" w:styleId="LightList1">
    <w:name w:val="Light List1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-Accent11">
    <w:name w:val="Light List - Accent 11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customStyle="1" w:styleId="LightShading1">
    <w:name w:val="Light Shading1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Ind w:w="0" w:type="dxa"/>
      <w:tblBorders>
        <w:top w:val="single" w:sz="8" w:space="0" w:color="1D824C" w:themeColor="accent1"/>
        <w:bottom w:val="single" w:sz="8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Ind w:w="0" w:type="dxa"/>
      <w:tblBorders>
        <w:top w:val="single" w:sz="8" w:space="0" w:color="005556" w:themeColor="accent2"/>
        <w:bottom w:val="single" w:sz="8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Ind w:w="0" w:type="dxa"/>
      <w:tblBorders>
        <w:top w:val="single" w:sz="8" w:space="0" w:color="B11F35" w:themeColor="accent3"/>
        <w:bottom w:val="single" w:sz="8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Ind w:w="0" w:type="dxa"/>
      <w:tblBorders>
        <w:top w:val="single" w:sz="8" w:space="0" w:color="856628" w:themeColor="accent4"/>
        <w:bottom w:val="single" w:sz="8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Ind w:w="0" w:type="dxa"/>
      <w:tblBorders>
        <w:top w:val="single" w:sz="8" w:space="0" w:color="7E314C" w:themeColor="accent5"/>
        <w:bottom w:val="single" w:sz="8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Ind w:w="0" w:type="dxa"/>
      <w:tblBorders>
        <w:top w:val="single" w:sz="8" w:space="0" w:color="4B6A88" w:themeColor="accent6"/>
        <w:bottom w:val="single" w:sz="8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2647D3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Ind w:w="0" w:type="dxa"/>
      <w:tblBorders>
        <w:top w:val="single" w:sz="4" w:space="0" w:color="1D824C" w:themeColor="accent1"/>
        <w:bottom w:val="single" w:sz="4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Ind w:w="0" w:type="dxa"/>
      <w:tblBorders>
        <w:top w:val="single" w:sz="4" w:space="0" w:color="005556" w:themeColor="accent2"/>
        <w:bottom w:val="single" w:sz="4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Ind w:w="0" w:type="dxa"/>
      <w:tblBorders>
        <w:top w:val="single" w:sz="4" w:space="0" w:color="B11F35" w:themeColor="accent3"/>
        <w:bottom w:val="single" w:sz="4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Ind w:w="0" w:type="dxa"/>
      <w:tblBorders>
        <w:top w:val="single" w:sz="4" w:space="0" w:color="856628" w:themeColor="accent4"/>
        <w:bottom w:val="single" w:sz="4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Ind w:w="0" w:type="dxa"/>
      <w:tblBorders>
        <w:top w:val="single" w:sz="4" w:space="0" w:color="7E314C" w:themeColor="accent5"/>
        <w:bottom w:val="single" w:sz="4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Ind w:w="0" w:type="dxa"/>
      <w:tblBorders>
        <w:top w:val="single" w:sz="4" w:space="0" w:color="4B6A88" w:themeColor="accent6"/>
        <w:bottom w:val="single" w:sz="4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MediumGrid11">
    <w:name w:val="Medium Grid 11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customStyle="1" w:styleId="MediumGrid21">
    <w:name w:val="Medium Grid 2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1">
    <w:name w:val="Medium Grid 31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customStyle="1" w:styleId="MediumList11">
    <w:name w:val="Medium List 1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-Accent11">
    <w:name w:val="Medium List 1 - Accent 1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1D824C" w:themeColor="accent1"/>
        <w:bottom w:val="single" w:sz="8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5556" w:themeColor="accent2"/>
        <w:bottom w:val="single" w:sz="8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11F35" w:themeColor="accent3"/>
        <w:bottom w:val="single" w:sz="8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56628" w:themeColor="accent4"/>
        <w:bottom w:val="single" w:sz="8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E314C" w:themeColor="accent5"/>
        <w:bottom w:val="single" w:sz="8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6A88" w:themeColor="accent6"/>
        <w:bottom w:val="single" w:sz="8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customStyle="1" w:styleId="MediumList21">
    <w:name w:val="Medium List 2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customStyle="1" w:styleId="PlainTable1">
    <w:name w:val="Plain Table 1"/>
    <w:basedOn w:val="TableNormal"/>
    <w:uiPriority w:val="41"/>
    <w:rsid w:val="002647D3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2647D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2647D3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32F1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iPriority="11" w:unhideWhenUsed="0" w:qFormat="1"/>
    <w:lsdException w:name="List Number" w:semiHidden="0" w:unhideWhenUsed="0" w:qFormat="1"/>
    <w:lsdException w:name="Title" w:semiHidden="0" w:uiPriority="10" w:unhideWhenUsed="0" w:qFormat="1"/>
    <w:lsdException w:name="Default Paragraph Font" w:uiPriority="1"/>
    <w:lsdException w:name="Subtitle" w:uiPriority="11"/>
    <w:lsdException w:name="Body Text 2" w:uiPriority="0"/>
    <w:lsdException w:name="Strong" w:uiPriority="22" w:qFormat="1"/>
    <w:lsdException w:name="Emphasis" w:uiPriority="20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semiHidden="0" w:uiPriority="10" w:unhideWhenUsed="0" w:qFormat="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507"/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6E1507"/>
    <w:pPr>
      <w:numPr>
        <w:numId w:val="5"/>
      </w:numPr>
    </w:pPr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customStyle="1" w:styleId="ColorfulGrid1">
    <w:name w:val="Colorful Grid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customStyle="1" w:styleId="ColorfulList1">
    <w:name w:val="Colorful List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ColorfulShading1">
    <w:name w:val="Colorful Shading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DarkList1">
    <w:name w:val="Dark List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customStyle="1" w:styleId="GridTable1Light">
    <w:name w:val="Grid Table 1 Light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Ind w:w="0" w:type="dxa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Ind w:w="0" w:type="dxa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Ind w:w="0" w:type="dxa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Ind w:w="0" w:type="dxa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Ind w:w="0" w:type="dxa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Ind w:w="0" w:type="dxa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Ind w:w="0" w:type="dxa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Ind w:w="0" w:type="dxa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Ind w:w="0" w:type="dxa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Ind w:w="0" w:type="dxa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Ind w:w="0" w:type="dxa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Ind w:w="0" w:type="dxa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customStyle="1" w:styleId="LightGrid1">
    <w:name w:val="Light Grid1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-Accent11">
    <w:name w:val="Light Grid - Accent 11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customStyle="1" w:styleId="LightList1">
    <w:name w:val="Light List1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-Accent11">
    <w:name w:val="Light List - Accent 11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customStyle="1" w:styleId="LightShading1">
    <w:name w:val="Light Shading1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Ind w:w="0" w:type="dxa"/>
      <w:tblBorders>
        <w:top w:val="single" w:sz="8" w:space="0" w:color="1D824C" w:themeColor="accent1"/>
        <w:bottom w:val="single" w:sz="8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Ind w:w="0" w:type="dxa"/>
      <w:tblBorders>
        <w:top w:val="single" w:sz="8" w:space="0" w:color="005556" w:themeColor="accent2"/>
        <w:bottom w:val="single" w:sz="8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Ind w:w="0" w:type="dxa"/>
      <w:tblBorders>
        <w:top w:val="single" w:sz="8" w:space="0" w:color="B11F35" w:themeColor="accent3"/>
        <w:bottom w:val="single" w:sz="8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Ind w:w="0" w:type="dxa"/>
      <w:tblBorders>
        <w:top w:val="single" w:sz="8" w:space="0" w:color="856628" w:themeColor="accent4"/>
        <w:bottom w:val="single" w:sz="8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Ind w:w="0" w:type="dxa"/>
      <w:tblBorders>
        <w:top w:val="single" w:sz="8" w:space="0" w:color="7E314C" w:themeColor="accent5"/>
        <w:bottom w:val="single" w:sz="8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Ind w:w="0" w:type="dxa"/>
      <w:tblBorders>
        <w:top w:val="single" w:sz="8" w:space="0" w:color="4B6A88" w:themeColor="accent6"/>
        <w:bottom w:val="single" w:sz="8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2647D3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Ind w:w="0" w:type="dxa"/>
      <w:tblBorders>
        <w:top w:val="single" w:sz="4" w:space="0" w:color="1D824C" w:themeColor="accent1"/>
        <w:bottom w:val="single" w:sz="4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Ind w:w="0" w:type="dxa"/>
      <w:tblBorders>
        <w:top w:val="single" w:sz="4" w:space="0" w:color="005556" w:themeColor="accent2"/>
        <w:bottom w:val="single" w:sz="4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Ind w:w="0" w:type="dxa"/>
      <w:tblBorders>
        <w:top w:val="single" w:sz="4" w:space="0" w:color="B11F35" w:themeColor="accent3"/>
        <w:bottom w:val="single" w:sz="4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Ind w:w="0" w:type="dxa"/>
      <w:tblBorders>
        <w:top w:val="single" w:sz="4" w:space="0" w:color="856628" w:themeColor="accent4"/>
        <w:bottom w:val="single" w:sz="4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Ind w:w="0" w:type="dxa"/>
      <w:tblBorders>
        <w:top w:val="single" w:sz="4" w:space="0" w:color="7E314C" w:themeColor="accent5"/>
        <w:bottom w:val="single" w:sz="4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Ind w:w="0" w:type="dxa"/>
      <w:tblBorders>
        <w:top w:val="single" w:sz="4" w:space="0" w:color="4B6A88" w:themeColor="accent6"/>
        <w:bottom w:val="single" w:sz="4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MediumGrid11">
    <w:name w:val="Medium Grid 11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customStyle="1" w:styleId="MediumGrid21">
    <w:name w:val="Medium Grid 2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1">
    <w:name w:val="Medium Grid 31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customStyle="1" w:styleId="MediumList11">
    <w:name w:val="Medium List 1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-Accent11">
    <w:name w:val="Medium List 1 - Accent 1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1D824C" w:themeColor="accent1"/>
        <w:bottom w:val="single" w:sz="8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5556" w:themeColor="accent2"/>
        <w:bottom w:val="single" w:sz="8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11F35" w:themeColor="accent3"/>
        <w:bottom w:val="single" w:sz="8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56628" w:themeColor="accent4"/>
        <w:bottom w:val="single" w:sz="8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E314C" w:themeColor="accent5"/>
        <w:bottom w:val="single" w:sz="8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6A88" w:themeColor="accent6"/>
        <w:bottom w:val="single" w:sz="8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customStyle="1" w:styleId="MediumList21">
    <w:name w:val="Medium List 2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customStyle="1" w:styleId="PlainTable1">
    <w:name w:val="Plain Table 1"/>
    <w:basedOn w:val="TableNormal"/>
    <w:uiPriority w:val="41"/>
    <w:rsid w:val="002647D3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2647D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2647D3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32F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naykumar\AppData\Roaming\Microsoft\Templates\Accounting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6B4D8F5F55D412582639249A9F0C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602BD-A9CB-49B6-A5B3-3308983E3768}"/>
      </w:docPartPr>
      <w:docPartBody>
        <w:p w:rsidR="00AA1F12" w:rsidRDefault="00193E1D">
          <w:pPr>
            <w:pStyle w:val="F6B4D8F5F55D412582639249A9F0C1D8"/>
          </w:pPr>
          <w:r w:rsidRPr="00CF1A49">
            <w:t>·</w:t>
          </w:r>
        </w:p>
      </w:docPartBody>
    </w:docPart>
    <w:docPart>
      <w:docPartPr>
        <w:name w:val="A0A659AD21AC4CD0BB5DB8479E728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7133E-3C8B-453B-98BF-37C693AB250B}"/>
      </w:docPartPr>
      <w:docPartBody>
        <w:p w:rsidR="00AA1F12" w:rsidRDefault="00193E1D">
          <w:pPr>
            <w:pStyle w:val="A0A659AD21AC4CD0BB5DB8479E7281F9"/>
          </w:pPr>
          <w:r w:rsidRPr="00CF1A49">
            <w:t>Experience</w:t>
          </w:r>
        </w:p>
      </w:docPartBody>
    </w:docPart>
    <w:docPart>
      <w:docPartPr>
        <w:name w:val="DC1254A2966740BFA0F31BC02A105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7C8E3-6FF9-493C-A2E6-78E737073357}"/>
      </w:docPartPr>
      <w:docPartBody>
        <w:p w:rsidR="00AA1F12" w:rsidRDefault="00193E1D">
          <w:pPr>
            <w:pStyle w:val="DC1254A2966740BFA0F31BC02A10540F"/>
          </w:pPr>
          <w:r w:rsidRPr="00CF1A49">
            <w:t>Skills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93E1D"/>
    <w:rsid w:val="000B625C"/>
    <w:rsid w:val="000B7E55"/>
    <w:rsid w:val="00193E1D"/>
    <w:rsid w:val="002F1484"/>
    <w:rsid w:val="005F25BA"/>
    <w:rsid w:val="006436FD"/>
    <w:rsid w:val="0068102C"/>
    <w:rsid w:val="00684173"/>
    <w:rsid w:val="0069685C"/>
    <w:rsid w:val="006B1CEE"/>
    <w:rsid w:val="00744846"/>
    <w:rsid w:val="007750C2"/>
    <w:rsid w:val="008418A7"/>
    <w:rsid w:val="0084702F"/>
    <w:rsid w:val="0089479B"/>
    <w:rsid w:val="00A70998"/>
    <w:rsid w:val="00AA1F12"/>
    <w:rsid w:val="00B370DD"/>
    <w:rsid w:val="00C15E88"/>
    <w:rsid w:val="00CF254F"/>
    <w:rsid w:val="00D05876"/>
    <w:rsid w:val="00D6293F"/>
    <w:rsid w:val="00D63819"/>
    <w:rsid w:val="00D67B3A"/>
    <w:rsid w:val="00DC3CC7"/>
    <w:rsid w:val="00E07A7C"/>
    <w:rsid w:val="00E5054E"/>
    <w:rsid w:val="00F32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5BA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B4D8F5F55D412582639249A9F0C1D8">
    <w:name w:val="F6B4D8F5F55D412582639249A9F0C1D8"/>
    <w:rsid w:val="005F25BA"/>
    <w:rPr>
      <w:rFonts w:cs="Mangal"/>
    </w:rPr>
  </w:style>
  <w:style w:type="paragraph" w:customStyle="1" w:styleId="A0A659AD21AC4CD0BB5DB8479E7281F9">
    <w:name w:val="A0A659AD21AC4CD0BB5DB8479E7281F9"/>
    <w:rsid w:val="005F25BA"/>
    <w:rPr>
      <w:rFonts w:cs="Mangal"/>
    </w:rPr>
  </w:style>
  <w:style w:type="paragraph" w:customStyle="1" w:styleId="DC1254A2966740BFA0F31BC02A10540F">
    <w:name w:val="DC1254A2966740BFA0F31BC02A10540F"/>
    <w:rsid w:val="005F25BA"/>
    <w:rPr>
      <w:rFonts w:cs="Mangal"/>
    </w:rPr>
  </w:style>
  <w:style w:type="paragraph" w:customStyle="1" w:styleId="ECA6523C454F4CFABA86C67EAEA550CA">
    <w:name w:val="ECA6523C454F4CFABA86C67EAEA550CA"/>
    <w:rsid w:val="00684173"/>
    <w:pPr>
      <w:spacing w:after="200" w:line="276" w:lineRule="auto"/>
    </w:pPr>
    <w:rPr>
      <w:szCs w:val="22"/>
      <w:lang w:val="en-GB" w:eastAsia="en-GB" w:bidi="ar-SA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7e3f163ba23981de9af4e94a4fc3c170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77303e74caa42b09a8f0afd28694942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662BB8-1253-4FAB-BF9A-1F186878EF90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08213137-FECA-4B2D-A0F1-4DB59211E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0E9CCA-B965-45FD-937B-55A202EB75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Accounting resume</Template>
  <TotalTime>0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2023-04-07T13:39:00Z</dcterms:created>
  <dcterms:modified xsi:type="dcterms:W3CDTF">2024-01-17T05:54:00Z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