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all content"/>
      </w:tblPr>
      <w:tblGrid>
        <w:gridCol w:w="3023"/>
        <w:gridCol w:w="723"/>
        <w:gridCol w:w="6190"/>
      </w:tblGrid>
      <w:tr w:rsidR="00B93310" w:rsidRPr="005152F2" w14:paraId="7A53D147" w14:textId="77777777" w:rsidTr="00D006E2">
        <w:tc>
          <w:tcPr>
            <w:tcW w:w="3023" w:type="dxa"/>
          </w:tcPr>
          <w:sdt>
            <w:sdtPr>
              <w:rPr>
                <w:sz w:val="40"/>
                <w:szCs w:val="40"/>
              </w:rPr>
              <w:alias w:val="Your Name:"/>
              <w:tag w:val="Your Name:"/>
              <w:id w:val="-1220516334"/>
              <w:placeholder>
                <w:docPart w:val="037F08EC73B26F4984180C528905B28B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14:paraId="75811C36" w14:textId="77777777" w:rsidR="00B93310" w:rsidRPr="00D40783" w:rsidRDefault="00D40783" w:rsidP="003856C9">
                <w:pPr>
                  <w:pStyle w:val="Heading1"/>
                  <w:rPr>
                    <w:sz w:val="40"/>
                    <w:szCs w:val="40"/>
                  </w:rPr>
                </w:pPr>
                <w:r w:rsidRPr="00D40783">
                  <w:rPr>
                    <w:sz w:val="40"/>
                    <w:szCs w:val="40"/>
                  </w:rPr>
                  <w:t>SUHATI aROR</w:t>
                </w:r>
                <w:r>
                  <w:rPr>
                    <w:sz w:val="40"/>
                    <w:szCs w:val="40"/>
                  </w:rPr>
                  <w:t>A</w:t>
                </w:r>
              </w:p>
            </w:sdtContent>
          </w:sdt>
          <w:tbl>
            <w:tblPr>
              <w:tblW w:w="2482" w:type="dxa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2482"/>
            </w:tblGrid>
            <w:tr w:rsidR="00441EB9" w:rsidRPr="005152F2" w14:paraId="0A2E0DC5" w14:textId="77777777" w:rsidTr="00D006E2">
              <w:trPr>
                <w:trHeight w:val="627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75243C66" w14:textId="77777777" w:rsidR="00441EB9" w:rsidRDefault="00441EB9" w:rsidP="00441EB9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5009248A" wp14:editId="09CBA651">
                            <wp:extent cx="329184" cy="329184"/>
                            <wp:effectExtent l="0" t="0" r="13970" b="13970"/>
                            <wp:docPr id="49" name="Group 43" descr="Email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reeform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reeform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F21F33B" id="Group 43" o:spid="_x0000_s1026" alt="Email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">
                            <v:shape id="Freeform 2" o:spid="_x0000_s1027" style="position:absolute;left:39;top:55;width:130;height:97;visibility:visible;mso-wrap-style:square;v-text-anchor:top" coordsize="208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&#13;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reeform 3" o:spid="_x0000_s1028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6C747A7F" w14:textId="77777777" w:rsidTr="00D006E2">
              <w:trPr>
                <w:trHeight w:val="322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23D2E3A8" w14:textId="77777777" w:rsidR="00441EB9" w:rsidRPr="00D40783" w:rsidRDefault="00D40783" w:rsidP="00441EB9">
                  <w:pPr>
                    <w:pStyle w:val="Heading3"/>
                    <w:rPr>
                      <w:sz w:val="22"/>
                      <w:szCs w:val="22"/>
                    </w:rPr>
                  </w:pPr>
                  <w:r w:rsidRPr="00D40783">
                    <w:rPr>
                      <w:caps w:val="0"/>
                      <w:sz w:val="22"/>
                      <w:szCs w:val="22"/>
                    </w:rPr>
                    <w:t>arorasuhati@gmail.com</w:t>
                  </w:r>
                </w:p>
              </w:tc>
            </w:tr>
            <w:tr w:rsidR="00441EB9" w:rsidRPr="005152F2" w14:paraId="603966F5" w14:textId="77777777" w:rsidTr="00D006E2">
              <w:trPr>
                <w:trHeight w:val="627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4B8C4B81" w14:textId="77777777" w:rsidR="00441EB9" w:rsidRDefault="00441EB9" w:rsidP="00441EB9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64B81F48" wp14:editId="0694ED4B">
                            <wp:extent cx="329184" cy="329184"/>
                            <wp:effectExtent l="0" t="0" r="13970" b="13970"/>
                            <wp:docPr id="80" name="Group 37" descr="Telephone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reeform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reeform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23F4707" id="Group 37" o:spid="_x0000_s1026" alt="Telephone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">
                            <v:shape id="Freeform 81" o:spid="_x0000_s1027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reeform 82" o:spid="_x0000_s1028" style="position:absolute;left:34;top:55;width:141;height:97;visibility:visible;mso-wrap-style:square;v-text-anchor:top" coordsize="2265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&#13;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6174590A" w14:textId="77777777" w:rsidTr="00D006E2">
              <w:trPr>
                <w:trHeight w:val="286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152FAFB4" w14:textId="77777777" w:rsidR="00441EB9" w:rsidRDefault="00D40783" w:rsidP="00441EB9">
                  <w:pPr>
                    <w:pStyle w:val="Heading3"/>
                  </w:pPr>
                  <w:r>
                    <w:t>9988768666</w:t>
                  </w:r>
                </w:p>
              </w:tc>
            </w:tr>
            <w:tr w:rsidR="00441EB9" w:rsidRPr="005152F2" w14:paraId="664E9370" w14:textId="77777777" w:rsidTr="00D006E2">
              <w:trPr>
                <w:trHeight w:val="627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4788CDDE" w14:textId="77777777" w:rsidR="00441EB9" w:rsidRDefault="00441EB9" w:rsidP="00441EB9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1A600B73" wp14:editId="71A3ECE7">
                            <wp:extent cx="329184" cy="329184"/>
                            <wp:effectExtent l="0" t="0" r="13970" b="13970"/>
                            <wp:docPr id="77" name="Group 31" descr="LinkedIn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78" name="Freeform 7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79" name="Freeform 79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0" y="50"/>
                                        <a:ext cx="109" cy="98"/>
                                      </a:xfrm>
                                      <a:custGeom>
                                        <a:avLst/>
                                        <a:gdLst>
                                          <a:gd name="T0" fmla="*/ 384 w 1752"/>
                                          <a:gd name="T1" fmla="*/ 544 h 1560"/>
                                          <a:gd name="T2" fmla="*/ 1243 w 1752"/>
                                          <a:gd name="T3" fmla="*/ 523 h 1560"/>
                                          <a:gd name="T4" fmla="*/ 1128 w 1752"/>
                                          <a:gd name="T5" fmla="*/ 556 h 1560"/>
                                          <a:gd name="T6" fmla="*/ 1044 w 1752"/>
                                          <a:gd name="T7" fmla="*/ 620 h 1560"/>
                                          <a:gd name="T8" fmla="*/ 972 w 1752"/>
                                          <a:gd name="T9" fmla="*/ 686 h 1560"/>
                                          <a:gd name="T10" fmla="*/ 643 w 1752"/>
                                          <a:gd name="T11" fmla="*/ 1510 h 1560"/>
                                          <a:gd name="T12" fmla="*/ 954 w 1752"/>
                                          <a:gd name="T13" fmla="*/ 933 h 1560"/>
                                          <a:gd name="T14" fmla="*/ 966 w 1752"/>
                                          <a:gd name="T15" fmla="*/ 872 h 1560"/>
                                          <a:gd name="T16" fmla="*/ 1038 w 1752"/>
                                          <a:gd name="T17" fmla="*/ 779 h 1560"/>
                                          <a:gd name="T18" fmla="*/ 1122 w 1752"/>
                                          <a:gd name="T19" fmla="*/ 739 h 1560"/>
                                          <a:gd name="T20" fmla="*/ 1245 w 1752"/>
                                          <a:gd name="T21" fmla="*/ 744 h 1560"/>
                                          <a:gd name="T22" fmla="*/ 1340 w 1752"/>
                                          <a:gd name="T23" fmla="*/ 807 h 1560"/>
                                          <a:gd name="T24" fmla="*/ 1384 w 1752"/>
                                          <a:gd name="T25" fmla="*/ 920 h 1560"/>
                                          <a:gd name="T26" fmla="*/ 1697 w 1752"/>
                                          <a:gd name="T27" fmla="*/ 1510 h 1560"/>
                                          <a:gd name="T28" fmla="*/ 1681 w 1752"/>
                                          <a:gd name="T29" fmla="*/ 798 h 1560"/>
                                          <a:gd name="T30" fmla="*/ 1610 w 1752"/>
                                          <a:gd name="T31" fmla="*/ 650 h 1560"/>
                                          <a:gd name="T32" fmla="*/ 1496 w 1752"/>
                                          <a:gd name="T33" fmla="*/ 558 h 1560"/>
                                          <a:gd name="T34" fmla="*/ 1307 w 1752"/>
                                          <a:gd name="T35" fmla="*/ 522 h 1560"/>
                                          <a:gd name="T36" fmla="*/ 432 w 1752"/>
                                          <a:gd name="T37" fmla="*/ 497 h 1560"/>
                                          <a:gd name="T38" fmla="*/ 438 w 1752"/>
                                          <a:gd name="T39" fmla="*/ 1543 h 1560"/>
                                          <a:gd name="T40" fmla="*/ 50 w 1752"/>
                                          <a:gd name="T41" fmla="*/ 1560 h 1560"/>
                                          <a:gd name="T42" fmla="*/ 22 w 1752"/>
                                          <a:gd name="T43" fmla="*/ 1532 h 1560"/>
                                          <a:gd name="T44" fmla="*/ 41 w 1752"/>
                                          <a:gd name="T45" fmla="*/ 490 h 1560"/>
                                          <a:gd name="T46" fmla="*/ 1426 w 1752"/>
                                          <a:gd name="T47" fmla="*/ 480 h 1560"/>
                                          <a:gd name="T48" fmla="*/ 1593 w 1752"/>
                                          <a:gd name="T49" fmla="*/ 557 h 1560"/>
                                          <a:gd name="T50" fmla="*/ 1701 w 1752"/>
                                          <a:gd name="T51" fmla="*/ 694 h 1560"/>
                                          <a:gd name="T52" fmla="*/ 1750 w 1752"/>
                                          <a:gd name="T53" fmla="*/ 890 h 1560"/>
                                          <a:gd name="T54" fmla="*/ 1742 w 1752"/>
                                          <a:gd name="T55" fmla="*/ 1552 h 1560"/>
                                          <a:gd name="T56" fmla="*/ 1351 w 1752"/>
                                          <a:gd name="T57" fmla="*/ 1557 h 1560"/>
                                          <a:gd name="T58" fmla="*/ 1335 w 1752"/>
                                          <a:gd name="T59" fmla="*/ 989 h 1560"/>
                                          <a:gd name="T60" fmla="*/ 1311 w 1752"/>
                                          <a:gd name="T61" fmla="*/ 860 h 1560"/>
                                          <a:gd name="T62" fmla="*/ 1250 w 1752"/>
                                          <a:gd name="T63" fmla="*/ 797 h 1560"/>
                                          <a:gd name="T64" fmla="*/ 1144 w 1752"/>
                                          <a:gd name="T65" fmla="*/ 788 h 1560"/>
                                          <a:gd name="T66" fmla="*/ 1052 w 1752"/>
                                          <a:gd name="T67" fmla="*/ 836 h 1560"/>
                                          <a:gd name="T68" fmla="*/ 1005 w 1752"/>
                                          <a:gd name="T69" fmla="*/ 923 h 1560"/>
                                          <a:gd name="T70" fmla="*/ 988 w 1752"/>
                                          <a:gd name="T71" fmla="*/ 1557 h 1560"/>
                                          <a:gd name="T72" fmla="*/ 587 w 1752"/>
                                          <a:gd name="T73" fmla="*/ 1532 h 1560"/>
                                          <a:gd name="T74" fmla="*/ 604 w 1752"/>
                                          <a:gd name="T75" fmla="*/ 490 h 1560"/>
                                          <a:gd name="T76" fmla="*/ 998 w 1752"/>
                                          <a:gd name="T77" fmla="*/ 497 h 1560"/>
                                          <a:gd name="T78" fmla="*/ 1027 w 1752"/>
                                          <a:gd name="T79" fmla="*/ 564 h 1560"/>
                                          <a:gd name="T80" fmla="*/ 1138 w 1752"/>
                                          <a:gd name="T81" fmla="*/ 495 h 1560"/>
                                          <a:gd name="T82" fmla="*/ 1270 w 1752"/>
                                          <a:gd name="T83" fmla="*/ 467 h 1560"/>
                                          <a:gd name="T84" fmla="*/ 172 w 1752"/>
                                          <a:gd name="T85" fmla="*/ 61 h 1560"/>
                                          <a:gd name="T86" fmla="*/ 87 w 1752"/>
                                          <a:gd name="T87" fmla="*/ 111 h 1560"/>
                                          <a:gd name="T88" fmla="*/ 55 w 1752"/>
                                          <a:gd name="T89" fmla="*/ 203 h 1560"/>
                                          <a:gd name="T90" fmla="*/ 81 w 1752"/>
                                          <a:gd name="T91" fmla="*/ 289 h 1560"/>
                                          <a:gd name="T92" fmla="*/ 160 w 1752"/>
                                          <a:gd name="T93" fmla="*/ 344 h 1560"/>
                                          <a:gd name="T94" fmla="*/ 248 w 1752"/>
                                          <a:gd name="T95" fmla="*/ 349 h 1560"/>
                                          <a:gd name="T96" fmla="*/ 335 w 1752"/>
                                          <a:gd name="T97" fmla="*/ 307 h 1560"/>
                                          <a:gd name="T98" fmla="*/ 378 w 1752"/>
                                          <a:gd name="T99" fmla="*/ 228 h 1560"/>
                                          <a:gd name="T100" fmla="*/ 356 w 1752"/>
                                          <a:gd name="T101" fmla="*/ 115 h 1560"/>
                                          <a:gd name="T102" fmla="*/ 268 w 1752"/>
                                          <a:gd name="T103" fmla="*/ 57 h 1560"/>
                                          <a:gd name="T104" fmla="*/ 292 w 1752"/>
                                          <a:gd name="T105" fmla="*/ 7 h 1560"/>
                                          <a:gd name="T106" fmla="*/ 379 w 1752"/>
                                          <a:gd name="T107" fmla="*/ 61 h 1560"/>
                                          <a:gd name="T108" fmla="*/ 431 w 1752"/>
                                          <a:gd name="T109" fmla="*/ 166 h 1560"/>
                                          <a:gd name="T110" fmla="*/ 424 w 1752"/>
                                          <a:gd name="T111" fmla="*/ 266 h 1560"/>
                                          <a:gd name="T112" fmla="*/ 354 w 1752"/>
                                          <a:gd name="T113" fmla="*/ 364 h 1560"/>
                                          <a:gd name="T114" fmla="*/ 251 w 1752"/>
                                          <a:gd name="T115" fmla="*/ 404 h 1560"/>
                                          <a:gd name="T116" fmla="*/ 154 w 1752"/>
                                          <a:gd name="T117" fmla="*/ 399 h 1560"/>
                                          <a:gd name="T118" fmla="*/ 61 w 1752"/>
                                          <a:gd name="T119" fmla="*/ 346 h 1560"/>
                                          <a:gd name="T120" fmla="*/ 3 w 1752"/>
                                          <a:gd name="T121" fmla="*/ 236 h 1560"/>
                                          <a:gd name="T122" fmla="*/ 24 w 1752"/>
                                          <a:gd name="T123" fmla="*/ 106 h 1560"/>
                                          <a:gd name="T124" fmla="*/ 124 w 1752"/>
                                          <a:gd name="T125" fmla="*/ 1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52" h="1560">
                                            <a:moveTo>
                                              <a:pt x="77" y="544"/>
                                            </a:moveTo>
                                            <a:lnTo>
                                              <a:pt x="77" y="1510"/>
                                            </a:lnTo>
                                            <a:lnTo>
                                              <a:pt x="384" y="1510"/>
                                            </a:lnTo>
                                            <a:lnTo>
                                              <a:pt x="384" y="544"/>
                                            </a:lnTo>
                                            <a:lnTo>
                                              <a:pt x="77" y="544"/>
                                            </a:lnTo>
                                            <a:close/>
                                            <a:moveTo>
                                              <a:pt x="1307" y="522"/>
                                            </a:moveTo>
                                            <a:lnTo>
                                              <a:pt x="1274" y="522"/>
                                            </a:lnTo>
                                            <a:lnTo>
                                              <a:pt x="1243" y="523"/>
                                            </a:lnTo>
                                            <a:lnTo>
                                              <a:pt x="1213" y="526"/>
                                            </a:lnTo>
                                            <a:lnTo>
                                              <a:pt x="1186" y="532"/>
                                            </a:lnTo>
                                            <a:lnTo>
                                              <a:pt x="1155" y="544"/>
                                            </a:lnTo>
                                            <a:lnTo>
                                              <a:pt x="1128" y="556"/>
                                            </a:lnTo>
                                            <a:lnTo>
                                              <a:pt x="1104" y="571"/>
                                            </a:lnTo>
                                            <a:lnTo>
                                              <a:pt x="1080" y="588"/>
                                            </a:lnTo>
                                            <a:lnTo>
                                              <a:pt x="1061" y="604"/>
                                            </a:lnTo>
                                            <a:lnTo>
                                              <a:pt x="1044" y="620"/>
                                            </a:lnTo>
                                            <a:lnTo>
                                              <a:pt x="1027" y="641"/>
                                            </a:lnTo>
                                            <a:lnTo>
                                              <a:pt x="1012" y="659"/>
                                            </a:lnTo>
                                            <a:lnTo>
                                              <a:pt x="1000" y="676"/>
                                            </a:lnTo>
                                            <a:lnTo>
                                              <a:pt x="972" y="686"/>
                                            </a:lnTo>
                                            <a:lnTo>
                                              <a:pt x="950" y="659"/>
                                            </a:lnTo>
                                            <a:lnTo>
                                              <a:pt x="950" y="544"/>
                                            </a:lnTo>
                                            <a:lnTo>
                                              <a:pt x="643" y="544"/>
                                            </a:lnTo>
                                            <a:lnTo>
                                              <a:pt x="643" y="1510"/>
                                            </a:lnTo>
                                            <a:lnTo>
                                              <a:pt x="950" y="1510"/>
                                            </a:lnTo>
                                            <a:lnTo>
                                              <a:pt x="950" y="966"/>
                                            </a:lnTo>
                                            <a:lnTo>
                                              <a:pt x="952" y="950"/>
                                            </a:lnTo>
                                            <a:lnTo>
                                              <a:pt x="954" y="933"/>
                                            </a:lnTo>
                                            <a:lnTo>
                                              <a:pt x="956" y="916"/>
                                            </a:lnTo>
                                            <a:lnTo>
                                              <a:pt x="957" y="904"/>
                                            </a:lnTo>
                                            <a:lnTo>
                                              <a:pt x="961" y="889"/>
                                            </a:lnTo>
                                            <a:lnTo>
                                              <a:pt x="966" y="872"/>
                                            </a:lnTo>
                                            <a:lnTo>
                                              <a:pt x="980" y="848"/>
                                            </a:lnTo>
                                            <a:lnTo>
                                              <a:pt x="996" y="824"/>
                                            </a:lnTo>
                                            <a:lnTo>
                                              <a:pt x="1016" y="801"/>
                                            </a:lnTo>
                                            <a:lnTo>
                                              <a:pt x="1038" y="779"/>
                                            </a:lnTo>
                                            <a:lnTo>
                                              <a:pt x="1055" y="765"/>
                                            </a:lnTo>
                                            <a:lnTo>
                                              <a:pt x="1076" y="753"/>
                                            </a:lnTo>
                                            <a:lnTo>
                                              <a:pt x="1098" y="746"/>
                                            </a:lnTo>
                                            <a:lnTo>
                                              <a:pt x="1122" y="739"/>
                                            </a:lnTo>
                                            <a:lnTo>
                                              <a:pt x="1149" y="736"/>
                                            </a:lnTo>
                                            <a:lnTo>
                                              <a:pt x="1175" y="735"/>
                                            </a:lnTo>
                                            <a:lnTo>
                                              <a:pt x="1211" y="737"/>
                                            </a:lnTo>
                                            <a:lnTo>
                                              <a:pt x="1245" y="744"/>
                                            </a:lnTo>
                                            <a:lnTo>
                                              <a:pt x="1274" y="753"/>
                                            </a:lnTo>
                                            <a:lnTo>
                                              <a:pt x="1299" y="767"/>
                                            </a:lnTo>
                                            <a:lnTo>
                                              <a:pt x="1321" y="785"/>
                                            </a:lnTo>
                                            <a:lnTo>
                                              <a:pt x="1340" y="807"/>
                                            </a:lnTo>
                                            <a:lnTo>
                                              <a:pt x="1355" y="831"/>
                                            </a:lnTo>
                                            <a:lnTo>
                                              <a:pt x="1368" y="858"/>
                                            </a:lnTo>
                                            <a:lnTo>
                                              <a:pt x="1377" y="887"/>
                                            </a:lnTo>
                                            <a:lnTo>
                                              <a:pt x="1384" y="920"/>
                                            </a:lnTo>
                                            <a:lnTo>
                                              <a:pt x="1388" y="953"/>
                                            </a:lnTo>
                                            <a:lnTo>
                                              <a:pt x="1390" y="989"/>
                                            </a:lnTo>
                                            <a:lnTo>
                                              <a:pt x="1390" y="1510"/>
                                            </a:lnTo>
                                            <a:lnTo>
                                              <a:pt x="1697" y="1510"/>
                                            </a:lnTo>
                                            <a:lnTo>
                                              <a:pt x="1697" y="950"/>
                                            </a:lnTo>
                                            <a:lnTo>
                                              <a:pt x="1695" y="894"/>
                                            </a:lnTo>
                                            <a:lnTo>
                                              <a:pt x="1689" y="843"/>
                                            </a:lnTo>
                                            <a:lnTo>
                                              <a:pt x="1681" y="798"/>
                                            </a:lnTo>
                                            <a:lnTo>
                                              <a:pt x="1669" y="757"/>
                                            </a:lnTo>
                                            <a:lnTo>
                                              <a:pt x="1652" y="719"/>
                                            </a:lnTo>
                                            <a:lnTo>
                                              <a:pt x="1632" y="683"/>
                                            </a:lnTo>
                                            <a:lnTo>
                                              <a:pt x="1610" y="650"/>
                                            </a:lnTo>
                                            <a:lnTo>
                                              <a:pt x="1587" y="620"/>
                                            </a:lnTo>
                                            <a:lnTo>
                                              <a:pt x="1560" y="597"/>
                                            </a:lnTo>
                                            <a:lnTo>
                                              <a:pt x="1530" y="576"/>
                                            </a:lnTo>
                                            <a:lnTo>
                                              <a:pt x="1496" y="558"/>
                                            </a:lnTo>
                                            <a:lnTo>
                                              <a:pt x="1461" y="544"/>
                                            </a:lnTo>
                                            <a:lnTo>
                                              <a:pt x="1412" y="530"/>
                                            </a:lnTo>
                                            <a:lnTo>
                                              <a:pt x="1360" y="524"/>
                                            </a:lnTo>
                                            <a:lnTo>
                                              <a:pt x="1307" y="522"/>
                                            </a:lnTo>
                                            <a:close/>
                                            <a:moveTo>
                                              <a:pt x="50" y="488"/>
                                            </a:moveTo>
                                            <a:lnTo>
                                              <a:pt x="412" y="488"/>
                                            </a:lnTo>
                                            <a:lnTo>
                                              <a:pt x="423" y="490"/>
                                            </a:lnTo>
                                            <a:lnTo>
                                              <a:pt x="432" y="497"/>
                                            </a:lnTo>
                                            <a:lnTo>
                                              <a:pt x="438" y="505"/>
                                            </a:lnTo>
                                            <a:lnTo>
                                              <a:pt x="440" y="516"/>
                                            </a:lnTo>
                                            <a:lnTo>
                                              <a:pt x="440" y="1532"/>
                                            </a:lnTo>
                                            <a:lnTo>
                                              <a:pt x="438" y="1543"/>
                                            </a:lnTo>
                                            <a:lnTo>
                                              <a:pt x="432" y="1552"/>
                                            </a:lnTo>
                                            <a:lnTo>
                                              <a:pt x="423" y="1557"/>
                                            </a:lnTo>
                                            <a:lnTo>
                                              <a:pt x="412" y="1560"/>
                                            </a:lnTo>
                                            <a:lnTo>
                                              <a:pt x="50" y="1560"/>
                                            </a:lnTo>
                                            <a:lnTo>
                                              <a:pt x="41" y="1557"/>
                                            </a:lnTo>
                                            <a:lnTo>
                                              <a:pt x="32" y="1552"/>
                                            </a:lnTo>
                                            <a:lnTo>
                                              <a:pt x="25" y="1543"/>
                                            </a:lnTo>
                                            <a:lnTo>
                                              <a:pt x="22" y="1532"/>
                                            </a:lnTo>
                                            <a:lnTo>
                                              <a:pt x="22" y="516"/>
                                            </a:lnTo>
                                            <a:lnTo>
                                              <a:pt x="25" y="505"/>
                                            </a:lnTo>
                                            <a:lnTo>
                                              <a:pt x="32" y="497"/>
                                            </a:lnTo>
                                            <a:lnTo>
                                              <a:pt x="41" y="490"/>
                                            </a:lnTo>
                                            <a:lnTo>
                                              <a:pt x="50" y="488"/>
                                            </a:lnTo>
                                            <a:close/>
                                            <a:moveTo>
                                              <a:pt x="1307" y="466"/>
                                            </a:moveTo>
                                            <a:lnTo>
                                              <a:pt x="1368" y="470"/>
                                            </a:lnTo>
                                            <a:lnTo>
                                              <a:pt x="1426" y="480"/>
                                            </a:lnTo>
                                            <a:lnTo>
                                              <a:pt x="1483" y="494"/>
                                            </a:lnTo>
                                            <a:lnTo>
                                              <a:pt x="1523" y="512"/>
                                            </a:lnTo>
                                            <a:lnTo>
                                              <a:pt x="1558" y="532"/>
                                            </a:lnTo>
                                            <a:lnTo>
                                              <a:pt x="1593" y="557"/>
                                            </a:lnTo>
                                            <a:lnTo>
                                              <a:pt x="1625" y="588"/>
                                            </a:lnTo>
                                            <a:lnTo>
                                              <a:pt x="1653" y="619"/>
                                            </a:lnTo>
                                            <a:lnTo>
                                              <a:pt x="1679" y="656"/>
                                            </a:lnTo>
                                            <a:lnTo>
                                              <a:pt x="1701" y="694"/>
                                            </a:lnTo>
                                            <a:lnTo>
                                              <a:pt x="1719" y="735"/>
                                            </a:lnTo>
                                            <a:lnTo>
                                              <a:pt x="1733" y="783"/>
                                            </a:lnTo>
                                            <a:lnTo>
                                              <a:pt x="1743" y="835"/>
                                            </a:lnTo>
                                            <a:lnTo>
                                              <a:pt x="1750" y="890"/>
                                            </a:lnTo>
                                            <a:lnTo>
                                              <a:pt x="1752" y="950"/>
                                            </a:lnTo>
                                            <a:lnTo>
                                              <a:pt x="1752" y="1532"/>
                                            </a:lnTo>
                                            <a:lnTo>
                                              <a:pt x="1749" y="1543"/>
                                            </a:lnTo>
                                            <a:lnTo>
                                              <a:pt x="1742" y="1552"/>
                                            </a:lnTo>
                                            <a:lnTo>
                                              <a:pt x="1733" y="1557"/>
                                            </a:lnTo>
                                            <a:lnTo>
                                              <a:pt x="1725" y="1560"/>
                                            </a:lnTo>
                                            <a:lnTo>
                                              <a:pt x="1362" y="1560"/>
                                            </a:lnTo>
                                            <a:lnTo>
                                              <a:pt x="1351" y="1557"/>
                                            </a:lnTo>
                                            <a:lnTo>
                                              <a:pt x="1342" y="1552"/>
                                            </a:lnTo>
                                            <a:lnTo>
                                              <a:pt x="1336" y="1543"/>
                                            </a:lnTo>
                                            <a:lnTo>
                                              <a:pt x="1335" y="1532"/>
                                            </a:lnTo>
                                            <a:lnTo>
                                              <a:pt x="1335" y="989"/>
                                            </a:lnTo>
                                            <a:lnTo>
                                              <a:pt x="1333" y="953"/>
                                            </a:lnTo>
                                            <a:lnTo>
                                              <a:pt x="1329" y="919"/>
                                            </a:lnTo>
                                            <a:lnTo>
                                              <a:pt x="1321" y="888"/>
                                            </a:lnTo>
                                            <a:lnTo>
                                              <a:pt x="1311" y="860"/>
                                            </a:lnTo>
                                            <a:lnTo>
                                              <a:pt x="1296" y="835"/>
                                            </a:lnTo>
                                            <a:lnTo>
                                              <a:pt x="1284" y="819"/>
                                            </a:lnTo>
                                            <a:lnTo>
                                              <a:pt x="1268" y="808"/>
                                            </a:lnTo>
                                            <a:lnTo>
                                              <a:pt x="1250" y="797"/>
                                            </a:lnTo>
                                            <a:lnTo>
                                              <a:pt x="1228" y="791"/>
                                            </a:lnTo>
                                            <a:lnTo>
                                              <a:pt x="1204" y="787"/>
                                            </a:lnTo>
                                            <a:lnTo>
                                              <a:pt x="1175" y="786"/>
                                            </a:lnTo>
                                            <a:lnTo>
                                              <a:pt x="1144" y="788"/>
                                            </a:lnTo>
                                            <a:lnTo>
                                              <a:pt x="1117" y="793"/>
                                            </a:lnTo>
                                            <a:lnTo>
                                              <a:pt x="1093" y="803"/>
                                            </a:lnTo>
                                            <a:lnTo>
                                              <a:pt x="1071" y="818"/>
                                            </a:lnTo>
                                            <a:lnTo>
                                              <a:pt x="1052" y="836"/>
                                            </a:lnTo>
                                            <a:lnTo>
                                              <a:pt x="1038" y="855"/>
                                            </a:lnTo>
                                            <a:lnTo>
                                              <a:pt x="1025" y="875"/>
                                            </a:lnTo>
                                            <a:lnTo>
                                              <a:pt x="1016" y="894"/>
                                            </a:lnTo>
                                            <a:lnTo>
                                              <a:pt x="1005" y="923"/>
                                            </a:lnTo>
                                            <a:lnTo>
                                              <a:pt x="1005" y="1532"/>
                                            </a:lnTo>
                                            <a:lnTo>
                                              <a:pt x="1003" y="1543"/>
                                            </a:lnTo>
                                            <a:lnTo>
                                              <a:pt x="998" y="1552"/>
                                            </a:lnTo>
                                            <a:lnTo>
                                              <a:pt x="988" y="1557"/>
                                            </a:lnTo>
                                            <a:lnTo>
                                              <a:pt x="978" y="1560"/>
                                            </a:lnTo>
                                            <a:lnTo>
                                              <a:pt x="616" y="1560"/>
                                            </a:lnTo>
                                            <a:lnTo>
                                              <a:pt x="594" y="1553"/>
                                            </a:lnTo>
                                            <a:lnTo>
                                              <a:pt x="587" y="1532"/>
                                            </a:lnTo>
                                            <a:lnTo>
                                              <a:pt x="587" y="516"/>
                                            </a:lnTo>
                                            <a:lnTo>
                                              <a:pt x="589" y="505"/>
                                            </a:lnTo>
                                            <a:lnTo>
                                              <a:pt x="596" y="497"/>
                                            </a:lnTo>
                                            <a:lnTo>
                                              <a:pt x="604" y="490"/>
                                            </a:lnTo>
                                            <a:lnTo>
                                              <a:pt x="616" y="488"/>
                                            </a:lnTo>
                                            <a:lnTo>
                                              <a:pt x="978" y="488"/>
                                            </a:lnTo>
                                            <a:lnTo>
                                              <a:pt x="988" y="490"/>
                                            </a:lnTo>
                                            <a:lnTo>
                                              <a:pt x="998" y="497"/>
                                            </a:lnTo>
                                            <a:lnTo>
                                              <a:pt x="1003" y="505"/>
                                            </a:lnTo>
                                            <a:lnTo>
                                              <a:pt x="1005" y="516"/>
                                            </a:lnTo>
                                            <a:lnTo>
                                              <a:pt x="1005" y="582"/>
                                            </a:lnTo>
                                            <a:lnTo>
                                              <a:pt x="1027" y="564"/>
                                            </a:lnTo>
                                            <a:lnTo>
                                              <a:pt x="1049" y="545"/>
                                            </a:lnTo>
                                            <a:lnTo>
                                              <a:pt x="1071" y="527"/>
                                            </a:lnTo>
                                            <a:lnTo>
                                              <a:pt x="1104" y="511"/>
                                            </a:lnTo>
                                            <a:lnTo>
                                              <a:pt x="1138" y="495"/>
                                            </a:lnTo>
                                            <a:lnTo>
                                              <a:pt x="1175" y="483"/>
                                            </a:lnTo>
                                            <a:lnTo>
                                              <a:pt x="1203" y="476"/>
                                            </a:lnTo>
                                            <a:lnTo>
                                              <a:pt x="1235" y="470"/>
                                            </a:lnTo>
                                            <a:lnTo>
                                              <a:pt x="1270" y="467"/>
                                            </a:lnTo>
                                            <a:lnTo>
                                              <a:pt x="1307" y="466"/>
                                            </a:lnTo>
                                            <a:close/>
                                            <a:moveTo>
                                              <a:pt x="236" y="55"/>
                                            </a:moveTo>
                                            <a:lnTo>
                                              <a:pt x="202" y="57"/>
                                            </a:lnTo>
                                            <a:lnTo>
                                              <a:pt x="172" y="61"/>
                                            </a:lnTo>
                                            <a:lnTo>
                                              <a:pt x="145" y="68"/>
                                            </a:lnTo>
                                            <a:lnTo>
                                              <a:pt x="123" y="79"/>
                                            </a:lnTo>
                                            <a:lnTo>
                                              <a:pt x="105" y="93"/>
                                            </a:lnTo>
                                            <a:lnTo>
                                              <a:pt x="87" y="111"/>
                                            </a:lnTo>
                                            <a:lnTo>
                                              <a:pt x="73" y="131"/>
                                            </a:lnTo>
                                            <a:lnTo>
                                              <a:pt x="63" y="153"/>
                                            </a:lnTo>
                                            <a:lnTo>
                                              <a:pt x="57" y="177"/>
                                            </a:lnTo>
                                            <a:lnTo>
                                              <a:pt x="55" y="203"/>
                                            </a:lnTo>
                                            <a:lnTo>
                                              <a:pt x="56" y="226"/>
                                            </a:lnTo>
                                            <a:lnTo>
                                              <a:pt x="62" y="248"/>
                                            </a:lnTo>
                                            <a:lnTo>
                                              <a:pt x="69" y="270"/>
                                            </a:lnTo>
                                            <a:lnTo>
                                              <a:pt x="81" y="289"/>
                                            </a:lnTo>
                                            <a:lnTo>
                                              <a:pt x="99" y="307"/>
                                            </a:lnTo>
                                            <a:lnTo>
                                              <a:pt x="117" y="323"/>
                                            </a:lnTo>
                                            <a:lnTo>
                                              <a:pt x="137" y="334"/>
                                            </a:lnTo>
                                            <a:lnTo>
                                              <a:pt x="160" y="344"/>
                                            </a:lnTo>
                                            <a:lnTo>
                                              <a:pt x="186" y="349"/>
                                            </a:lnTo>
                                            <a:lnTo>
                                              <a:pt x="214" y="351"/>
                                            </a:lnTo>
                                            <a:lnTo>
                                              <a:pt x="220" y="351"/>
                                            </a:lnTo>
                                            <a:lnTo>
                                              <a:pt x="248" y="349"/>
                                            </a:lnTo>
                                            <a:lnTo>
                                              <a:pt x="274" y="344"/>
                                            </a:lnTo>
                                            <a:lnTo>
                                              <a:pt x="297" y="334"/>
                                            </a:lnTo>
                                            <a:lnTo>
                                              <a:pt x="317" y="323"/>
                                            </a:lnTo>
                                            <a:lnTo>
                                              <a:pt x="335" y="307"/>
                                            </a:lnTo>
                                            <a:lnTo>
                                              <a:pt x="353" y="290"/>
                                            </a:lnTo>
                                            <a:lnTo>
                                              <a:pt x="365" y="271"/>
                                            </a:lnTo>
                                            <a:lnTo>
                                              <a:pt x="374" y="250"/>
                                            </a:lnTo>
                                            <a:lnTo>
                                              <a:pt x="378" y="228"/>
                                            </a:lnTo>
                                            <a:lnTo>
                                              <a:pt x="379" y="203"/>
                                            </a:lnTo>
                                            <a:lnTo>
                                              <a:pt x="376" y="171"/>
                                            </a:lnTo>
                                            <a:lnTo>
                                              <a:pt x="368" y="142"/>
                                            </a:lnTo>
                                            <a:lnTo>
                                              <a:pt x="356" y="115"/>
                                            </a:lnTo>
                                            <a:lnTo>
                                              <a:pt x="341" y="93"/>
                                            </a:lnTo>
                                            <a:lnTo>
                                              <a:pt x="319" y="76"/>
                                            </a:lnTo>
                                            <a:lnTo>
                                              <a:pt x="295" y="64"/>
                                            </a:lnTo>
                                            <a:lnTo>
                                              <a:pt x="268" y="57"/>
                                            </a:lnTo>
                                            <a:lnTo>
                                              <a:pt x="236" y="55"/>
                                            </a:lnTo>
                                            <a:close/>
                                            <a:moveTo>
                                              <a:pt x="236" y="0"/>
                                            </a:moveTo>
                                            <a:lnTo>
                                              <a:pt x="265" y="2"/>
                                            </a:lnTo>
                                            <a:lnTo>
                                              <a:pt x="292" y="7"/>
                                            </a:lnTo>
                                            <a:lnTo>
                                              <a:pt x="316" y="16"/>
                                            </a:lnTo>
                                            <a:lnTo>
                                              <a:pt x="338" y="27"/>
                                            </a:lnTo>
                                            <a:lnTo>
                                              <a:pt x="359" y="42"/>
                                            </a:lnTo>
                                            <a:lnTo>
                                              <a:pt x="379" y="61"/>
                                            </a:lnTo>
                                            <a:lnTo>
                                              <a:pt x="398" y="84"/>
                                            </a:lnTo>
                                            <a:lnTo>
                                              <a:pt x="412" y="109"/>
                                            </a:lnTo>
                                            <a:lnTo>
                                              <a:pt x="424" y="136"/>
                                            </a:lnTo>
                                            <a:lnTo>
                                              <a:pt x="431" y="166"/>
                                            </a:lnTo>
                                            <a:lnTo>
                                              <a:pt x="434" y="198"/>
                                            </a:lnTo>
                                            <a:lnTo>
                                              <a:pt x="434" y="203"/>
                                            </a:lnTo>
                                            <a:lnTo>
                                              <a:pt x="431" y="236"/>
                                            </a:lnTo>
                                            <a:lnTo>
                                              <a:pt x="424" y="266"/>
                                            </a:lnTo>
                                            <a:lnTo>
                                              <a:pt x="411" y="294"/>
                                            </a:lnTo>
                                            <a:lnTo>
                                              <a:pt x="395" y="322"/>
                                            </a:lnTo>
                                            <a:lnTo>
                                              <a:pt x="374" y="346"/>
                                            </a:lnTo>
                                            <a:lnTo>
                                              <a:pt x="354" y="364"/>
                                            </a:lnTo>
                                            <a:lnTo>
                                              <a:pt x="332" y="378"/>
                                            </a:lnTo>
                                            <a:lnTo>
                                              <a:pt x="307" y="391"/>
                                            </a:lnTo>
                                            <a:lnTo>
                                              <a:pt x="280" y="399"/>
                                            </a:lnTo>
                                            <a:lnTo>
                                              <a:pt x="251" y="404"/>
                                            </a:lnTo>
                                            <a:lnTo>
                                              <a:pt x="220" y="406"/>
                                            </a:lnTo>
                                            <a:lnTo>
                                              <a:pt x="214" y="406"/>
                                            </a:lnTo>
                                            <a:lnTo>
                                              <a:pt x="183" y="404"/>
                                            </a:lnTo>
                                            <a:lnTo>
                                              <a:pt x="154" y="399"/>
                                            </a:lnTo>
                                            <a:lnTo>
                                              <a:pt x="128" y="391"/>
                                            </a:lnTo>
                                            <a:lnTo>
                                              <a:pt x="103" y="378"/>
                                            </a:lnTo>
                                            <a:lnTo>
                                              <a:pt x="80" y="364"/>
                                            </a:lnTo>
                                            <a:lnTo>
                                              <a:pt x="61" y="346"/>
                                            </a:lnTo>
                                            <a:lnTo>
                                              <a:pt x="40" y="322"/>
                                            </a:lnTo>
                                            <a:lnTo>
                                              <a:pt x="23" y="294"/>
                                            </a:lnTo>
                                            <a:lnTo>
                                              <a:pt x="10" y="266"/>
                                            </a:lnTo>
                                            <a:lnTo>
                                              <a:pt x="3" y="236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11" y="136"/>
                                            </a:lnTo>
                                            <a:lnTo>
                                              <a:pt x="24" y="10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66" y="55"/>
                                            </a:lnTo>
                                            <a:lnTo>
                                              <a:pt x="94" y="35"/>
                                            </a:lnTo>
                                            <a:lnTo>
                                              <a:pt x="124" y="19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96" y="2"/>
                                            </a:lnTo>
                                            <a:lnTo>
                                              <a:pt x="23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0A745619" id="Group 31" o:spid="_x0000_s1026" alt="LinkedIn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">
                            <v:shape id="Freeform 78" o:spid="_x0000_s1027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reeform 79" o:spid="_x0000_s1028" style="position:absolute;left:50;top:50;width:109;height:98;visibility:visible;mso-wrap-style:square;v-text-anchor:top" coordsize="175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&#13;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63C970EC" w14:textId="77777777" w:rsidTr="00D006E2">
              <w:trPr>
                <w:trHeight w:val="286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6F7B2F10" w14:textId="77777777" w:rsidR="00441EB9" w:rsidRDefault="00786B6E" w:rsidP="00441EB9">
                  <w:pPr>
                    <w:pStyle w:val="Heading3"/>
                  </w:pPr>
                  <w:r>
                    <w:t>Suhati Arora</w:t>
                  </w:r>
                </w:p>
              </w:tc>
            </w:tr>
            <w:tr w:rsidR="00441EB9" w:rsidRPr="005152F2" w14:paraId="45A6B8B2" w14:textId="77777777" w:rsidTr="00D006E2">
              <w:trPr>
                <w:trHeight w:val="932"/>
              </w:trPr>
              <w:tc>
                <w:tcPr>
                  <w:tcW w:w="2482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374" w:type="dxa"/>
                  </w:tcMar>
                </w:tcPr>
                <w:p w14:paraId="41FDEE2B" w14:textId="77777777" w:rsidR="00441EB9" w:rsidRPr="00441EB9" w:rsidRDefault="00441EB9" w:rsidP="00441EB9">
                  <w:pPr>
                    <w:pStyle w:val="Heading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</w:p>
              </w:tc>
            </w:tr>
            <w:tr w:rsidR="005A7E57" w:rsidRPr="00D006E2" w14:paraId="078C4BDD" w14:textId="77777777" w:rsidTr="00D006E2">
              <w:trPr>
                <w:trHeight w:val="1972"/>
              </w:trPr>
              <w:tc>
                <w:tcPr>
                  <w:tcW w:w="2482" w:type="dxa"/>
                  <w:tcMar>
                    <w:top w:w="374" w:type="dxa"/>
                    <w:bottom w:w="115" w:type="dxa"/>
                  </w:tcMar>
                </w:tcPr>
                <w:p w14:paraId="28084CAC" w14:textId="77777777" w:rsidR="002C77B9" w:rsidRPr="00D006E2" w:rsidRDefault="008D4732" w:rsidP="00D006E2">
                  <w:pPr>
                    <w:pStyle w:val="Heading3"/>
                    <w:rPr>
                      <w:sz w:val="21"/>
                    </w:rPr>
                  </w:pPr>
                  <w:sdt>
                    <w:sdtPr>
                      <w:rPr>
                        <w:sz w:val="21"/>
                      </w:rPr>
                      <w:alias w:val="Objective:"/>
                      <w:tag w:val="Objective:"/>
                      <w:id w:val="319159961"/>
                      <w:placeholder>
                        <w:docPart w:val="004898D9EFADE646B8C342EF6B63EEB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2B7747" w:rsidRPr="00D006E2">
                        <w:rPr>
                          <w:sz w:val="21"/>
                        </w:rPr>
                        <w:t>Objective</w:t>
                      </w:r>
                    </w:sdtContent>
                  </w:sdt>
                </w:p>
                <w:p w14:paraId="61722B50" w14:textId="77777777" w:rsidR="005A7E57" w:rsidRPr="00D006E2" w:rsidRDefault="00616FF4" w:rsidP="00D006E2">
                  <w:pPr>
                    <w:pStyle w:val="GraphicElement"/>
                    <w:rPr>
                      <w:sz w:val="21"/>
                    </w:rPr>
                  </w:pPr>
                  <w:r w:rsidRPr="00D006E2">
                    <w:rPr>
                      <w:sz w:val="21"/>
                    </w:rPr>
                    <mc:AlternateContent>
                      <mc:Choice Requires="wps">
                        <w:drawing>
                          <wp:inline distT="0" distB="0" distL="0" distR="0" wp14:anchorId="38C4479D" wp14:editId="5CFC28E0">
                            <wp:extent cx="221615" cy="0"/>
                            <wp:effectExtent l="0" t="0" r="26035" b="19050"/>
                            <wp:docPr id="83" name="Straight Connector 83" descr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668E8A29" id="Straight Connector 83" o:spid="_x0000_s1026" alt="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&#13;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73F48B2E" w14:textId="77777777" w:rsidR="005A7E57" w:rsidRPr="00D006E2" w:rsidRDefault="00CE2725" w:rsidP="00D006E2">
                  <w:pPr>
                    <w:rPr>
                      <w:sz w:val="21"/>
                    </w:rPr>
                  </w:pPr>
                  <w:r w:rsidRPr="00D006E2">
                    <w:rPr>
                      <w:sz w:val="21"/>
                    </w:rPr>
                    <w:t>A commercially aware and successful retail professional with an experience of</w:t>
                  </w:r>
                  <w:r w:rsidR="00D006E2">
                    <w:rPr>
                      <w:sz w:val="21"/>
                    </w:rPr>
                    <w:t xml:space="preserve"> </w:t>
                  </w:r>
                  <w:r w:rsidRPr="00D006E2">
                    <w:rPr>
                      <w:sz w:val="21"/>
                    </w:rPr>
                    <w:t>1 year in retail with a proven track record in driving business forward whilst delivering high retail standard</w:t>
                  </w:r>
                  <w:r w:rsidR="00D006E2" w:rsidRPr="00D006E2">
                    <w:rPr>
                      <w:sz w:val="21"/>
                    </w:rPr>
                    <w:t>. I enjoy and th</w:t>
                  </w:r>
                  <w:r w:rsidR="00D006E2">
                    <w:rPr>
                      <w:sz w:val="21"/>
                    </w:rPr>
                    <w:t>rive</w:t>
                  </w:r>
                  <w:r w:rsidR="00D006E2" w:rsidRPr="00D006E2">
                    <w:rPr>
                      <w:sz w:val="21"/>
                    </w:rPr>
                    <w:t xml:space="preserve"> working in a customer focused environment.</w:t>
                  </w:r>
                </w:p>
              </w:tc>
            </w:tr>
            <w:tr w:rsidR="00463463" w:rsidRPr="005152F2" w14:paraId="11CB4199" w14:textId="77777777" w:rsidTr="00D006E2">
              <w:trPr>
                <w:trHeight w:val="1452"/>
              </w:trPr>
              <w:tc>
                <w:tcPr>
                  <w:tcW w:w="2482" w:type="dxa"/>
                  <w:tcMar>
                    <w:top w:w="374" w:type="dxa"/>
                    <w:bottom w:w="115" w:type="dxa"/>
                  </w:tcMar>
                </w:tcPr>
                <w:p w14:paraId="2C472358" w14:textId="77777777" w:rsidR="005A7E57" w:rsidRDefault="008D4732" w:rsidP="0043426C">
                  <w:pPr>
                    <w:pStyle w:val="Heading3"/>
                  </w:pPr>
                  <w:sdt>
                    <w:sdtPr>
                      <w:alias w:val="Skills:"/>
                      <w:tag w:val="Skills:"/>
                      <w:id w:val="1490835561"/>
                      <w:placeholder>
                        <w:docPart w:val="05B2E0C02FA2674C93183F28C894325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B2F5C">
                        <w:t>Skills</w:t>
                      </w:r>
                    </w:sdtContent>
                  </w:sdt>
                </w:p>
                <w:p w14:paraId="4023BA70" w14:textId="77777777" w:rsidR="00616FF4" w:rsidRPr="005A7E57" w:rsidRDefault="00616FF4" w:rsidP="00616FF4">
                  <w:pPr>
                    <w:pStyle w:val="GraphicElement"/>
                  </w:pPr>
                  <w:r>
                    <mc:AlternateContent>
                      <mc:Choice Requires="wps">
                        <w:drawing>
                          <wp:inline distT="0" distB="0" distL="0" distR="0" wp14:anchorId="50B90738" wp14:editId="6556D41F">
                            <wp:extent cx="221615" cy="0"/>
                            <wp:effectExtent l="0" t="0" r="26035" b="19050"/>
                            <wp:docPr id="84" name="Straight Connector 84" descr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406DD7BF" id="Straight Connector 84" o:spid="_x0000_s1026" alt="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&#13;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35B441DD" w14:textId="77777777" w:rsidR="00463463" w:rsidRDefault="00D006E2" w:rsidP="00463463">
                  <w:r>
                    <w:t>Ability to lead and motivate team. Ability to work under pressure. Decision making and sense of responsibility. Good communication skills.</w:t>
                  </w:r>
                </w:p>
                <w:p w14:paraId="5F4F99B1" w14:textId="77777777" w:rsidR="00D006E2" w:rsidRDefault="00D006E2" w:rsidP="00463463">
                  <w:r>
                    <w:t>Luxury Industry Understanding and Leather Knowledge.</w:t>
                  </w:r>
                </w:p>
                <w:p w14:paraId="0BC81669" w14:textId="77777777" w:rsidR="00D006E2" w:rsidRDefault="00D006E2" w:rsidP="00463463">
                  <w:r>
                    <w:t>Language spoken and written – English, Hindi, Punjabi</w:t>
                  </w:r>
                </w:p>
                <w:p w14:paraId="16107E55" w14:textId="77777777" w:rsidR="00D006E2" w:rsidRPr="005152F2" w:rsidRDefault="00D006E2" w:rsidP="00463463">
                  <w:r>
                    <w:t xml:space="preserve">Computer skills- Microsoft office, Illustrator </w:t>
                  </w:r>
                </w:p>
              </w:tc>
            </w:tr>
          </w:tbl>
          <w:p w14:paraId="3DA03F55" w14:textId="77777777" w:rsidR="00B93310" w:rsidRPr="005152F2" w:rsidRDefault="00B93310" w:rsidP="003856C9"/>
        </w:tc>
        <w:tc>
          <w:tcPr>
            <w:tcW w:w="723" w:type="dxa"/>
          </w:tcPr>
          <w:p w14:paraId="47AA74EC" w14:textId="77777777" w:rsidR="00B93310" w:rsidRPr="005152F2" w:rsidRDefault="00B93310" w:rsidP="00463463"/>
        </w:tc>
        <w:tc>
          <w:tcPr>
            <w:tcW w:w="6190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Right side layout table"/>
            </w:tblPr>
            <w:tblGrid>
              <w:gridCol w:w="6190"/>
            </w:tblGrid>
            <w:tr w:rsidR="008F6337" w14:paraId="0BD0EF05" w14:textId="77777777" w:rsidTr="00396369">
              <w:trPr>
                <w:trHeight w:val="4104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715461CA" w14:textId="77777777" w:rsidR="008F6337" w:rsidRPr="005152F2" w:rsidRDefault="008D4732" w:rsidP="008F6337">
                  <w:pPr>
                    <w:pStyle w:val="Heading2"/>
                  </w:pPr>
                  <w:sdt>
                    <w:sdtPr>
                      <w:alias w:val="Experience:"/>
                      <w:tag w:val="Experience:"/>
                      <w:id w:val="1217937480"/>
                      <w:placeholder>
                        <w:docPart w:val="AD2D57308818624B8CE3AC6228A1467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t>Experience</w:t>
                      </w:r>
                    </w:sdtContent>
                  </w:sdt>
                </w:p>
                <w:p w14:paraId="4D387D57" w14:textId="77777777" w:rsidR="00D40783" w:rsidRPr="00D40783" w:rsidRDefault="00D40783" w:rsidP="00D4078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Managing the opening of Club House restaurant in Amritsar Punjab</w:t>
                  </w:r>
                </w:p>
                <w:p w14:paraId="0B2D4F4C" w14:textId="77777777" w:rsidR="00D40783" w:rsidRPr="00D40783" w:rsidRDefault="00D40783" w:rsidP="00D40783">
                  <w:r>
                    <w:t>January 2019</w:t>
                  </w:r>
                  <w:r w:rsidRPr="00D40783">
                    <w:t xml:space="preserve">- </w:t>
                  </w:r>
                  <w:r>
                    <w:t>May 2019</w:t>
                  </w:r>
                </w:p>
                <w:p w14:paraId="6447BE2B" w14:textId="77777777" w:rsidR="0037629C" w:rsidRDefault="0037629C" w:rsidP="00D40783">
                  <w:r>
                    <w:t>Was part of opening of the restaurant at the very initial</w:t>
                  </w:r>
                </w:p>
                <w:p w14:paraId="2F57743A" w14:textId="0F691B5C" w:rsidR="0037629C" w:rsidRDefault="0037629C" w:rsidP="00D40783">
                  <w:r>
                    <w:t xml:space="preserve"> stage</w:t>
                  </w:r>
                  <w:r w:rsidR="005009C9">
                    <w:t xml:space="preserve">, took </w:t>
                  </w:r>
                  <w:bookmarkStart w:id="0" w:name="_GoBack"/>
                  <w:bookmarkEnd w:id="0"/>
                  <w:r>
                    <w:t>care of all the details like setup, display, plating, hiring of staff, bookings, food trials.</w:t>
                  </w:r>
                </w:p>
                <w:p w14:paraId="4912B188" w14:textId="77777777" w:rsidR="00D40783" w:rsidRDefault="0037629C" w:rsidP="00D40783">
                  <w:r>
                    <w:t xml:space="preserve"> </w:t>
                  </w:r>
                </w:p>
                <w:p w14:paraId="6D318DCA" w14:textId="77777777" w:rsidR="00D40783" w:rsidRPr="00D40783" w:rsidRDefault="00D40783" w:rsidP="00D40783">
                  <w:pPr>
                    <w:rPr>
                      <w:b/>
                      <w:bCs/>
                    </w:rPr>
                  </w:pPr>
                  <w:r w:rsidRPr="00D40783">
                    <w:rPr>
                      <w:b/>
                      <w:bCs/>
                    </w:rPr>
                    <w:t xml:space="preserve">Boutique Sales Associate at Jimmy Choo (RBL) New Delhi </w:t>
                  </w:r>
                </w:p>
                <w:p w14:paraId="211960FE" w14:textId="77777777" w:rsidR="00D40783" w:rsidRPr="00D40783" w:rsidRDefault="00D40783" w:rsidP="00D40783">
                  <w:r w:rsidRPr="00D40783">
                    <w:t>February 2018 - December 2018</w:t>
                  </w:r>
                </w:p>
                <w:p w14:paraId="65AAA53F" w14:textId="77777777" w:rsidR="00D40783" w:rsidRPr="00D40783" w:rsidRDefault="00D40783" w:rsidP="00D40783">
                  <w:r w:rsidRPr="00D40783">
                    <w:t>Customer Relationship Manager</w:t>
                  </w:r>
                </w:p>
                <w:p w14:paraId="5E924BD5" w14:textId="77777777" w:rsidR="00D40783" w:rsidRPr="00D40783" w:rsidRDefault="00D40783" w:rsidP="00D40783">
                  <w:r w:rsidRPr="00D40783">
                    <w:t xml:space="preserve">Managing store operations </w:t>
                  </w:r>
                </w:p>
                <w:p w14:paraId="2D742470" w14:textId="77777777" w:rsidR="00D40783" w:rsidRPr="00D40783" w:rsidRDefault="00D40783" w:rsidP="00D40783">
                  <w:r w:rsidRPr="00D40783">
                    <w:t xml:space="preserve">Interacting with clients and maintaining database </w:t>
                  </w:r>
                </w:p>
                <w:p w14:paraId="5BA6B267" w14:textId="77777777" w:rsidR="00D40783" w:rsidRPr="00D40783" w:rsidRDefault="00D40783" w:rsidP="00D40783">
                  <w:r w:rsidRPr="00D40783">
                    <w:t xml:space="preserve">Visual Merchandising </w:t>
                  </w:r>
                </w:p>
                <w:p w14:paraId="251711D4" w14:textId="77777777" w:rsidR="00D40783" w:rsidRPr="00D40783" w:rsidRDefault="00D40783" w:rsidP="00D40783">
                  <w:r w:rsidRPr="00D40783">
                    <w:t>Keeping track of daily KPI’S</w:t>
                  </w:r>
                </w:p>
                <w:p w14:paraId="0113C7E3" w14:textId="77777777" w:rsidR="00D40783" w:rsidRPr="00D40783" w:rsidRDefault="00D40783" w:rsidP="00D40783"/>
                <w:p w14:paraId="6EE80915" w14:textId="77777777" w:rsidR="007B2F5C" w:rsidRPr="0043426C" w:rsidRDefault="0037629C" w:rsidP="0037629C">
                  <w:pPr>
                    <w:pStyle w:val="Heading4"/>
                    <w:jc w:val="both"/>
                  </w:pPr>
                  <w:r>
                    <w:rPr>
                      <w:rFonts w:asciiTheme="minorHAnsi" w:eastAsiaTheme="minorHAnsi" w:hAnsiTheme="minorHAnsi" w:cstheme="minorBidi"/>
                      <w:b w:val="0"/>
                      <w:iCs w:val="0"/>
                      <w:caps w:val="0"/>
                    </w:rPr>
                    <w:t xml:space="preserve">                                       </w:t>
                  </w:r>
                  <w:r>
                    <w:t>Internship/ Jimmy CHOO</w:t>
                  </w:r>
                </w:p>
                <w:p w14:paraId="56B15E9E" w14:textId="77777777" w:rsidR="007B2F5C" w:rsidRPr="005152F2" w:rsidRDefault="00CE2725" w:rsidP="007B2F5C">
                  <w:pPr>
                    <w:pStyle w:val="Heading5"/>
                  </w:pPr>
                  <w:r>
                    <w:t>December 2018 – February 2018</w:t>
                  </w:r>
                </w:p>
                <w:p w14:paraId="6D87BFAB" w14:textId="77777777" w:rsidR="008F6337" w:rsidRDefault="00CE2725" w:rsidP="00832F81">
                  <w:r>
                    <w:t>Calling database for regular promotions and on floor sales</w:t>
                  </w:r>
                </w:p>
              </w:tc>
            </w:tr>
            <w:tr w:rsidR="008F6337" w14:paraId="5EA2CD7C" w14:textId="77777777" w:rsidTr="00786B6E">
              <w:trPr>
                <w:trHeight w:val="1843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696E5BDF" w14:textId="77777777" w:rsidR="008F6337" w:rsidRPr="005152F2" w:rsidRDefault="008D4732" w:rsidP="008F6337">
                  <w:pPr>
                    <w:pStyle w:val="Heading2"/>
                  </w:pPr>
                  <w:sdt>
                    <w:sdtPr>
                      <w:alias w:val="Education:"/>
                      <w:tag w:val="Education:"/>
                      <w:id w:val="1349516922"/>
                      <w:placeholder>
                        <w:docPart w:val="0427C83D498CBB4CA4BC1210C681F02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t>Education</w:t>
                      </w:r>
                    </w:sdtContent>
                  </w:sdt>
                </w:p>
                <w:p w14:paraId="49C757AC" w14:textId="77777777" w:rsidR="00CE2725" w:rsidRPr="00CE2725" w:rsidRDefault="00CE2725" w:rsidP="00CE2725">
                  <w:pPr>
                    <w:rPr>
                      <w:b/>
                      <w:bCs/>
                      <w:lang w:val="en-IN"/>
                    </w:rPr>
                  </w:pPr>
                  <w:r w:rsidRPr="00CE2725">
                    <w:rPr>
                      <w:b/>
                      <w:bCs/>
                    </w:rPr>
                    <w:t>CBSE Class- 10</w:t>
                  </w:r>
                </w:p>
                <w:p w14:paraId="7F7B3D45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Spring Dale Senior School, Amritsar 2011</w:t>
                  </w:r>
                </w:p>
                <w:p w14:paraId="35EA6D76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81.7%</w:t>
                  </w:r>
                </w:p>
                <w:p w14:paraId="7D762932" w14:textId="77777777" w:rsidR="00CE2725" w:rsidRPr="00CE2725" w:rsidRDefault="00CE2725" w:rsidP="00CE2725">
                  <w:pPr>
                    <w:rPr>
                      <w:b/>
                      <w:lang w:val="en-IN"/>
                    </w:rPr>
                  </w:pPr>
                  <w:r w:rsidRPr="00CE2725">
                    <w:rPr>
                      <w:b/>
                    </w:rPr>
                    <w:t>CBSE Class- 12 (Commercial Arts with Math’s)</w:t>
                  </w:r>
                </w:p>
                <w:p w14:paraId="3917617E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Spring Dale Senior School, Amritsar 2013</w:t>
                  </w:r>
                </w:p>
                <w:p w14:paraId="51040234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87.2%</w:t>
                  </w:r>
                </w:p>
                <w:p w14:paraId="21D56028" w14:textId="77777777" w:rsidR="00CE2725" w:rsidRPr="00CE2725" w:rsidRDefault="00CE2725" w:rsidP="00CE2725">
                  <w:pPr>
                    <w:rPr>
                      <w:b/>
                      <w:lang w:val="en-IN"/>
                    </w:rPr>
                  </w:pPr>
                  <w:r w:rsidRPr="00CE2725">
                    <w:rPr>
                      <w:b/>
                    </w:rPr>
                    <w:t>Graduation- BSC. ECONOMIC HONOURS</w:t>
                  </w:r>
                </w:p>
                <w:p w14:paraId="11D69B27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Guru Nanak Dev University, Amritsar 2013-2016</w:t>
                  </w:r>
                </w:p>
                <w:p w14:paraId="710AD89E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65.9%</w:t>
                  </w:r>
                </w:p>
                <w:p w14:paraId="4825211B" w14:textId="77777777" w:rsidR="00CE2725" w:rsidRPr="00CE2725" w:rsidRDefault="00CE2725" w:rsidP="00CE2725">
                  <w:pPr>
                    <w:rPr>
                      <w:b/>
                      <w:lang w:val="en-IN"/>
                    </w:rPr>
                  </w:pPr>
                  <w:r w:rsidRPr="00CE2725">
                    <w:rPr>
                      <w:b/>
                    </w:rPr>
                    <w:lastRenderedPageBreak/>
                    <w:t>Post-Graduation- DIPLOMA IN LUXURY BRANDS MANAGEMENT</w:t>
                  </w:r>
                </w:p>
                <w:p w14:paraId="5373DE73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Pearl Academy, New Delhi 2016- 2018</w:t>
                  </w:r>
                </w:p>
                <w:p w14:paraId="1F29D339" w14:textId="77777777" w:rsidR="00CE2725" w:rsidRPr="00CE2725" w:rsidRDefault="00CE2725" w:rsidP="00CE2725">
                  <w:pPr>
                    <w:rPr>
                      <w:lang w:val="en-IN"/>
                    </w:rPr>
                  </w:pPr>
                  <w:r w:rsidRPr="00CE2725">
                    <w:t>Nuovo, Accademia di Belle Arti, Milan, Italy</w:t>
                  </w:r>
                </w:p>
                <w:p w14:paraId="2298E556" w14:textId="77777777" w:rsidR="008F6337" w:rsidRPr="00CE2725" w:rsidRDefault="008F6337" w:rsidP="007B2F5C">
                  <w:pPr>
                    <w:rPr>
                      <w:b/>
                    </w:rPr>
                  </w:pPr>
                </w:p>
              </w:tc>
            </w:tr>
            <w:tr w:rsidR="008F6337" w14:paraId="15FF01CF" w14:textId="77777777" w:rsidTr="00B85871">
              <w:tc>
                <w:tcPr>
                  <w:tcW w:w="5191" w:type="dxa"/>
                </w:tcPr>
                <w:p w14:paraId="26B2058F" w14:textId="77777777" w:rsidR="008F6337" w:rsidRPr="005152F2" w:rsidRDefault="00786B6E" w:rsidP="008F6337">
                  <w:pPr>
                    <w:pStyle w:val="Heading2"/>
                  </w:pPr>
                  <w:r>
                    <w:lastRenderedPageBreak/>
                    <w:t>PROJECTS</w:t>
                  </w:r>
                </w:p>
                <w:p w14:paraId="168C0DED" w14:textId="77777777" w:rsidR="008F6337" w:rsidRDefault="008F6337" w:rsidP="008F6337"/>
              </w:tc>
            </w:tr>
          </w:tbl>
          <w:p w14:paraId="72F52B54" w14:textId="77777777" w:rsidR="00786B6E" w:rsidRPr="00786B6E" w:rsidRDefault="00786B6E" w:rsidP="00786B6E">
            <w:pPr>
              <w:pStyle w:val="NoSpacing"/>
              <w:rPr>
                <w:lang w:val="en-IN"/>
              </w:rPr>
            </w:pPr>
            <w:r w:rsidRPr="00786B6E">
              <w:rPr>
                <w:lang w:val="en-IN"/>
              </w:rPr>
              <w:t>Industrial Report on Agricultural Firm- Rai Chicken (2015)</w:t>
            </w:r>
            <w:r w:rsidRPr="00786B6E">
              <w:rPr>
                <w:lang w:val="en-IN"/>
              </w:rPr>
              <w:br/>
              <w:t>Revival of a Luxury Dormant House -Redfern And Sons (2016)</w:t>
            </w:r>
          </w:p>
          <w:p w14:paraId="428C1A25" w14:textId="77777777" w:rsidR="00786B6E" w:rsidRPr="00786B6E" w:rsidRDefault="00786B6E" w:rsidP="00786B6E">
            <w:pPr>
              <w:pStyle w:val="NoSpacing"/>
              <w:rPr>
                <w:lang w:val="en-IN"/>
              </w:rPr>
            </w:pPr>
            <w:r w:rsidRPr="00786B6E">
              <w:rPr>
                <w:lang w:val="en-IN"/>
              </w:rPr>
              <w:t>Brand Extension of a Luxury Brand - Annick Goutal (2017)</w:t>
            </w:r>
            <w:r w:rsidRPr="00786B6E">
              <w:rPr>
                <w:lang w:val="en-IN"/>
              </w:rPr>
              <w:br/>
              <w:t>Line Extension of a Luxury Brand – Alfa Romeo (2017) Influence of 1980’s on movies - The Stepford Wives (2017)</w:t>
            </w:r>
          </w:p>
          <w:p w14:paraId="13D3D52F" w14:textId="77777777" w:rsidR="00786B6E" w:rsidRPr="00786B6E" w:rsidRDefault="00786B6E" w:rsidP="00786B6E">
            <w:pPr>
              <w:pStyle w:val="NoSpacing"/>
              <w:rPr>
                <w:lang w:val="en-IN"/>
              </w:rPr>
            </w:pPr>
            <w:r w:rsidRPr="00786B6E">
              <w:rPr>
                <w:lang w:val="en-IN"/>
              </w:rPr>
              <w:t>Financial Analysis of a Brand - Bottega Veneta (2017) Creation of a New Luxury Brand – Pashmakari (2017)</w:t>
            </w:r>
          </w:p>
          <w:p w14:paraId="40A63A73" w14:textId="77777777" w:rsidR="00786B6E" w:rsidRPr="00786B6E" w:rsidRDefault="00786B6E" w:rsidP="00786B6E">
            <w:pPr>
              <w:pStyle w:val="NoSpacing"/>
            </w:pPr>
          </w:p>
          <w:p w14:paraId="441D2777" w14:textId="77777777" w:rsidR="00786B6E" w:rsidRPr="00786B6E" w:rsidRDefault="00786B6E" w:rsidP="00786B6E">
            <w:pPr>
              <w:pStyle w:val="NoSpacing"/>
              <w:rPr>
                <w:lang w:val="en-IN"/>
              </w:rPr>
            </w:pPr>
          </w:p>
          <w:p w14:paraId="2D7FEA55" w14:textId="77777777" w:rsidR="00786B6E" w:rsidRPr="00786B6E" w:rsidRDefault="00786B6E" w:rsidP="00786B6E">
            <w:pPr>
              <w:pStyle w:val="NoSpacing"/>
            </w:pPr>
          </w:p>
          <w:p w14:paraId="1F4D7A26" w14:textId="77777777" w:rsidR="008F6337" w:rsidRPr="005152F2" w:rsidRDefault="008F6337" w:rsidP="003856C9"/>
        </w:tc>
      </w:tr>
    </w:tbl>
    <w:p w14:paraId="7C9089F3" w14:textId="77777777" w:rsidR="00786B6E" w:rsidRPr="00786B6E" w:rsidRDefault="00786B6E">
      <w:pPr>
        <w:pStyle w:val="NoSpacing"/>
      </w:pPr>
    </w:p>
    <w:sectPr w:rsidR="00786B6E" w:rsidRPr="00786B6E" w:rsidSect="00FE20E6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AD9B8" w14:textId="77777777" w:rsidR="008D4732" w:rsidRDefault="008D4732" w:rsidP="003856C9">
      <w:pPr>
        <w:spacing w:after="0" w:line="240" w:lineRule="auto"/>
      </w:pPr>
      <w:r>
        <w:separator/>
      </w:r>
    </w:p>
  </w:endnote>
  <w:endnote w:type="continuationSeparator" w:id="0">
    <w:p w14:paraId="7F75F1E1" w14:textId="77777777" w:rsidR="008D4732" w:rsidRDefault="008D4732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C5477" w14:textId="77777777" w:rsidR="003856C9" w:rsidRDefault="007803B7" w:rsidP="007803B7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369CF5E3" wp14:editId="3E91E15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reeform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reeform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reeform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reeform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63A5C75E" id="Group 4" o:spid="_x0000_s1026" alt="Footer graphic design with grey rectangles in variou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PKwAW7BGQAAz7MAAA4AAAAAAAAAAAAAAAAALgIAAGRycy9lMm9E&#13;&#10;b2MueG1sUEsBAi0AFAAGAAgAAAAhAAx3mt/eAAAACgEAAA8AAAAAAAAAAAAAAAAAGxwAAGRycy9k&#13;&#10;b3ducmV2LnhtbFBLBQYAAAAABAAEAPMAAAAmHQAAAAA=&#13;&#10;">
              <o:lock v:ext="edit" aspectratio="t"/>
              <v:shape id="Freeform 68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69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70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71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72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73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74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75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76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fldChar w:fldCharType="begin"/>
        </w:r>
        <w:r w:rsidR="001765FE">
          <w:instrText xml:space="preserve"> PAGE   \* MERGEFORMAT </w:instrText>
        </w:r>
        <w:r w:rsidR="001765FE">
          <w:fldChar w:fldCharType="separate"/>
        </w:r>
        <w:r w:rsidR="002B7747">
          <w:rPr>
            <w:noProof/>
          </w:rPr>
          <w:t>2</w:t>
        </w:r>
        <w:r w:rsidR="001765FE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6AA8B" w14:textId="77777777" w:rsidR="001765FE" w:rsidRDefault="00DC79BB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5242FA1B" wp14:editId="6E81C488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reeform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reeform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reeform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766368C4" id="Group 4" o:spid="_x0000_s1026" alt="Footer graphic design with grey rectangles in variou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FLV5I0zGgAAz7MAAA4AAAAAAAAAAAAAAAAALgIAAGRycy9lMm9E&#13;&#10;b2MueG1sUEsBAi0AFAAGAAgAAAAhAAx3mt/eAAAACgEAAA8AAAAAAAAAAAAAAAAAjRwAAGRycy9k&#13;&#10;b3ducmV2LnhtbFBLBQYAAAAABAAEAPMAAACYHQAAAAA=&#13;&#10;">
              <o:lock v:ext="edit" aspectratio="t"/>
              <v:shape id="Freeform 35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36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37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38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39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40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41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42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43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A3E25" w14:textId="77777777" w:rsidR="008D4732" w:rsidRDefault="008D4732" w:rsidP="003856C9">
      <w:pPr>
        <w:spacing w:after="0" w:line="240" w:lineRule="auto"/>
      </w:pPr>
      <w:r>
        <w:separator/>
      </w:r>
    </w:p>
  </w:footnote>
  <w:footnote w:type="continuationSeparator" w:id="0">
    <w:p w14:paraId="11A1FBC1" w14:textId="77777777" w:rsidR="008D4732" w:rsidRDefault="008D4732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21609" w14:textId="77777777" w:rsidR="003856C9" w:rsidRDefault="007803B7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559CF87A" wp14:editId="01F5327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reeform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reeform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reeform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reeform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reeform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reeform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reeform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reeform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reeform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reeform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B0947EB" id="Group 17" o:spid="_x0000_s1026" alt="Header graphic design with grey rectangles in various angle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">
              <o:lock v:ext="edit" aspectratio="t"/>
              <v:shape id="Freeform 57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58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59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60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61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62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63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64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65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66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B4B79" w14:textId="77777777" w:rsidR="00DC79BB" w:rsidRDefault="00DC79BB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7D7E3884" wp14:editId="6E4B1A75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reeform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reeform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reeform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reeform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reeform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6FE23A6" id="Group 17" o:spid="_x0000_s1026" alt="Header graphic design with grey rectangles in various angle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">
              <o:lock v:ext="edit" aspectratio="t"/>
              <v:shape id="Freeform 46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47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48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49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50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51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52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53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54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55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783"/>
    <w:rsid w:val="00052BE1"/>
    <w:rsid w:val="0007412A"/>
    <w:rsid w:val="0010199E"/>
    <w:rsid w:val="001765FE"/>
    <w:rsid w:val="0019561F"/>
    <w:rsid w:val="001B32D2"/>
    <w:rsid w:val="00293B83"/>
    <w:rsid w:val="002A3621"/>
    <w:rsid w:val="002B3890"/>
    <w:rsid w:val="002B7747"/>
    <w:rsid w:val="002C77B9"/>
    <w:rsid w:val="002F485A"/>
    <w:rsid w:val="003053D9"/>
    <w:rsid w:val="0037629C"/>
    <w:rsid w:val="003856C9"/>
    <w:rsid w:val="00396369"/>
    <w:rsid w:val="003F308C"/>
    <w:rsid w:val="003F4D31"/>
    <w:rsid w:val="0043426C"/>
    <w:rsid w:val="00441EB9"/>
    <w:rsid w:val="00463463"/>
    <w:rsid w:val="00473EF8"/>
    <w:rsid w:val="004760E5"/>
    <w:rsid w:val="004D22BB"/>
    <w:rsid w:val="005009C9"/>
    <w:rsid w:val="005152F2"/>
    <w:rsid w:val="00534E4E"/>
    <w:rsid w:val="00551D35"/>
    <w:rsid w:val="00557019"/>
    <w:rsid w:val="005674AC"/>
    <w:rsid w:val="005A1E51"/>
    <w:rsid w:val="005A7E57"/>
    <w:rsid w:val="00616FF4"/>
    <w:rsid w:val="006A3CE7"/>
    <w:rsid w:val="00743379"/>
    <w:rsid w:val="007803B7"/>
    <w:rsid w:val="00786B6E"/>
    <w:rsid w:val="007B2F5C"/>
    <w:rsid w:val="007C5F05"/>
    <w:rsid w:val="00832043"/>
    <w:rsid w:val="00832F81"/>
    <w:rsid w:val="008C7CA2"/>
    <w:rsid w:val="008D4732"/>
    <w:rsid w:val="008F6337"/>
    <w:rsid w:val="00A42F91"/>
    <w:rsid w:val="00AF1258"/>
    <w:rsid w:val="00B01E52"/>
    <w:rsid w:val="00B550FC"/>
    <w:rsid w:val="00B85871"/>
    <w:rsid w:val="00B93310"/>
    <w:rsid w:val="00BC1F18"/>
    <w:rsid w:val="00BD2E58"/>
    <w:rsid w:val="00BF6BAB"/>
    <w:rsid w:val="00C007A5"/>
    <w:rsid w:val="00C4403A"/>
    <w:rsid w:val="00CE2725"/>
    <w:rsid w:val="00CE6306"/>
    <w:rsid w:val="00D006E2"/>
    <w:rsid w:val="00D11C4D"/>
    <w:rsid w:val="00D40783"/>
    <w:rsid w:val="00D5067A"/>
    <w:rsid w:val="00DC79BB"/>
    <w:rsid w:val="00E34D58"/>
    <w:rsid w:val="00E941EF"/>
    <w:rsid w:val="00EB1C1B"/>
    <w:rsid w:val="00F56435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C718E"/>
  <w15:chartTrackingRefBased/>
  <w15:docId w15:val="{D028A976-0249-C74A-AE65-FD5A30FD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890"/>
  </w:style>
  <w:style w:type="paragraph" w:styleId="Heading1">
    <w:name w:val="heading 1"/>
    <w:basedOn w:val="Normal"/>
    <w:link w:val="Heading1Char"/>
    <w:uiPriority w:val="9"/>
    <w:qFormat/>
    <w:rsid w:val="0043426C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A1E51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7A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7A5"/>
  </w:style>
  <w:style w:type="paragraph" w:styleId="Footer">
    <w:name w:val="footer"/>
    <w:basedOn w:val="Normal"/>
    <w:link w:val="Footer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E20E6"/>
  </w:style>
  <w:style w:type="table" w:styleId="TableGrid">
    <w:name w:val="Table Grid"/>
    <w:basedOn w:val="Table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053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Heading5Char">
    <w:name w:val="Heading 5 Char"/>
    <w:basedOn w:val="DefaultParagraphFont"/>
    <w:link w:val="Heading5"/>
    <w:uiPriority w:val="9"/>
    <w:rsid w:val="00463463"/>
    <w:rPr>
      <w:rFonts w:asciiTheme="majorHAnsi" w:eastAsiaTheme="majorEastAsia" w:hAnsiTheme="majorHAnsi" w:cstheme="majorBidi"/>
    </w:rPr>
  </w:style>
  <w:style w:type="paragraph" w:styleId="NoSpacing">
    <w:name w:val="No Spacing"/>
    <w:uiPriority w:val="10"/>
    <w:qFormat/>
    <w:rsid w:val="005A7E57"/>
    <w:pPr>
      <w:spacing w:after="0" w:line="240" w:lineRule="auto"/>
    </w:pPr>
  </w:style>
  <w:style w:type="paragraph" w:customStyle="1" w:styleId="GraphicElement">
    <w:name w:val="Graphic Element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9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uhatiarora/Library/Containers/com.microsoft.Word/Data/Library/Application%20Support/Microsoft/Office/16.0/DTS/en-US%7bE2E21F81-9D31-DD4F-84AA-548B38DF3203%7d/%7b97F078FF-3CC9-B145-BA73-C19A0292CB2B%7dtf1639274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7F08EC73B26F4984180C528905B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1846B-0D1C-EE44-9E53-2196C414AB1F}"/>
      </w:docPartPr>
      <w:docPartBody>
        <w:p w:rsidR="007455FF" w:rsidRDefault="007C32CE">
          <w:pPr>
            <w:pStyle w:val="037F08EC73B26F4984180C528905B28B"/>
          </w:pPr>
          <w:r w:rsidRPr="005152F2">
            <w:t>Your Name</w:t>
          </w:r>
        </w:p>
      </w:docPartBody>
    </w:docPart>
    <w:docPart>
      <w:docPartPr>
        <w:name w:val="004898D9EFADE646B8C342EF6B63E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1E3A8-76C1-A14C-87D7-43D72DCE0A19}"/>
      </w:docPartPr>
      <w:docPartBody>
        <w:p w:rsidR="007455FF" w:rsidRDefault="007C32CE">
          <w:pPr>
            <w:pStyle w:val="004898D9EFADE646B8C342EF6B63EEB8"/>
          </w:pPr>
          <w:r>
            <w:t>Objective</w:t>
          </w:r>
        </w:p>
      </w:docPartBody>
    </w:docPart>
    <w:docPart>
      <w:docPartPr>
        <w:name w:val="05B2E0C02FA2674C93183F28C8943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DEB76-D844-4645-8A19-5928A11B71C4}"/>
      </w:docPartPr>
      <w:docPartBody>
        <w:p w:rsidR="007455FF" w:rsidRDefault="007C32CE">
          <w:pPr>
            <w:pStyle w:val="05B2E0C02FA2674C93183F28C8943250"/>
          </w:pPr>
          <w:r>
            <w:t>Skills</w:t>
          </w:r>
        </w:p>
      </w:docPartBody>
    </w:docPart>
    <w:docPart>
      <w:docPartPr>
        <w:name w:val="AD2D57308818624B8CE3AC6228A14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8F589-D8F5-F442-A043-80EE5389F871}"/>
      </w:docPartPr>
      <w:docPartBody>
        <w:p w:rsidR="007455FF" w:rsidRDefault="007C32CE">
          <w:pPr>
            <w:pStyle w:val="AD2D57308818624B8CE3AC6228A1467E"/>
          </w:pPr>
          <w:r w:rsidRPr="005152F2">
            <w:t>Experience</w:t>
          </w:r>
        </w:p>
      </w:docPartBody>
    </w:docPart>
    <w:docPart>
      <w:docPartPr>
        <w:name w:val="0427C83D498CBB4CA4BC1210C681F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22435-35F2-4348-A722-66921AF195C5}"/>
      </w:docPartPr>
      <w:docPartBody>
        <w:p w:rsidR="007455FF" w:rsidRDefault="007C32CE">
          <w:pPr>
            <w:pStyle w:val="0427C83D498CBB4CA4BC1210C681F024"/>
          </w:pPr>
          <w:r w:rsidRPr="005152F2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8AB"/>
    <w:rsid w:val="007455FF"/>
    <w:rsid w:val="007C32CE"/>
    <w:rsid w:val="00C538AB"/>
    <w:rsid w:val="00CC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7F08EC73B26F4984180C528905B28B">
    <w:name w:val="037F08EC73B26F4984180C528905B28B"/>
  </w:style>
  <w:style w:type="paragraph" w:customStyle="1" w:styleId="7F27B2FDD71A984489F727774DBAA415">
    <w:name w:val="7F27B2FDD71A984489F727774DBAA415"/>
  </w:style>
  <w:style w:type="paragraph" w:customStyle="1" w:styleId="773D95D97570BE4C9F6C3CE747D762DB">
    <w:name w:val="773D95D97570BE4C9F6C3CE747D762DB"/>
  </w:style>
  <w:style w:type="paragraph" w:customStyle="1" w:styleId="22F036E21CC2794E839267FCF68907E2">
    <w:name w:val="22F036E21CC2794E839267FCF68907E2"/>
  </w:style>
  <w:style w:type="paragraph" w:customStyle="1" w:styleId="DE75F72C4B392B45AF0B59C0347756B8">
    <w:name w:val="DE75F72C4B392B45AF0B59C0347756B8"/>
  </w:style>
  <w:style w:type="paragraph" w:customStyle="1" w:styleId="004898D9EFADE646B8C342EF6B63EEB8">
    <w:name w:val="004898D9EFADE646B8C342EF6B63EEB8"/>
  </w:style>
  <w:style w:type="paragraph" w:customStyle="1" w:styleId="31CAE1500714034C818458026381333F">
    <w:name w:val="31CAE1500714034C818458026381333F"/>
  </w:style>
  <w:style w:type="paragraph" w:customStyle="1" w:styleId="05B2E0C02FA2674C93183F28C8943250">
    <w:name w:val="05B2E0C02FA2674C93183F28C8943250"/>
  </w:style>
  <w:style w:type="paragraph" w:customStyle="1" w:styleId="FA15E6FE7277134A888AA17DC20A7EFE">
    <w:name w:val="FA15E6FE7277134A888AA17DC20A7EFE"/>
  </w:style>
  <w:style w:type="paragraph" w:customStyle="1" w:styleId="AD2D57308818624B8CE3AC6228A1467E">
    <w:name w:val="AD2D57308818624B8CE3AC6228A1467E"/>
  </w:style>
  <w:style w:type="paragraph" w:customStyle="1" w:styleId="97787E9FED56B34C8E2D9C329555B989">
    <w:name w:val="97787E9FED56B34C8E2D9C329555B989"/>
  </w:style>
  <w:style w:type="paragraph" w:customStyle="1" w:styleId="41E73418CBF21D47981F732142C1E29C">
    <w:name w:val="41E73418CBF21D47981F732142C1E29C"/>
  </w:style>
  <w:style w:type="paragraph" w:customStyle="1" w:styleId="5236AEEB015EB546981C7DB93F19281D">
    <w:name w:val="5236AEEB015EB546981C7DB93F19281D"/>
  </w:style>
  <w:style w:type="paragraph" w:customStyle="1" w:styleId="43D4EA7605F9AB499F829CCF5AEABA3E">
    <w:name w:val="43D4EA7605F9AB499F829CCF5AEABA3E"/>
  </w:style>
  <w:style w:type="paragraph" w:customStyle="1" w:styleId="1568B3D2E7DC444CB2A603E333969E18">
    <w:name w:val="1568B3D2E7DC444CB2A603E333969E18"/>
  </w:style>
  <w:style w:type="paragraph" w:customStyle="1" w:styleId="59B0A55C8B37834583759F18958BF257">
    <w:name w:val="59B0A55C8B37834583759F18958BF257"/>
  </w:style>
  <w:style w:type="paragraph" w:customStyle="1" w:styleId="0427C83D498CBB4CA4BC1210C681F024">
    <w:name w:val="0427C83D498CBB4CA4BC1210C681F024"/>
  </w:style>
  <w:style w:type="paragraph" w:customStyle="1" w:styleId="D8092B2D7C8BA1499A0ECAA0B4D8E431">
    <w:name w:val="D8092B2D7C8BA1499A0ECAA0B4D8E431"/>
  </w:style>
  <w:style w:type="paragraph" w:customStyle="1" w:styleId="568C328E0ED8264CA726245D1628EC46">
    <w:name w:val="568C328E0ED8264CA726245D1628EC46"/>
  </w:style>
  <w:style w:type="paragraph" w:customStyle="1" w:styleId="073AC85398BEA14E8554E4CB85D2F3CD">
    <w:name w:val="073AC85398BEA14E8554E4CB85D2F3CD"/>
  </w:style>
  <w:style w:type="paragraph" w:customStyle="1" w:styleId="20565F4242FCB24C99F8BF83881E49CD">
    <w:name w:val="20565F4242FCB24C99F8BF83881E49CD"/>
  </w:style>
  <w:style w:type="paragraph" w:customStyle="1" w:styleId="E4E3C0A949A6364AA8FCC172BBA6EEEC">
    <w:name w:val="E4E3C0A949A6364AA8FCC172BBA6EEEC"/>
  </w:style>
  <w:style w:type="paragraph" w:customStyle="1" w:styleId="9A1282F700357E439EA6004DF432C022">
    <w:name w:val="9A1282F700357E439EA6004DF432C022"/>
    <w:rsid w:val="00C538AB"/>
  </w:style>
  <w:style w:type="paragraph" w:customStyle="1" w:styleId="1BC42FAF1832CB4BBAA6EF415ACE07D0">
    <w:name w:val="1BC42FAF1832CB4BBAA6EF415ACE07D0"/>
    <w:rsid w:val="00C538AB"/>
  </w:style>
  <w:style w:type="paragraph" w:customStyle="1" w:styleId="C9527EFCAF89494AA9D3B669FED731ED">
    <w:name w:val="C9527EFCAF89494AA9D3B669FED731ED"/>
    <w:rsid w:val="00C538AB"/>
  </w:style>
  <w:style w:type="paragraph" w:customStyle="1" w:styleId="BC35C3268EF2554AAD66AD9AA33C9A67">
    <w:name w:val="BC35C3268EF2554AAD66AD9AA33C9A67"/>
    <w:rsid w:val="00C538AB"/>
  </w:style>
  <w:style w:type="paragraph" w:customStyle="1" w:styleId="1E35D8A22137E240AEE00BDE8E6B458F">
    <w:name w:val="1E35D8A22137E240AEE00BDE8E6B458F"/>
    <w:rsid w:val="00C538AB"/>
  </w:style>
  <w:style w:type="paragraph" w:customStyle="1" w:styleId="A848270D82C88C468B1D5DA174146DF5">
    <w:name w:val="A848270D82C88C468B1D5DA174146DF5"/>
    <w:rsid w:val="00C538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{97F078FF-3CC9-B145-BA73-C19A0292CB2B}tf16392740.dotx</Template>
  <TotalTime>53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SUHATI aRORA</dc:creator>
  <cp:keywords/>
  <dc:description/>
  <cp:lastModifiedBy>suhati.arora@yahoo.com</cp:lastModifiedBy>
  <cp:revision>2</cp:revision>
  <dcterms:created xsi:type="dcterms:W3CDTF">2020-09-08T10:15:00Z</dcterms:created>
  <dcterms:modified xsi:type="dcterms:W3CDTF">2020-12-16T10:34:00Z</dcterms:modified>
</cp:coreProperties>
</file>