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77E81" w14:textId="0F7255B2" w:rsidR="00C836EB" w:rsidRDefault="00CD2ABB" w:rsidP="00D267C7">
      <w:pPr>
        <w:pStyle w:val="Name"/>
        <w:spacing w:before="0" w:after="0"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26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7A2F">
        <w:rPr>
          <w:rFonts w:ascii="Times New Roman" w:hAnsi="Times New Roman" w:cs="Times New Roman"/>
          <w:color w:val="000000" w:themeColor="text1"/>
          <w:sz w:val="28"/>
          <w:szCs w:val="28"/>
        </w:rPr>
        <w:t>Nisha</w:t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Kumar</w:t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ab/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ab/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ab/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ab/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ab/>
      </w:r>
      <w:r w:rsidR="00B47A2F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>i</w:t>
      </w:r>
      <w:r w:rsidR="00171860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 xml:space="preserve">                                                                     </w:t>
      </w:r>
      <w:r w:rsidR="00BC47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C572DA3" w14:textId="66A4403A" w:rsidR="00FF4207" w:rsidRPr="00C836EB" w:rsidRDefault="00C836EB" w:rsidP="00D267C7">
      <w:pPr>
        <w:pStyle w:val="Name"/>
        <w:spacing w:before="0" w:after="0" w:line="240" w:lineRule="auto"/>
        <w:ind w:left="709" w:firstLine="1"/>
        <w:rPr>
          <w:rFonts w:ascii="Times New Roman" w:hAnsi="Times New Roman" w:cs="Times New Roman"/>
          <w:b w:val="0"/>
          <w:bCs/>
          <w:color w:val="000000" w:themeColor="text1"/>
          <w:sz w:val="22"/>
          <w:szCs w:val="22"/>
        </w:rPr>
      </w:pPr>
      <w:proofErr w:type="gramStart"/>
      <w:r w:rsidRPr="00C836EB">
        <w:rPr>
          <w:rFonts w:ascii="Times New Roman" w:hAnsi="Times New Roman" w:cs="Times New Roman"/>
          <w:b w:val="0"/>
          <w:bCs/>
          <w:color w:val="000000" w:themeColor="text1"/>
          <w:sz w:val="22"/>
          <w:szCs w:val="22"/>
        </w:rPr>
        <w:t>Mobile no.</w:t>
      </w:r>
      <w:proofErr w:type="gramEnd"/>
      <w:r w:rsidRPr="00C836EB">
        <w:rPr>
          <w:rFonts w:ascii="Times New Roman" w:hAnsi="Times New Roman" w:cs="Times New Roman"/>
          <w:b w:val="0"/>
          <w:bCs/>
          <w:color w:val="000000" w:themeColor="text1"/>
          <w:sz w:val="22"/>
          <w:szCs w:val="22"/>
        </w:rPr>
        <w:t xml:space="preserve"> : </w:t>
      </w:r>
      <w:r w:rsidR="00B47A2F">
        <w:rPr>
          <w:rFonts w:ascii="Times New Roman" w:hAnsi="Times New Roman" w:cs="Times New Roman"/>
          <w:b w:val="0"/>
          <w:bCs/>
          <w:color w:val="000000" w:themeColor="text1"/>
          <w:sz w:val="22"/>
          <w:szCs w:val="22"/>
        </w:rPr>
        <w:t>8521542524</w:t>
      </w:r>
    </w:p>
    <w:p w14:paraId="0C8C5D28" w14:textId="77777777" w:rsidR="00C836EB" w:rsidRPr="00C836EB" w:rsidRDefault="00C836EB" w:rsidP="00C836EB">
      <w:pPr>
        <w:pStyle w:val="Name"/>
        <w:spacing w:before="0" w:after="0" w:line="240" w:lineRule="auto"/>
        <w:ind w:left="10" w:firstLine="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431851" w14:textId="3105A2AA" w:rsidR="00B1144C" w:rsidRPr="00B47A2F" w:rsidRDefault="00B47A2F" w:rsidP="00C25608">
      <w:pPr>
        <w:pStyle w:val="Heading1"/>
        <w:spacing w:before="0" w:after="0"/>
        <w:ind w:hanging="2"/>
        <w:rPr>
          <w:rFonts w:ascii="Times New Roman" w:hAnsi="Times New Roman" w:cs="Times New Roman"/>
          <w:color w:val="000000" w:themeColor="text1"/>
          <w:szCs w:val="24"/>
        </w:rPr>
      </w:pPr>
      <w:r w:rsidRPr="00B47A2F">
        <w:rPr>
          <w:rFonts w:ascii="Times New Roman" w:hAnsi="Times New Roman" w:cs="Times New Roman"/>
          <w:color w:val="000000" w:themeColor="text1"/>
          <w:szCs w:val="24"/>
        </w:rPr>
        <w:t>career object</w:t>
      </w:r>
      <w:r>
        <w:rPr>
          <w:rFonts w:ascii="Times New Roman" w:hAnsi="Times New Roman" w:cs="Times New Roman"/>
          <w:color w:val="000000" w:themeColor="text1"/>
          <w:szCs w:val="24"/>
        </w:rPr>
        <w:t>ive</w:t>
      </w:r>
    </w:p>
    <w:p w14:paraId="0B15514B" w14:textId="77777777" w:rsidR="00D267C7" w:rsidRDefault="00B47A2F" w:rsidP="00B47A2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267C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      </w:t>
      </w:r>
    </w:p>
    <w:p w14:paraId="7808A680" w14:textId="62E152E6" w:rsidR="00B45CD7" w:rsidRPr="00B47A2F" w:rsidRDefault="00D267C7" w:rsidP="00B47A2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                   </w:t>
      </w:r>
      <w:r w:rsidR="00B47A2F" w:rsidRPr="00D267C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In the constant pursuit of knowledge, I view my education as good opportunity to grow. By working hard and being accountable. I want to achieve excellence and professionalism enriching myself as well the organization</w:t>
      </w:r>
      <w:r w:rsidR="00B47A2F" w:rsidRPr="00B47A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1CA7F4DD" w14:textId="53E8A13D" w:rsidR="00C836EB" w:rsidRPr="00C836EB" w:rsidRDefault="001B167D" w:rsidP="006425BB">
      <w:pPr>
        <w:spacing w:after="0" w:line="240" w:lineRule="auto"/>
        <w:ind w:firstLine="1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</w:p>
    <w:p w14:paraId="52DE129F" w14:textId="77777777" w:rsidR="006339E2" w:rsidRPr="00072F3C" w:rsidRDefault="00C0465E" w:rsidP="000302F3">
      <w:pPr>
        <w:pStyle w:val="Heading1"/>
        <w:spacing w:before="0" w:after="0"/>
        <w:ind w:hanging="2"/>
        <w:rPr>
          <w:rFonts w:ascii="Times New Roman" w:hAnsi="Times New Roman" w:cs="Times New Roman"/>
          <w:b w:val="0"/>
          <w:color w:val="000000" w:themeColor="text1"/>
          <w:szCs w:val="24"/>
        </w:rPr>
      </w:pPr>
      <w:r w:rsidRPr="00072F3C">
        <w:rPr>
          <w:rStyle w:val="CharAttribute1"/>
          <w:rFonts w:eastAsia="Batang" w:cs="Times New Roman"/>
          <w:b/>
          <w:color w:val="000000" w:themeColor="text1"/>
        </w:rPr>
        <w:t>ACADEMIC QUALIFICATION</w:t>
      </w:r>
    </w:p>
    <w:p w14:paraId="67027538" w14:textId="4EC84F80" w:rsidR="00457278" w:rsidRPr="006425BB" w:rsidRDefault="00457278" w:rsidP="000302F3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6"/>
        <w:gridCol w:w="2347"/>
        <w:gridCol w:w="2347"/>
        <w:gridCol w:w="2347"/>
      </w:tblGrid>
      <w:tr w:rsidR="00B47A2F" w:rsidRPr="00D267C7" w14:paraId="64BA018E" w14:textId="77777777" w:rsidTr="00B47A2F">
        <w:tc>
          <w:tcPr>
            <w:tcW w:w="2346" w:type="dxa"/>
          </w:tcPr>
          <w:p w14:paraId="262359C5" w14:textId="26538CD3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r w:rsidR="00B47A2F"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>Examination</w:t>
            </w:r>
          </w:p>
        </w:tc>
        <w:tc>
          <w:tcPr>
            <w:tcW w:w="2347" w:type="dxa"/>
          </w:tcPr>
          <w:p w14:paraId="35379CBB" w14:textId="4636902B" w:rsidR="00B47A2F" w:rsidRPr="00D267C7" w:rsidRDefault="00B47A2F" w:rsidP="00B47A2F">
            <w:pPr>
              <w:tabs>
                <w:tab w:val="left" w:pos="720"/>
              </w:tabs>
              <w:wordWrap w:val="0"/>
              <w:jc w:val="center"/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>Board/University</w:t>
            </w:r>
          </w:p>
        </w:tc>
        <w:tc>
          <w:tcPr>
            <w:tcW w:w="2347" w:type="dxa"/>
          </w:tcPr>
          <w:p w14:paraId="31847452" w14:textId="26FBFE66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 xml:space="preserve">       </w:t>
            </w:r>
            <w:r w:rsidR="00B47A2F"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>Division</w:t>
            </w:r>
          </w:p>
        </w:tc>
        <w:tc>
          <w:tcPr>
            <w:tcW w:w="2347" w:type="dxa"/>
          </w:tcPr>
          <w:p w14:paraId="416F4515" w14:textId="2C5B47A1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r w:rsidR="00B47A2F" w:rsidRPr="00D267C7">
              <w:rPr>
                <w:rStyle w:val="CharAttribute0"/>
                <w:rFonts w:eastAsia="Batang" w:cs="Times New Roman"/>
                <w:b/>
                <w:bCs/>
                <w:color w:val="000000" w:themeColor="text1"/>
                <w:sz w:val="22"/>
                <w:szCs w:val="22"/>
              </w:rPr>
              <w:t>Year Of Passing</w:t>
            </w:r>
          </w:p>
        </w:tc>
      </w:tr>
      <w:tr w:rsidR="00B47A2F" w:rsidRPr="00D267C7" w14:paraId="23C751B8" w14:textId="77777777" w:rsidTr="00B47A2F">
        <w:tc>
          <w:tcPr>
            <w:tcW w:w="2346" w:type="dxa"/>
          </w:tcPr>
          <w:p w14:paraId="4EDA9700" w14:textId="6E4E328C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 xml:space="preserve">     </w:t>
            </w:r>
            <w:r w:rsidR="00B47A2F"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>M</w:t>
            </w: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>ATRIC</w:t>
            </w:r>
          </w:p>
        </w:tc>
        <w:tc>
          <w:tcPr>
            <w:tcW w:w="2347" w:type="dxa"/>
          </w:tcPr>
          <w:p w14:paraId="32DFC2DA" w14:textId="164D160C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 xml:space="preserve">      JAC, RANCHI</w:t>
            </w:r>
          </w:p>
        </w:tc>
        <w:tc>
          <w:tcPr>
            <w:tcW w:w="2347" w:type="dxa"/>
          </w:tcPr>
          <w:p w14:paraId="4D42F598" w14:textId="1FC65239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 xml:space="preserve">          2</w:t>
            </w: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  <w:vertAlign w:val="superscript"/>
              </w:rPr>
              <w:t>ND</w:t>
            </w:r>
          </w:p>
        </w:tc>
        <w:tc>
          <w:tcPr>
            <w:tcW w:w="2347" w:type="dxa"/>
          </w:tcPr>
          <w:p w14:paraId="1CD49E3D" w14:textId="44D7A449" w:rsidR="00B47A2F" w:rsidRPr="00D267C7" w:rsidRDefault="006425BB" w:rsidP="004D2BB2">
            <w:pPr>
              <w:tabs>
                <w:tab w:val="left" w:pos="720"/>
              </w:tabs>
              <w:wordWrap w:val="0"/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</w:pPr>
            <w:r w:rsidRPr="00D267C7">
              <w:rPr>
                <w:rStyle w:val="CharAttribute0"/>
                <w:rFonts w:eastAsia="Batang" w:cs="Times New Roman"/>
                <w:color w:val="000000" w:themeColor="text1"/>
                <w:sz w:val="22"/>
                <w:szCs w:val="22"/>
              </w:rPr>
              <w:t xml:space="preserve">          2020</w:t>
            </w:r>
          </w:p>
        </w:tc>
      </w:tr>
    </w:tbl>
    <w:p w14:paraId="18F475B8" w14:textId="77777777" w:rsidR="00E027FD" w:rsidRDefault="00E027FD" w:rsidP="00E027FD">
      <w:pPr>
        <w:wordWrap w:val="0"/>
        <w:spacing w:after="0" w:line="240" w:lineRule="auto"/>
        <w:ind w:hanging="2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B7F5D3C" w14:textId="07813B12" w:rsidR="006425BB" w:rsidRPr="00072F3C" w:rsidRDefault="006425BB" w:rsidP="006425BB">
      <w:pPr>
        <w:pStyle w:val="Heading1"/>
        <w:spacing w:before="0" w:after="0"/>
        <w:ind w:hanging="2"/>
        <w:rPr>
          <w:rFonts w:ascii="Times New Roman" w:hAnsi="Times New Roman" w:cs="Times New Roman"/>
          <w:b w:val="0"/>
          <w:color w:val="000000" w:themeColor="text1"/>
          <w:szCs w:val="24"/>
        </w:rPr>
      </w:pPr>
      <w:r>
        <w:rPr>
          <w:rStyle w:val="CharAttribute1"/>
          <w:rFonts w:eastAsia="Batang" w:cs="Times New Roman"/>
          <w:b/>
          <w:color w:val="000000" w:themeColor="text1"/>
        </w:rPr>
        <w:t>computer</w:t>
      </w:r>
      <w:r w:rsidRPr="00072F3C">
        <w:rPr>
          <w:rStyle w:val="CharAttribute1"/>
          <w:rFonts w:eastAsia="Batang" w:cs="Times New Roman"/>
          <w:b/>
          <w:color w:val="000000" w:themeColor="text1"/>
        </w:rPr>
        <w:t xml:space="preserve"> QUALIFICATION</w:t>
      </w:r>
    </w:p>
    <w:p w14:paraId="40289FF7" w14:textId="77777777" w:rsidR="006425BB" w:rsidRDefault="006425BB" w:rsidP="006425BB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5F14FF7" w14:textId="3E93C4C5" w:rsidR="006425BB" w:rsidRPr="00D267C7" w:rsidRDefault="006425BB" w:rsidP="006425BB">
      <w:pPr>
        <w:pStyle w:val="ListParagraph"/>
        <w:numPr>
          <w:ilvl w:val="0"/>
          <w:numId w:val="15"/>
        </w:num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Fonts w:ascii="Times New Roman" w:hAnsi="Times New Roman" w:cs="Times New Roman"/>
          <w:color w:val="000000" w:themeColor="text1"/>
          <w:sz w:val="22"/>
          <w:szCs w:val="22"/>
        </w:rPr>
        <w:t>Basic Knowledge of Computer Application</w:t>
      </w:r>
    </w:p>
    <w:p w14:paraId="45959D62" w14:textId="77777777" w:rsidR="006425BB" w:rsidRPr="006425BB" w:rsidRDefault="006425BB" w:rsidP="006425BB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8D8E6F" w14:textId="68BC41A2" w:rsidR="006425BB" w:rsidRPr="00072F3C" w:rsidRDefault="006425BB" w:rsidP="006425BB">
      <w:pPr>
        <w:pStyle w:val="Heading1"/>
        <w:spacing w:before="0" w:after="0"/>
        <w:ind w:hanging="2"/>
        <w:rPr>
          <w:rFonts w:ascii="Times New Roman" w:hAnsi="Times New Roman" w:cs="Times New Roman"/>
          <w:b w:val="0"/>
          <w:color w:val="000000" w:themeColor="text1"/>
          <w:szCs w:val="24"/>
        </w:rPr>
      </w:pPr>
      <w:r>
        <w:rPr>
          <w:rStyle w:val="CharAttribute1"/>
          <w:rFonts w:eastAsia="Batang" w:cs="Times New Roman"/>
          <w:b/>
          <w:color w:val="000000" w:themeColor="text1"/>
        </w:rPr>
        <w:t>WORK EXPERIENCE</w:t>
      </w:r>
    </w:p>
    <w:p w14:paraId="5E9E3202" w14:textId="77777777" w:rsidR="006425BB" w:rsidRDefault="006425BB" w:rsidP="006425BB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92ED9DE" w14:textId="036C1A5D" w:rsidR="006425BB" w:rsidRPr="00CD2ABB" w:rsidRDefault="00CD2ABB" w:rsidP="006425BB">
      <w:pPr>
        <w:pStyle w:val="ListParagraph"/>
        <w:numPr>
          <w:ilvl w:val="0"/>
          <w:numId w:val="16"/>
        </w:num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D2A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As a Shop Assistance</w:t>
      </w:r>
    </w:p>
    <w:p w14:paraId="3EF2CB40" w14:textId="27053FEE" w:rsidR="00CD2ABB" w:rsidRPr="00D267C7" w:rsidRDefault="00CD2ABB" w:rsidP="00CD2ABB">
      <w:pPr>
        <w:pStyle w:val="ListParagraph"/>
        <w:tabs>
          <w:tab w:val="left" w:pos="720"/>
        </w:tabs>
        <w:wordWrap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6 Months Experience </w:t>
      </w:r>
    </w:p>
    <w:p w14:paraId="621BA42A" w14:textId="77777777" w:rsidR="006425BB" w:rsidRPr="006425BB" w:rsidRDefault="006425BB" w:rsidP="006425BB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A364F1" w14:textId="4CE98A94" w:rsidR="006425BB" w:rsidRPr="00072F3C" w:rsidRDefault="006425BB" w:rsidP="006425BB">
      <w:pPr>
        <w:pStyle w:val="Heading1"/>
        <w:spacing w:before="0" w:after="0"/>
        <w:ind w:hanging="2"/>
        <w:rPr>
          <w:rFonts w:ascii="Times New Roman" w:hAnsi="Times New Roman" w:cs="Times New Roman"/>
          <w:b w:val="0"/>
          <w:color w:val="000000" w:themeColor="text1"/>
          <w:szCs w:val="24"/>
        </w:rPr>
      </w:pPr>
      <w:r>
        <w:rPr>
          <w:rStyle w:val="CharAttribute1"/>
          <w:rFonts w:eastAsia="Batang" w:cs="Times New Roman"/>
          <w:b/>
          <w:color w:val="000000" w:themeColor="text1"/>
        </w:rPr>
        <w:t>HOBBIES</w:t>
      </w:r>
    </w:p>
    <w:p w14:paraId="736418E3" w14:textId="77777777" w:rsidR="006425BB" w:rsidRDefault="006425BB" w:rsidP="006425BB">
      <w:p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F71D273" w14:textId="3D7F1C4A" w:rsidR="006425BB" w:rsidRPr="00D267C7" w:rsidRDefault="006425BB" w:rsidP="006425BB">
      <w:pPr>
        <w:pStyle w:val="ListParagraph"/>
        <w:numPr>
          <w:ilvl w:val="0"/>
          <w:numId w:val="16"/>
        </w:num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Fonts w:ascii="Times New Roman" w:hAnsi="Times New Roman" w:cs="Times New Roman"/>
          <w:color w:val="000000" w:themeColor="text1"/>
          <w:sz w:val="22"/>
          <w:szCs w:val="22"/>
        </w:rPr>
        <w:t>Playing Indoor Games</w:t>
      </w:r>
    </w:p>
    <w:p w14:paraId="5742ECB1" w14:textId="45CCBCE5" w:rsidR="006425BB" w:rsidRDefault="006425BB" w:rsidP="006425BB">
      <w:pPr>
        <w:pStyle w:val="ListParagraph"/>
        <w:numPr>
          <w:ilvl w:val="0"/>
          <w:numId w:val="16"/>
        </w:num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67C7">
        <w:rPr>
          <w:rFonts w:ascii="Times New Roman" w:hAnsi="Times New Roman" w:cs="Times New Roman"/>
          <w:color w:val="000000" w:themeColor="text1"/>
          <w:sz w:val="22"/>
          <w:szCs w:val="22"/>
        </w:rPr>
        <w:t>Listening Music &amp; Watching TV Shows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5BB4D06" w14:textId="47C2CDF9" w:rsidR="00CD2ABB" w:rsidRPr="00CD2ABB" w:rsidRDefault="00CD2ABB" w:rsidP="00CD2ABB">
      <w:pPr>
        <w:pStyle w:val="ListParagraph"/>
        <w:numPr>
          <w:ilvl w:val="0"/>
          <w:numId w:val="16"/>
        </w:numPr>
        <w:tabs>
          <w:tab w:val="left" w:pos="720"/>
        </w:tabs>
        <w:wordWrap w:val="0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Net </w:t>
      </w:r>
      <w:r w:rsidRPr="00D267C7">
        <w:rPr>
          <w:rFonts w:ascii="Times New Roman" w:hAnsi="Times New Roman" w:cs="Times New Roman"/>
          <w:color w:val="000000" w:themeColor="text1"/>
          <w:sz w:val="22"/>
          <w:szCs w:val="22"/>
        </w:rPr>
        <w:t>Surfing</w:t>
      </w:r>
    </w:p>
    <w:p w14:paraId="15D5358D" w14:textId="77777777" w:rsidR="00F805FB" w:rsidRPr="00D267C7" w:rsidRDefault="001D3E19" w:rsidP="00FC2C05">
      <w:pPr>
        <w:pStyle w:val="Heading1"/>
        <w:rPr>
          <w:rFonts w:ascii="Times New Roman" w:eastAsiaTheme="minorHAnsi" w:hAnsi="Times New Roman" w:cs="Times New Roman"/>
          <w:sz w:val="2"/>
          <w:szCs w:val="2"/>
        </w:rPr>
      </w:pPr>
      <w:r w:rsidRPr="00D267C7">
        <w:rPr>
          <w:rFonts w:ascii="Times New Roman" w:eastAsia="Arial Rounded MT Bold" w:hAnsi="Times New Roman" w:cs="Times New Roman"/>
          <w:lang w:val="en-IN"/>
        </w:rPr>
        <w:t>P</w:t>
      </w:r>
      <w:r w:rsidR="00522F9F" w:rsidRPr="00D267C7">
        <w:rPr>
          <w:rFonts w:ascii="Times New Roman" w:eastAsia="Arial Rounded MT Bold" w:hAnsi="Times New Roman" w:cs="Times New Roman"/>
          <w:lang w:val="en-IN"/>
        </w:rPr>
        <w:t>ERSONAL</w:t>
      </w:r>
      <w:r w:rsidR="00276BFA" w:rsidRPr="00D267C7">
        <w:rPr>
          <w:rFonts w:ascii="Times New Roman" w:eastAsia="Arial Rounded MT Bold" w:hAnsi="Times New Roman" w:cs="Times New Roman"/>
          <w:lang w:val="en-IN"/>
        </w:rPr>
        <w:t xml:space="preserve"> DETAILS</w:t>
      </w:r>
    </w:p>
    <w:p w14:paraId="2F741C85" w14:textId="77777777" w:rsidR="00366C74" w:rsidRPr="00FC2C05" w:rsidRDefault="00366C74" w:rsidP="000302F3">
      <w:pPr>
        <w:spacing w:after="0" w:line="240" w:lineRule="auto"/>
        <w:ind w:hanging="2"/>
        <w:rPr>
          <w:rStyle w:val="CharAttribute0"/>
          <w:rFonts w:eastAsia="Batang" w:cs="Times New Roman"/>
          <w:color w:val="000000" w:themeColor="text1"/>
          <w:sz w:val="14"/>
          <w:szCs w:val="14"/>
        </w:rPr>
      </w:pPr>
    </w:p>
    <w:p w14:paraId="1476D9EF" w14:textId="734DFB91" w:rsidR="00366047" w:rsidRPr="00D267C7" w:rsidRDefault="00366047" w:rsidP="000302F3">
      <w:pPr>
        <w:spacing w:after="0" w:line="240" w:lineRule="auto"/>
        <w:ind w:hanging="2"/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Father’s Name</w:t>
      </w:r>
      <w:r w:rsidR="00406C7D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C836EB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proofErr w:type="gramStart"/>
      <w:r w:rsidR="002172C9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:</w:t>
      </w:r>
      <w:r w:rsidR="0058444A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-</w:t>
      </w:r>
      <w:proofErr w:type="gramEnd"/>
      <w:r w:rsidR="0058444A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D267C7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6425BB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Anil Singh</w:t>
      </w:r>
    </w:p>
    <w:p w14:paraId="4D7B622A" w14:textId="4BEE2BDB" w:rsidR="006425BB" w:rsidRPr="00D267C7" w:rsidRDefault="006425BB" w:rsidP="000302F3">
      <w:pPr>
        <w:spacing w:after="0" w:line="240" w:lineRule="auto"/>
        <w:ind w:hanging="2"/>
        <w:rPr>
          <w:rStyle w:val="CharAttribute0"/>
          <w:rFonts w:eastAsia="Batang" w:cs="Times New Roman"/>
          <w:color w:val="000000" w:themeColor="text1"/>
          <w:sz w:val="22"/>
          <w:szCs w:val="22"/>
        </w:rPr>
      </w:pPr>
      <w:r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 xml:space="preserve">Mother </w:t>
      </w:r>
      <w:r w:rsidR="00D267C7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Name: -   Kiran Devi</w:t>
      </w:r>
    </w:p>
    <w:p w14:paraId="670F028C" w14:textId="58DA68C8" w:rsidR="00366047" w:rsidRPr="00D267C7" w:rsidRDefault="00366047" w:rsidP="000302F3">
      <w:pPr>
        <w:spacing w:after="0" w:line="240" w:lineRule="auto"/>
        <w:ind w:hanging="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Date of Birth</w:t>
      </w:r>
      <w:r w:rsidR="00C836EB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:</w:t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FC3EF5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-</w:t>
      </w:r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02/08/2003</w:t>
      </w:r>
    </w:p>
    <w:p w14:paraId="45E1996A" w14:textId="13E87B99" w:rsidR="00366047" w:rsidRPr="00D267C7" w:rsidRDefault="00F15836" w:rsidP="00CD3695">
      <w:pPr>
        <w:spacing w:after="0" w:line="240" w:lineRule="auto"/>
        <w:ind w:hanging="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Languages</w:t>
      </w:r>
      <w:r w:rsidR="0036604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C836EB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00736B78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>: -</w:t>
      </w:r>
      <w:r w:rsidR="00D6783B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 xml:space="preserve">       </w:t>
      </w:r>
      <w:r w:rsidR="00FC3EF5" w:rsidRPr="00D267C7">
        <w:rPr>
          <w:rStyle w:val="CharAttribute1"/>
          <w:rFonts w:eastAsia="Batang"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36604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  <w:t>Hindi</w:t>
      </w:r>
      <w:r w:rsidR="007410D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, English</w:t>
      </w:r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&amp; Bengali</w:t>
      </w:r>
    </w:p>
    <w:p w14:paraId="7AC74834" w14:textId="157F24E4" w:rsidR="00366047" w:rsidRPr="00D267C7" w:rsidRDefault="00366047" w:rsidP="000302F3">
      <w:pPr>
        <w:spacing w:after="0" w:line="240" w:lineRule="auto"/>
        <w:ind w:hanging="2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Marital Status</w:t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C836EB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00736B78" w:rsidRPr="00D267C7">
        <w:rPr>
          <w:rStyle w:val="CharAttribute1"/>
          <w:rFonts w:eastAsia="Batang" w:cs="Times New Roman"/>
          <w:b w:val="0"/>
          <w:color w:val="000000" w:themeColor="text1"/>
          <w:sz w:val="22"/>
          <w:szCs w:val="22"/>
        </w:rPr>
        <w:t>: -</w:t>
      </w:r>
      <w:r w:rsidR="00D6783B" w:rsidRPr="00D267C7">
        <w:rPr>
          <w:rStyle w:val="CharAttribute1"/>
          <w:rFonts w:eastAsia="Batang" w:cs="Times New Roman"/>
          <w:b w:val="0"/>
          <w:color w:val="000000" w:themeColor="text1"/>
          <w:sz w:val="22"/>
          <w:szCs w:val="22"/>
        </w:rPr>
        <w:t xml:space="preserve">  </w:t>
      </w:r>
      <w:r w:rsidR="00FC3EF5" w:rsidRPr="00D267C7">
        <w:rPr>
          <w:rStyle w:val="CharAttribute1"/>
          <w:rFonts w:eastAsia="Batang" w:cs="Times New Roman"/>
          <w:b w:val="0"/>
          <w:color w:val="000000" w:themeColor="text1"/>
          <w:sz w:val="22"/>
          <w:szCs w:val="22"/>
        </w:rPr>
        <w:t xml:space="preserve"> </w:t>
      </w: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Unmarried</w:t>
      </w:r>
    </w:p>
    <w:p w14:paraId="43FEFA1E" w14:textId="003DE973" w:rsidR="000C41B5" w:rsidRPr="00D267C7" w:rsidRDefault="00B07767" w:rsidP="007410D7">
      <w:pPr>
        <w:pStyle w:val="ContactInfo"/>
        <w:spacing w:after="0" w:line="240" w:lineRule="auto"/>
        <w:ind w:hanging="2"/>
        <w:rPr>
          <w:rStyle w:val="CharAttribute0"/>
          <w:rFonts w:eastAsia="Batang" w:cs="Times New Roman"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Per.Address</w:t>
      </w:r>
      <w:r w:rsidR="0036604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</w:r>
      <w:r w:rsidR="00C836EB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007E7A23" w:rsidRPr="00D267C7">
        <w:rPr>
          <w:rStyle w:val="CharAttribute1"/>
          <w:rFonts w:eastAsia="Batang" w:cs="Times New Roman"/>
          <w:b w:val="0"/>
          <w:color w:val="000000" w:themeColor="text1"/>
          <w:sz w:val="22"/>
          <w:szCs w:val="22"/>
          <w:lang w:val="en-IN"/>
        </w:rPr>
        <w:t>:</w:t>
      </w:r>
      <w:r w:rsidR="00FC3EF5" w:rsidRPr="00D267C7">
        <w:rPr>
          <w:rStyle w:val="CharAttribute1"/>
          <w:rFonts w:eastAsia="Batang" w:cs="Times New Roman"/>
          <w:b w:val="0"/>
          <w:color w:val="000000" w:themeColor="text1"/>
          <w:sz w:val="22"/>
          <w:szCs w:val="22"/>
          <w:lang w:val="en-IN"/>
        </w:rPr>
        <w:t xml:space="preserve">- </w:t>
      </w:r>
      <w:r w:rsidR="00122E0D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 </w:t>
      </w:r>
      <w:r w:rsidR="00736B78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proofErr w:type="spellStart"/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Taranager</w:t>
      </w:r>
      <w:proofErr w:type="spellEnd"/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, </w:t>
      </w:r>
      <w:proofErr w:type="spellStart"/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Telidih</w:t>
      </w:r>
      <w:proofErr w:type="spellEnd"/>
      <w:r w:rsidR="00D267C7"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mod, Chas</w:t>
      </w:r>
    </w:p>
    <w:p w14:paraId="240B3085" w14:textId="292769D3" w:rsidR="00D267C7" w:rsidRPr="00D267C7" w:rsidRDefault="00D267C7" w:rsidP="007410D7">
      <w:pPr>
        <w:pStyle w:val="ContactInfo"/>
        <w:spacing w:after="0" w:line="240" w:lineRule="auto"/>
        <w:ind w:hanging="2"/>
        <w:rPr>
          <w:rStyle w:val="CharAttribute26"/>
          <w:rFonts w:eastAsiaTheme="minorHAnsi" w:cs="Times New Roman"/>
          <w:bCs/>
          <w:color w:val="000000" w:themeColor="text1"/>
          <w:sz w:val="22"/>
          <w:szCs w:val="22"/>
        </w:rPr>
      </w:pPr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ab/>
        <w:t xml:space="preserve">                             </w:t>
      </w:r>
      <w:proofErr w:type="spellStart"/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Bokaro</w:t>
      </w:r>
      <w:proofErr w:type="spellEnd"/>
      <w:r w:rsidRPr="00D267C7">
        <w:rPr>
          <w:rStyle w:val="CharAttribute0"/>
          <w:rFonts w:eastAsia="Batang" w:cs="Times New Roman"/>
          <w:color w:val="000000" w:themeColor="text1"/>
          <w:sz w:val="22"/>
          <w:szCs w:val="22"/>
        </w:rPr>
        <w:t>, Jharkhand - 827013</w:t>
      </w:r>
    </w:p>
    <w:p w14:paraId="199C219B" w14:textId="77777777" w:rsidR="007154C6" w:rsidRPr="00D267C7" w:rsidRDefault="007154C6" w:rsidP="007154C6">
      <w:pPr>
        <w:pStyle w:val="Heading1"/>
        <w:rPr>
          <w:rFonts w:ascii="Times New Roman" w:hAnsi="Times New Roman" w:cs="Times New Roman"/>
          <w:lang w:val="en-GB"/>
        </w:rPr>
      </w:pPr>
      <w:r w:rsidRPr="00D267C7">
        <w:rPr>
          <w:rFonts w:ascii="Times New Roman" w:hAnsi="Times New Roman" w:cs="Times New Roman"/>
          <w:lang w:val="en-GB"/>
        </w:rPr>
        <w:t>Declaration</w:t>
      </w:r>
      <w:r w:rsidRPr="00D267C7">
        <w:rPr>
          <w:rFonts w:ascii="Times New Roman" w:hAnsi="Times New Roman" w:cs="Times New Roman"/>
          <w:lang w:val="en-GB"/>
        </w:rPr>
        <w:tab/>
      </w:r>
    </w:p>
    <w:p w14:paraId="15C1E458" w14:textId="77777777" w:rsidR="007154C6" w:rsidRPr="007154C6" w:rsidRDefault="007154C6" w:rsidP="007154C6">
      <w:pPr>
        <w:rPr>
          <w:sz w:val="2"/>
          <w:szCs w:val="2"/>
          <w:lang w:val="en-GB"/>
        </w:rPr>
      </w:pPr>
    </w:p>
    <w:p w14:paraId="313C1FD5" w14:textId="2B96D4F0" w:rsidR="009F0A8D" w:rsidRPr="003B2FA6" w:rsidRDefault="007154C6" w:rsidP="003B2FA6">
      <w:pPr>
        <w:jc w:val="both"/>
        <w:rPr>
          <w:rStyle w:val="CharAttribute26"/>
          <w:rFonts w:eastAsiaTheme="minorHAnsi" w:cs="Times New Roman"/>
          <w:color w:val="000000" w:themeColor="text1"/>
          <w:sz w:val="22"/>
          <w:szCs w:val="22"/>
          <w:lang w:val="en-GB"/>
        </w:rPr>
      </w:pP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ab/>
        <w:t xml:space="preserve"> I</w:t>
      </w:r>
      <w:r w:rsidR="003376B7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 xml:space="preserve"> </w:t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>hereby declare that all the statement made in the above is true &amp; correct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 xml:space="preserve"> </w:t>
      </w:r>
      <w:r w:rsidRPr="007154C6">
        <w:rPr>
          <w:rFonts w:ascii="Times New Roman" w:hAnsi="Times New Roman" w:cs="Times New Roman"/>
          <w:color w:val="000000" w:themeColor="text1"/>
          <w:sz w:val="22"/>
          <w:szCs w:val="22"/>
          <w:lang w:val="en-GB"/>
        </w:rPr>
        <w:t>to the best of my knowledge and belief.</w:t>
      </w:r>
    </w:p>
    <w:p w14:paraId="56B17F27" w14:textId="77777777" w:rsidR="00C836EB" w:rsidRPr="00F20059" w:rsidRDefault="00C836EB" w:rsidP="00511EF4">
      <w:pPr>
        <w:spacing w:after="0" w:line="240" w:lineRule="auto"/>
        <w:rPr>
          <w:rStyle w:val="CharAttribute26"/>
          <w:rFonts w:eastAsia="Batang" w:cs="Times New Roman"/>
          <w:color w:val="000000" w:themeColor="text1"/>
          <w:sz w:val="22"/>
          <w:szCs w:val="22"/>
        </w:rPr>
      </w:pPr>
    </w:p>
    <w:p w14:paraId="166BE817" w14:textId="39825796" w:rsidR="00813E0B" w:rsidRDefault="00366047" w:rsidP="000302F3">
      <w:pPr>
        <w:spacing w:after="0" w:line="240" w:lineRule="auto"/>
        <w:ind w:hanging="2"/>
        <w:rPr>
          <w:rStyle w:val="CharAttribute0"/>
          <w:rFonts w:eastAsia="Batang" w:cs="Times New Roman"/>
          <w:color w:val="000000" w:themeColor="text1"/>
          <w:sz w:val="22"/>
          <w:szCs w:val="22"/>
        </w:rPr>
      </w:pPr>
      <w:r w:rsidRPr="00F20059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Date:  </w:t>
      </w:r>
    </w:p>
    <w:p w14:paraId="44B38210" w14:textId="77777777" w:rsidR="00FC3EF5" w:rsidRPr="00F20059" w:rsidRDefault="00FC3EF5" w:rsidP="000302F3">
      <w:pPr>
        <w:spacing w:after="0" w:line="240" w:lineRule="auto"/>
        <w:ind w:hanging="2"/>
        <w:rPr>
          <w:rStyle w:val="CharAttribute0"/>
          <w:rFonts w:eastAsia="Batang" w:cs="Times New Roman"/>
          <w:color w:val="000000" w:themeColor="text1"/>
          <w:sz w:val="22"/>
          <w:szCs w:val="22"/>
        </w:rPr>
      </w:pPr>
    </w:p>
    <w:p w14:paraId="35917322" w14:textId="4E139A9F" w:rsidR="005B5BA2" w:rsidRPr="00F20059" w:rsidRDefault="00D267C7" w:rsidP="009E7BDA">
      <w:pPr>
        <w:spacing w:after="0" w:line="240" w:lineRule="auto"/>
        <w:ind w:hanging="2"/>
        <w:rPr>
          <w:rFonts w:ascii="Times New Roman" w:eastAsia="Batang" w:hAnsi="Times New Roman" w:cs="Times New Roman"/>
          <w:color w:val="000000" w:themeColor="text1"/>
          <w:sz w:val="22"/>
          <w:szCs w:val="22"/>
        </w:rPr>
      </w:pPr>
      <w:r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Place:  </w:t>
      </w:r>
      <w:proofErr w:type="spellStart"/>
      <w:r>
        <w:rPr>
          <w:rStyle w:val="CharAttribute0"/>
          <w:rFonts w:eastAsia="Batang" w:cs="Times New Roman"/>
          <w:color w:val="000000" w:themeColor="text1"/>
          <w:sz w:val="22"/>
          <w:szCs w:val="22"/>
        </w:rPr>
        <w:t>Bokaro</w:t>
      </w:r>
      <w:proofErr w:type="spellEnd"/>
      <w:r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76F68CE3" w:rsidRPr="76F68CE3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                                                      </w:t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00366047">
        <w:tab/>
      </w:r>
      <w:r w:rsidR="76F68CE3" w:rsidRPr="76F68CE3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                                  </w:t>
      </w:r>
      <w:r w:rsidR="00F97ACA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  </w:t>
      </w:r>
      <w:r w:rsidR="00C836EB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00B47A2F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    </w:t>
      </w:r>
      <w:proofErr w:type="gramStart"/>
      <w:r w:rsidR="00B47A2F">
        <w:rPr>
          <w:rStyle w:val="CharAttribute0"/>
          <w:rFonts w:eastAsia="Batang" w:cs="Times New Roman"/>
          <w:color w:val="000000" w:themeColor="text1"/>
          <w:sz w:val="22"/>
          <w:szCs w:val="22"/>
        </w:rPr>
        <w:t>( Nisha</w:t>
      </w:r>
      <w:proofErr w:type="gramEnd"/>
      <w:r w:rsidR="00B47A2F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proofErr w:type="spellStart"/>
      <w:r w:rsidR="00B47A2F">
        <w:rPr>
          <w:rStyle w:val="CharAttribute0"/>
          <w:rFonts w:eastAsia="Batang" w:cs="Times New Roman"/>
          <w:color w:val="000000" w:themeColor="text1"/>
          <w:sz w:val="22"/>
          <w:szCs w:val="22"/>
        </w:rPr>
        <w:t>Kumari</w:t>
      </w:r>
      <w:proofErr w:type="spellEnd"/>
      <w:r w:rsidR="007410D7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 </w:t>
      </w:r>
      <w:r w:rsidR="76F68CE3" w:rsidRPr="76F68CE3">
        <w:rPr>
          <w:rStyle w:val="CharAttribute0"/>
          <w:rFonts w:eastAsia="Batang" w:cs="Times New Roman"/>
          <w:color w:val="000000" w:themeColor="text1"/>
          <w:sz w:val="22"/>
          <w:szCs w:val="22"/>
        </w:rPr>
        <w:t xml:space="preserve">) </w:t>
      </w:r>
    </w:p>
    <w:sectPr w:rsidR="005B5BA2" w:rsidRPr="00F20059" w:rsidSect="00D267C7">
      <w:headerReference w:type="default" r:id="rId9"/>
      <w:footerReference w:type="default" r:id="rId10"/>
      <w:headerReference w:type="first" r:id="rId11"/>
      <w:pgSz w:w="11907" w:h="16839" w:code="9"/>
      <w:pgMar w:top="851" w:right="708" w:bottom="709" w:left="993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A3245" w14:textId="77777777" w:rsidR="001072FF" w:rsidRDefault="001072FF">
      <w:r>
        <w:separator/>
      </w:r>
    </w:p>
  </w:endnote>
  <w:endnote w:type="continuationSeparator" w:id="0">
    <w:p w14:paraId="77AF3545" w14:textId="77777777" w:rsidR="001072FF" w:rsidRDefault="0010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B0F50" w14:textId="77777777" w:rsidR="006339E2" w:rsidRDefault="008414AC">
    <w:pPr>
      <w:pStyle w:val="Footer"/>
    </w:pPr>
    <w:r>
      <w:fldChar w:fldCharType="begin"/>
    </w:r>
    <w:r w:rsidR="0040342F">
      <w:instrText xml:space="preserve"> PAGE   \* MERGEFORMAT </w:instrText>
    </w:r>
    <w:r>
      <w:fldChar w:fldCharType="separate"/>
    </w:r>
    <w:r w:rsidR="00D267C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75803" w14:textId="77777777" w:rsidR="001072FF" w:rsidRDefault="001072FF">
      <w:r>
        <w:separator/>
      </w:r>
    </w:p>
  </w:footnote>
  <w:footnote w:type="continuationSeparator" w:id="0">
    <w:p w14:paraId="1C7F04C2" w14:textId="77777777" w:rsidR="001072FF" w:rsidRDefault="0010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EBC15" w14:textId="77777777" w:rsidR="006339E2" w:rsidRDefault="00921B0A"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A1E7D1B" wp14:editId="2EB258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0"/>
              <wp:wrapNone/>
              <wp:docPr id="4" name="Fram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13960" cy="7205980"/>
                      </a:xfrm>
                      <a:custGeom>
                        <a:avLst/>
                        <a:gdLst>
                          <a:gd name="T0" fmla="*/ 0 w 5013960"/>
                          <a:gd name="T1" fmla="*/ 0 h 7205980"/>
                          <a:gd name="T2" fmla="*/ 5013960 w 5013960"/>
                          <a:gd name="T3" fmla="*/ 0 h 7205980"/>
                          <a:gd name="T4" fmla="*/ 5013960 w 5013960"/>
                          <a:gd name="T5" fmla="*/ 7205980 h 7205980"/>
                          <a:gd name="T6" fmla="*/ 0 w 5013960"/>
                          <a:gd name="T7" fmla="*/ 7205980 h 7205980"/>
                          <a:gd name="T8" fmla="*/ 0 w 5013960"/>
                          <a:gd name="T9" fmla="*/ 0 h 7205980"/>
                          <a:gd name="T10" fmla="*/ 130564 w 5013960"/>
                          <a:gd name="T11" fmla="*/ 130564 h 7205980"/>
                          <a:gd name="T12" fmla="*/ 130564 w 5013960"/>
                          <a:gd name="T13" fmla="*/ 7075416 h 7205980"/>
                          <a:gd name="T14" fmla="*/ 4883396 w 5013960"/>
                          <a:gd name="T15" fmla="*/ 7075416 h 7205980"/>
                          <a:gd name="T16" fmla="*/ 4883396 w 5013960"/>
                          <a:gd name="T17" fmla="*/ 130564 h 7205980"/>
                          <a:gd name="T18" fmla="*/ 130564 w 5013960"/>
                          <a:gd name="T19" fmla="*/ 130564 h 7205980"/>
                          <a:gd name="T20" fmla="*/ 0 60000 65536"/>
                          <a:gd name="T21" fmla="*/ 0 60000 65536"/>
                          <a:gd name="T22" fmla="*/ 0 60000 65536"/>
                          <a:gd name="T23" fmla="*/ 0 60000 65536"/>
                          <a:gd name="T24" fmla="*/ 0 60000 65536"/>
                          <a:gd name="T25" fmla="*/ 0 60000 65536"/>
                          <a:gd name="T26" fmla="*/ 0 60000 65536"/>
                          <a:gd name="T27" fmla="*/ 0 60000 65536"/>
                          <a:gd name="T28" fmla="*/ 0 60000 65536"/>
                          <a:gd name="T29" fmla="*/ 0 60000 65536"/>
                        </a:gdLst>
                        <a:ahLst/>
                        <a:cxnLst>
                          <a:cxn ang="T20">
                            <a:pos x="T0" y="T1"/>
                          </a:cxn>
                          <a:cxn ang="T21">
                            <a:pos x="T2" y="T3"/>
                          </a:cxn>
                          <a:cxn ang="T22">
                            <a:pos x="T4" y="T5"/>
                          </a:cxn>
                          <a:cxn ang="T23">
                            <a:pos x="T6" y="T7"/>
                          </a:cxn>
                          <a:cxn ang="T24">
                            <a:pos x="T8" y="T9"/>
                          </a:cxn>
                          <a:cxn ang="T25">
                            <a:pos x="T10" y="T11"/>
                          </a:cxn>
                          <a:cxn ang="T26">
                            <a:pos x="T12" y="T13"/>
                          </a:cxn>
                          <a:cxn ang="T27">
                            <a:pos x="T14" y="T15"/>
                          </a:cxn>
                          <a:cxn ang="T28">
                            <a:pos x="T16" y="T17"/>
                          </a:cxn>
                          <a:cxn ang="T29">
                            <a:pos x="T18" y="T19"/>
                          </a:cxn>
                        </a:cxnLst>
                        <a:rect l="0" t="0" r="r" b="b"/>
                        <a:pathLst>
                          <a:path w="5013960" h="7205980">
                            <a:moveTo>
                              <a:pt x="0" y="0"/>
                            </a:moveTo>
                            <a:lnTo>
                              <a:pt x="5013960" y="0"/>
                            </a:lnTo>
                            <a:lnTo>
                              <a:pt x="5013960" y="7205980"/>
                            </a:lnTo>
                            <a:lnTo>
                              <a:pt x="0" y="7205980"/>
                            </a:lnTo>
                            <a:lnTo>
                              <a:pt x="0" y="0"/>
                            </a:lnTo>
                            <a:close/>
                            <a:moveTo>
                              <a:pt x="130564" y="130564"/>
                            </a:moveTo>
                            <a:lnTo>
                              <a:pt x="130564" y="7075416"/>
                            </a:lnTo>
                            <a:lnTo>
                              <a:pt x="4883396" y="7075416"/>
                            </a:lnTo>
                            <a:lnTo>
                              <a:pt x="4883396" y="130564"/>
                            </a:lnTo>
                            <a:lnTo>
                              <a:pt x="130564" y="130564"/>
                            </a:lnTo>
                            <a:close/>
                          </a:path>
                        </a:pathLst>
                      </a:custGeom>
                      <a:solidFill>
                        <a:srgbClr val="E3AB4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B06049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D8DFF" w14:textId="77777777" w:rsidR="006339E2" w:rsidRDefault="00921B0A">
    <w:r>
      <w:rPr>
        <w:noProof/>
        <w:lang w:val="en-IN" w:eastAsia="en-IN" w:bidi="hi-IN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AEA37AF" wp14:editId="5666F96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0"/>
              <wp:wrapNone/>
              <wp:docPr id="1" name="Group 4" descr="Title: Page frame with tab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12690" cy="7207250"/>
                        <a:chOff x="1333" y="0"/>
                        <a:chExt cx="73152" cy="96012"/>
                      </a:xfrm>
                    </wpg:grpSpPr>
                    <wps:wsp>
                      <wps:cNvPr id="3" name="Frame 5"/>
                      <wps:cNvSpPr>
                        <a:spLocks/>
                      </wps:cNvSpPr>
                      <wps:spPr bwMode="auto">
                        <a:xfrm>
                          <a:off x="1333" y="0"/>
                          <a:ext cx="73152" cy="96012"/>
                        </a:xfrm>
                        <a:custGeom>
                          <a:avLst/>
                          <a:gdLst>
                            <a:gd name="T0" fmla="*/ 0 w 7315200"/>
                            <a:gd name="T1" fmla="*/ 0 h 9601200"/>
                            <a:gd name="T2" fmla="*/ 7315200 w 7315200"/>
                            <a:gd name="T3" fmla="*/ 0 h 9601200"/>
                            <a:gd name="T4" fmla="*/ 7315200 w 7315200"/>
                            <a:gd name="T5" fmla="*/ 9601200 h 9601200"/>
                            <a:gd name="T6" fmla="*/ 0 w 7315200"/>
                            <a:gd name="T7" fmla="*/ 9601200 h 9601200"/>
                            <a:gd name="T8" fmla="*/ 0 w 7315200"/>
                            <a:gd name="T9" fmla="*/ 0 h 9601200"/>
                            <a:gd name="T10" fmla="*/ 190488 w 7315200"/>
                            <a:gd name="T11" fmla="*/ 190488 h 9601200"/>
                            <a:gd name="T12" fmla="*/ 190488 w 7315200"/>
                            <a:gd name="T13" fmla="*/ 9410712 h 9601200"/>
                            <a:gd name="T14" fmla="*/ 7124712 w 7315200"/>
                            <a:gd name="T15" fmla="*/ 9410712 h 9601200"/>
                            <a:gd name="T16" fmla="*/ 7124712 w 7315200"/>
                            <a:gd name="T17" fmla="*/ 190488 h 9601200"/>
                            <a:gd name="T18" fmla="*/ 190488 w 7315200"/>
                            <a:gd name="T19" fmla="*/ 190488 h 960120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7315200" h="960120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  <a:lnTo>
                                <a:pt x="7315200" y="9601200"/>
                              </a:lnTo>
                              <a:lnTo>
                                <a:pt x="0" y="96012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90488" y="190488"/>
                              </a:moveTo>
                              <a:lnTo>
                                <a:pt x="190488" y="9410712"/>
                              </a:lnTo>
                              <a:lnTo>
                                <a:pt x="7124712" y="9410712"/>
                              </a:lnTo>
                              <a:lnTo>
                                <a:pt x="7124712" y="190488"/>
                              </a:lnTo>
                              <a:lnTo>
                                <a:pt x="190488" y="1904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2285" y="4286"/>
                          <a:ext cx="3582" cy="8020"/>
                        </a:xfrm>
                        <a:custGeom>
                          <a:avLst/>
                          <a:gdLst>
                            <a:gd name="T0" fmla="*/ 2985 w 240"/>
                            <a:gd name="T1" fmla="*/ 0 h 528"/>
                            <a:gd name="T2" fmla="*/ 252190 w 240"/>
                            <a:gd name="T3" fmla="*/ 0 h 528"/>
                            <a:gd name="T4" fmla="*/ 358140 w 240"/>
                            <a:gd name="T5" fmla="*/ 373661 h 528"/>
                            <a:gd name="T6" fmla="*/ 252190 w 240"/>
                            <a:gd name="T7" fmla="*/ 729095 h 528"/>
                            <a:gd name="T8" fmla="*/ 88043 w 240"/>
                            <a:gd name="T9" fmla="*/ 729095 h 528"/>
                            <a:gd name="T10" fmla="*/ 88043 w 240"/>
                            <a:gd name="T11" fmla="*/ 802005 h 528"/>
                            <a:gd name="T12" fmla="*/ 0 w 240"/>
                            <a:gd name="T13" fmla="*/ 729095 h 528"/>
                            <a:gd name="T14" fmla="*/ 2985 w 240"/>
                            <a:gd name="T15" fmla="*/ 729095 h 528"/>
                            <a:gd name="T16" fmla="*/ 2985 w 240"/>
                            <a:gd name="T17" fmla="*/ 0 h 52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240"/>
                            <a:gd name="T28" fmla="*/ 0 h 528"/>
                            <a:gd name="T29" fmla="*/ 240 w 240"/>
                            <a:gd name="T30" fmla="*/ 528 h 528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BEE64" w14:textId="77777777" w:rsidR="006339E2" w:rsidRDefault="006339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">
              <v:shape id="Frame 5" o:spid="_x0000_s1027" style="position:absolute;left:1333;width:73152;height:96012;visibility:visible;mso-wrap-style:square;v-text-anchor:middle" coordsize="7315200,960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EoMQA&#10;AADaAAAADwAAAGRycy9kb3ducmV2LnhtbESPT2sCMRTE70K/Q3iFXopmXa3IapTS0mI9FPx/fSTP&#10;3aWblyVJdfvtm0LB4zAzv2Hmy8424kI+1I4VDAcZCGLtTM2lgv3urT8FESKywcYxKfihAMvFXW+O&#10;hXFX3tBlG0uRIBwKVFDF2BZSBl2RxTBwLXHyzs5bjEn6UhqP1wS3jcyzbCIt1pwWKmzppSL9tf22&#10;Ct4fX/1w/ZHb8f7poMcnnXv8PCr1cN89z0BE6uIt/N9eGQUj+LuSb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GhKDEAAAA2gAAAA8AAAAAAAAAAAAAAAAAmAIAAGRycy9k&#10;b3ducmV2LnhtbFBLBQYAAAAABAAEAPUAAACJAwAAAAA=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,0;73152,96012;0,96012;0,0;1905,1905;1905,94107;71247,94107;71247,1905;1905,1905" o:connectangles="0,0,0,0,0,0,0,0,0,0"/>
              </v:shape>
              <v:shape id="Freeform 8" o:spid="_x0000_s1028" style="position:absolute;left:2285;top:4286;width:3582;height:8020;visibility:visible;mso-wrap-style:square;v-text-anchor:top" coordsize="240,5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H0MIA&#10;AADaAAAADwAAAGRycy9kb3ducmV2LnhtbESPT4vCMBTE74LfITzBm6YKXaQaixQFb65/YNfbo3m2&#10;pc1LaaJ299NvFgSPw8z8hlmlvWnEgzpXWVYwm0YgiHOrKy4UXM67yQKE88gaG8uk4IccpOvhYIWJ&#10;tk8+0uPkCxEg7BJUUHrfJlK6vCSDbmpb4uDdbGfQB9kVUnf4DHDTyHkUfUiDFYeFElvKSsrr090o&#10;yH7lseIo2zpq6s/vr/iqD5dYqfGo3yxBeOr9O/xq77WCGP6vhBs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wfQwgAAANoAAAAPAAAAAAAAAAAAAAAAAJgCAABkcnMvZG93&#10;bnJldi54bWxQSwUGAAAAAAQABAD1AAAAhwMAAAAA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44551,0;3763936,0;5345240,5675684;3763936,11074511;1314042,11074511;1314042,12181970;0,11074511;44551,11074511;44551,0" o:connectangles="0,0,0,0,0,0,0,0,0" textboxrect="0,0,240,528"/>
                <v:textbox>
                  <w:txbxContent>
                    <w:p w14:paraId="477BEE64" w14:textId="77777777" w:rsidR="006339E2" w:rsidRDefault="006339E2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MSVXoePkuboTa7" id="NC+ADK7O"/>
    <int:WordHash hashCode="r0hGUAXM4JdgUv" id="OMRFOhA2"/>
  </int:Manifest>
  <int:Observations>
    <int:Content id="NC+ADK7O">
      <int:Rejection type="LegacyProofing"/>
    </int:Content>
    <int:Content id="OMRFOhA2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187BC0"/>
    <w:multiLevelType w:val="hybridMultilevel"/>
    <w:tmpl w:val="849277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D2618C"/>
    <w:multiLevelType w:val="hybridMultilevel"/>
    <w:tmpl w:val="34343FB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515A15"/>
    <w:multiLevelType w:val="hybridMultilevel"/>
    <w:tmpl w:val="2340A63C"/>
    <w:lvl w:ilvl="0" w:tplc="0409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A1"/>
    <w:rsid w:val="0000002D"/>
    <w:rsid w:val="0000466D"/>
    <w:rsid w:val="0001101F"/>
    <w:rsid w:val="000249E4"/>
    <w:rsid w:val="000302F3"/>
    <w:rsid w:val="00034891"/>
    <w:rsid w:val="00035A70"/>
    <w:rsid w:val="00043A63"/>
    <w:rsid w:val="00043B73"/>
    <w:rsid w:val="00050817"/>
    <w:rsid w:val="00054B9C"/>
    <w:rsid w:val="000616CA"/>
    <w:rsid w:val="00067FB6"/>
    <w:rsid w:val="00071793"/>
    <w:rsid w:val="000722E7"/>
    <w:rsid w:val="0007255E"/>
    <w:rsid w:val="00072F3C"/>
    <w:rsid w:val="00073CC7"/>
    <w:rsid w:val="00074AFF"/>
    <w:rsid w:val="000772EC"/>
    <w:rsid w:val="00077F28"/>
    <w:rsid w:val="00080C42"/>
    <w:rsid w:val="00082D8A"/>
    <w:rsid w:val="00090D83"/>
    <w:rsid w:val="000A0491"/>
    <w:rsid w:val="000A062F"/>
    <w:rsid w:val="000A3291"/>
    <w:rsid w:val="000A6C15"/>
    <w:rsid w:val="000B13D4"/>
    <w:rsid w:val="000B1FBE"/>
    <w:rsid w:val="000B4D5E"/>
    <w:rsid w:val="000B581C"/>
    <w:rsid w:val="000B72DD"/>
    <w:rsid w:val="000C062F"/>
    <w:rsid w:val="000C0DB0"/>
    <w:rsid w:val="000C17A9"/>
    <w:rsid w:val="000C3EF2"/>
    <w:rsid w:val="000C41B5"/>
    <w:rsid w:val="000D4952"/>
    <w:rsid w:val="000D6ED0"/>
    <w:rsid w:val="000E1A77"/>
    <w:rsid w:val="000E249D"/>
    <w:rsid w:val="000E4C90"/>
    <w:rsid w:val="000F444B"/>
    <w:rsid w:val="000F5C95"/>
    <w:rsid w:val="000F7614"/>
    <w:rsid w:val="00106F81"/>
    <w:rsid w:val="001072FF"/>
    <w:rsid w:val="00111379"/>
    <w:rsid w:val="0011456E"/>
    <w:rsid w:val="001161CA"/>
    <w:rsid w:val="00122E0D"/>
    <w:rsid w:val="00127DCA"/>
    <w:rsid w:val="00130EF8"/>
    <w:rsid w:val="001346B6"/>
    <w:rsid w:val="00134ADD"/>
    <w:rsid w:val="0014390A"/>
    <w:rsid w:val="001448A6"/>
    <w:rsid w:val="00147698"/>
    <w:rsid w:val="0015114F"/>
    <w:rsid w:val="001528CA"/>
    <w:rsid w:val="00152FD2"/>
    <w:rsid w:val="001547F2"/>
    <w:rsid w:val="0015486C"/>
    <w:rsid w:val="00156501"/>
    <w:rsid w:val="00160E67"/>
    <w:rsid w:val="00161755"/>
    <w:rsid w:val="001677B9"/>
    <w:rsid w:val="0017057D"/>
    <w:rsid w:val="00171860"/>
    <w:rsid w:val="00171D95"/>
    <w:rsid w:val="00175D5E"/>
    <w:rsid w:val="00181437"/>
    <w:rsid w:val="00181E2A"/>
    <w:rsid w:val="00182C2B"/>
    <w:rsid w:val="001844F7"/>
    <w:rsid w:val="00186299"/>
    <w:rsid w:val="00187E3E"/>
    <w:rsid w:val="00192281"/>
    <w:rsid w:val="00192E3E"/>
    <w:rsid w:val="00193129"/>
    <w:rsid w:val="001975FD"/>
    <w:rsid w:val="00197E79"/>
    <w:rsid w:val="001A5F70"/>
    <w:rsid w:val="001B167D"/>
    <w:rsid w:val="001B36CE"/>
    <w:rsid w:val="001B5E9F"/>
    <w:rsid w:val="001B6804"/>
    <w:rsid w:val="001C2249"/>
    <w:rsid w:val="001C5173"/>
    <w:rsid w:val="001C630C"/>
    <w:rsid w:val="001D3E19"/>
    <w:rsid w:val="001D6AFB"/>
    <w:rsid w:val="001E20EA"/>
    <w:rsid w:val="001E7AA2"/>
    <w:rsid w:val="001F3AA8"/>
    <w:rsid w:val="00203189"/>
    <w:rsid w:val="002059EE"/>
    <w:rsid w:val="0020696A"/>
    <w:rsid w:val="00207F79"/>
    <w:rsid w:val="00210EBE"/>
    <w:rsid w:val="00214458"/>
    <w:rsid w:val="0021492E"/>
    <w:rsid w:val="00214934"/>
    <w:rsid w:val="002172C9"/>
    <w:rsid w:val="00220A63"/>
    <w:rsid w:val="00225942"/>
    <w:rsid w:val="00232DC6"/>
    <w:rsid w:val="00236501"/>
    <w:rsid w:val="002408E5"/>
    <w:rsid w:val="00240B4D"/>
    <w:rsid w:val="00242C80"/>
    <w:rsid w:val="00242CDB"/>
    <w:rsid w:val="0025079F"/>
    <w:rsid w:val="0025166F"/>
    <w:rsid w:val="00253AFA"/>
    <w:rsid w:val="00254584"/>
    <w:rsid w:val="002556DF"/>
    <w:rsid w:val="002579D6"/>
    <w:rsid w:val="00257C7F"/>
    <w:rsid w:val="00260FC0"/>
    <w:rsid w:val="00270DFA"/>
    <w:rsid w:val="00276BFA"/>
    <w:rsid w:val="00280400"/>
    <w:rsid w:val="00283487"/>
    <w:rsid w:val="00283886"/>
    <w:rsid w:val="00283939"/>
    <w:rsid w:val="002859A6"/>
    <w:rsid w:val="0029611B"/>
    <w:rsid w:val="002A0A31"/>
    <w:rsid w:val="002B2C91"/>
    <w:rsid w:val="002B392E"/>
    <w:rsid w:val="002B48A9"/>
    <w:rsid w:val="002C402E"/>
    <w:rsid w:val="002C60C5"/>
    <w:rsid w:val="002D1713"/>
    <w:rsid w:val="002D2DD6"/>
    <w:rsid w:val="002E2101"/>
    <w:rsid w:val="002E2661"/>
    <w:rsid w:val="002E41C4"/>
    <w:rsid w:val="002E60C2"/>
    <w:rsid w:val="002E6675"/>
    <w:rsid w:val="002E6ED5"/>
    <w:rsid w:val="002F2166"/>
    <w:rsid w:val="002F6A94"/>
    <w:rsid w:val="002F6AE3"/>
    <w:rsid w:val="002F7B23"/>
    <w:rsid w:val="003001F8"/>
    <w:rsid w:val="003009B3"/>
    <w:rsid w:val="00301424"/>
    <w:rsid w:val="00301DE6"/>
    <w:rsid w:val="00314B0B"/>
    <w:rsid w:val="00320FE4"/>
    <w:rsid w:val="0033606F"/>
    <w:rsid w:val="003376B7"/>
    <w:rsid w:val="00340D27"/>
    <w:rsid w:val="00340F37"/>
    <w:rsid w:val="0035222E"/>
    <w:rsid w:val="00353438"/>
    <w:rsid w:val="00360914"/>
    <w:rsid w:val="0036191A"/>
    <w:rsid w:val="003632A2"/>
    <w:rsid w:val="00363CEA"/>
    <w:rsid w:val="00366047"/>
    <w:rsid w:val="00366C74"/>
    <w:rsid w:val="00371622"/>
    <w:rsid w:val="00372EDA"/>
    <w:rsid w:val="00373D5B"/>
    <w:rsid w:val="00374877"/>
    <w:rsid w:val="003765A7"/>
    <w:rsid w:val="00382DFC"/>
    <w:rsid w:val="0038557F"/>
    <w:rsid w:val="00392A78"/>
    <w:rsid w:val="00393FF4"/>
    <w:rsid w:val="00397593"/>
    <w:rsid w:val="003A1996"/>
    <w:rsid w:val="003A2125"/>
    <w:rsid w:val="003A4811"/>
    <w:rsid w:val="003A5FD0"/>
    <w:rsid w:val="003B0234"/>
    <w:rsid w:val="003B083C"/>
    <w:rsid w:val="003B2FA6"/>
    <w:rsid w:val="003B48B1"/>
    <w:rsid w:val="003C5E11"/>
    <w:rsid w:val="003C6601"/>
    <w:rsid w:val="003C6EF0"/>
    <w:rsid w:val="003D347C"/>
    <w:rsid w:val="003E0FEE"/>
    <w:rsid w:val="003E20D6"/>
    <w:rsid w:val="003E3946"/>
    <w:rsid w:val="003E3F9F"/>
    <w:rsid w:val="003E6C51"/>
    <w:rsid w:val="003F03FE"/>
    <w:rsid w:val="003F164C"/>
    <w:rsid w:val="0040003C"/>
    <w:rsid w:val="0040342F"/>
    <w:rsid w:val="00406C7D"/>
    <w:rsid w:val="00421C2A"/>
    <w:rsid w:val="00424A65"/>
    <w:rsid w:val="00426FAE"/>
    <w:rsid w:val="004325CF"/>
    <w:rsid w:val="0044607B"/>
    <w:rsid w:val="00456D12"/>
    <w:rsid w:val="00457278"/>
    <w:rsid w:val="00457B18"/>
    <w:rsid w:val="00460E88"/>
    <w:rsid w:val="004661AB"/>
    <w:rsid w:val="004669EC"/>
    <w:rsid w:val="00471E3B"/>
    <w:rsid w:val="00471F64"/>
    <w:rsid w:val="00473112"/>
    <w:rsid w:val="00473B84"/>
    <w:rsid w:val="00474327"/>
    <w:rsid w:val="0047574E"/>
    <w:rsid w:val="00480AA9"/>
    <w:rsid w:val="0048588C"/>
    <w:rsid w:val="00486F37"/>
    <w:rsid w:val="00490AF0"/>
    <w:rsid w:val="00492820"/>
    <w:rsid w:val="00493AFB"/>
    <w:rsid w:val="004B40B4"/>
    <w:rsid w:val="004B44E7"/>
    <w:rsid w:val="004C44D0"/>
    <w:rsid w:val="004D1F9D"/>
    <w:rsid w:val="004D2BB2"/>
    <w:rsid w:val="004D5010"/>
    <w:rsid w:val="004D7D25"/>
    <w:rsid w:val="004E2014"/>
    <w:rsid w:val="004F2A41"/>
    <w:rsid w:val="004F52CF"/>
    <w:rsid w:val="005071D6"/>
    <w:rsid w:val="00511EF4"/>
    <w:rsid w:val="005135F0"/>
    <w:rsid w:val="005139F6"/>
    <w:rsid w:val="00522F9F"/>
    <w:rsid w:val="005236FC"/>
    <w:rsid w:val="005260F8"/>
    <w:rsid w:val="00526786"/>
    <w:rsid w:val="0053065F"/>
    <w:rsid w:val="00533691"/>
    <w:rsid w:val="00550807"/>
    <w:rsid w:val="00554CB7"/>
    <w:rsid w:val="00557C94"/>
    <w:rsid w:val="0056487B"/>
    <w:rsid w:val="005677EA"/>
    <w:rsid w:val="00570388"/>
    <w:rsid w:val="00574E8A"/>
    <w:rsid w:val="00581720"/>
    <w:rsid w:val="0058444A"/>
    <w:rsid w:val="00586578"/>
    <w:rsid w:val="0059650B"/>
    <w:rsid w:val="00597956"/>
    <w:rsid w:val="005A4CAD"/>
    <w:rsid w:val="005A5C28"/>
    <w:rsid w:val="005B1362"/>
    <w:rsid w:val="005B4ED0"/>
    <w:rsid w:val="005B5BA2"/>
    <w:rsid w:val="005C37F5"/>
    <w:rsid w:val="005C41F9"/>
    <w:rsid w:val="005D4B4E"/>
    <w:rsid w:val="005D5EEA"/>
    <w:rsid w:val="005D60ED"/>
    <w:rsid w:val="005E0935"/>
    <w:rsid w:val="005E26CF"/>
    <w:rsid w:val="005E4235"/>
    <w:rsid w:val="00601104"/>
    <w:rsid w:val="00601DE1"/>
    <w:rsid w:val="00605646"/>
    <w:rsid w:val="00610D53"/>
    <w:rsid w:val="00617E9D"/>
    <w:rsid w:val="00622184"/>
    <w:rsid w:val="00623F80"/>
    <w:rsid w:val="0062745E"/>
    <w:rsid w:val="00631661"/>
    <w:rsid w:val="00632682"/>
    <w:rsid w:val="006339E2"/>
    <w:rsid w:val="00635A2C"/>
    <w:rsid w:val="006369AF"/>
    <w:rsid w:val="00637B78"/>
    <w:rsid w:val="006414B1"/>
    <w:rsid w:val="00642421"/>
    <w:rsid w:val="006425BB"/>
    <w:rsid w:val="00644572"/>
    <w:rsid w:val="00645D58"/>
    <w:rsid w:val="00656BC0"/>
    <w:rsid w:val="00660005"/>
    <w:rsid w:val="00667529"/>
    <w:rsid w:val="00671E37"/>
    <w:rsid w:val="00673A07"/>
    <w:rsid w:val="0067449F"/>
    <w:rsid w:val="00676EDC"/>
    <w:rsid w:val="00682EDD"/>
    <w:rsid w:val="00683B52"/>
    <w:rsid w:val="00687D63"/>
    <w:rsid w:val="00687E11"/>
    <w:rsid w:val="00691DD2"/>
    <w:rsid w:val="00693684"/>
    <w:rsid w:val="0069404B"/>
    <w:rsid w:val="006946A3"/>
    <w:rsid w:val="00695054"/>
    <w:rsid w:val="006966EF"/>
    <w:rsid w:val="006A0970"/>
    <w:rsid w:val="006A20BB"/>
    <w:rsid w:val="006A28C9"/>
    <w:rsid w:val="006A747F"/>
    <w:rsid w:val="006B1CB1"/>
    <w:rsid w:val="006B5000"/>
    <w:rsid w:val="006C0A68"/>
    <w:rsid w:val="006C57DE"/>
    <w:rsid w:val="006C5E3C"/>
    <w:rsid w:val="006E1274"/>
    <w:rsid w:val="006E1FD4"/>
    <w:rsid w:val="006E6ADC"/>
    <w:rsid w:val="006F4286"/>
    <w:rsid w:val="00706423"/>
    <w:rsid w:val="007075B6"/>
    <w:rsid w:val="007154C6"/>
    <w:rsid w:val="00723F43"/>
    <w:rsid w:val="0072742C"/>
    <w:rsid w:val="0073250C"/>
    <w:rsid w:val="00733D6D"/>
    <w:rsid w:val="007365FA"/>
    <w:rsid w:val="00736B78"/>
    <w:rsid w:val="00736E40"/>
    <w:rsid w:val="007410D7"/>
    <w:rsid w:val="007467ED"/>
    <w:rsid w:val="007476BA"/>
    <w:rsid w:val="00754159"/>
    <w:rsid w:val="00756418"/>
    <w:rsid w:val="00760305"/>
    <w:rsid w:val="00771334"/>
    <w:rsid w:val="00772350"/>
    <w:rsid w:val="007727E2"/>
    <w:rsid w:val="00773A63"/>
    <w:rsid w:val="007807A6"/>
    <w:rsid w:val="00780D88"/>
    <w:rsid w:val="007827A6"/>
    <w:rsid w:val="007849C5"/>
    <w:rsid w:val="007913AC"/>
    <w:rsid w:val="0079339B"/>
    <w:rsid w:val="0079409A"/>
    <w:rsid w:val="007A3262"/>
    <w:rsid w:val="007A669B"/>
    <w:rsid w:val="007B4DB7"/>
    <w:rsid w:val="007B5C38"/>
    <w:rsid w:val="007B6435"/>
    <w:rsid w:val="007C17C8"/>
    <w:rsid w:val="007C21CF"/>
    <w:rsid w:val="007C65C2"/>
    <w:rsid w:val="007C775C"/>
    <w:rsid w:val="007D3BAC"/>
    <w:rsid w:val="007D5C93"/>
    <w:rsid w:val="007D73B9"/>
    <w:rsid w:val="007E40A6"/>
    <w:rsid w:val="007E5282"/>
    <w:rsid w:val="007E7A23"/>
    <w:rsid w:val="007E7DA9"/>
    <w:rsid w:val="007F2BF1"/>
    <w:rsid w:val="007F3F36"/>
    <w:rsid w:val="007F3FE8"/>
    <w:rsid w:val="007F57B0"/>
    <w:rsid w:val="008035C4"/>
    <w:rsid w:val="008036EE"/>
    <w:rsid w:val="00805EB5"/>
    <w:rsid w:val="00813E0B"/>
    <w:rsid w:val="008140D2"/>
    <w:rsid w:val="008204DA"/>
    <w:rsid w:val="00823B59"/>
    <w:rsid w:val="0083378E"/>
    <w:rsid w:val="008414AC"/>
    <w:rsid w:val="00844403"/>
    <w:rsid w:val="008557EF"/>
    <w:rsid w:val="00856464"/>
    <w:rsid w:val="00860386"/>
    <w:rsid w:val="008604D9"/>
    <w:rsid w:val="0086329E"/>
    <w:rsid w:val="008711F7"/>
    <w:rsid w:val="00872AC1"/>
    <w:rsid w:val="00875E92"/>
    <w:rsid w:val="00876EB6"/>
    <w:rsid w:val="008833CC"/>
    <w:rsid w:val="00885712"/>
    <w:rsid w:val="0088687B"/>
    <w:rsid w:val="00886D87"/>
    <w:rsid w:val="00887F16"/>
    <w:rsid w:val="00890867"/>
    <w:rsid w:val="00891DBD"/>
    <w:rsid w:val="008925CF"/>
    <w:rsid w:val="00895007"/>
    <w:rsid w:val="00895AE6"/>
    <w:rsid w:val="00896EA1"/>
    <w:rsid w:val="00897633"/>
    <w:rsid w:val="008A2AD4"/>
    <w:rsid w:val="008A4C7B"/>
    <w:rsid w:val="008A4C9F"/>
    <w:rsid w:val="008A4F1D"/>
    <w:rsid w:val="008A7674"/>
    <w:rsid w:val="008B51FF"/>
    <w:rsid w:val="008C603A"/>
    <w:rsid w:val="008D23B7"/>
    <w:rsid w:val="008D264B"/>
    <w:rsid w:val="008F2BB6"/>
    <w:rsid w:val="008F2E30"/>
    <w:rsid w:val="008F612F"/>
    <w:rsid w:val="00902F7F"/>
    <w:rsid w:val="009032EA"/>
    <w:rsid w:val="00903773"/>
    <w:rsid w:val="00903ECF"/>
    <w:rsid w:val="00907122"/>
    <w:rsid w:val="0091038C"/>
    <w:rsid w:val="00921B0A"/>
    <w:rsid w:val="00924C38"/>
    <w:rsid w:val="00926175"/>
    <w:rsid w:val="00926C3C"/>
    <w:rsid w:val="00934632"/>
    <w:rsid w:val="00943E29"/>
    <w:rsid w:val="009451F6"/>
    <w:rsid w:val="00955390"/>
    <w:rsid w:val="00957299"/>
    <w:rsid w:val="00960514"/>
    <w:rsid w:val="009611F7"/>
    <w:rsid w:val="009676F8"/>
    <w:rsid w:val="009752E4"/>
    <w:rsid w:val="00976DF5"/>
    <w:rsid w:val="0097798C"/>
    <w:rsid w:val="00981981"/>
    <w:rsid w:val="0098396A"/>
    <w:rsid w:val="00984D42"/>
    <w:rsid w:val="009918E5"/>
    <w:rsid w:val="009B7F4B"/>
    <w:rsid w:val="009C02D7"/>
    <w:rsid w:val="009C3150"/>
    <w:rsid w:val="009C5E0C"/>
    <w:rsid w:val="009D7E50"/>
    <w:rsid w:val="009E05E9"/>
    <w:rsid w:val="009E283F"/>
    <w:rsid w:val="009E761A"/>
    <w:rsid w:val="009E7BDA"/>
    <w:rsid w:val="009F0689"/>
    <w:rsid w:val="009F0A8D"/>
    <w:rsid w:val="009F3D29"/>
    <w:rsid w:val="00A03939"/>
    <w:rsid w:val="00A0550B"/>
    <w:rsid w:val="00A243FF"/>
    <w:rsid w:val="00A25773"/>
    <w:rsid w:val="00A2643E"/>
    <w:rsid w:val="00A32F34"/>
    <w:rsid w:val="00A432C5"/>
    <w:rsid w:val="00A52EC6"/>
    <w:rsid w:val="00A5564D"/>
    <w:rsid w:val="00A574CE"/>
    <w:rsid w:val="00A57A3B"/>
    <w:rsid w:val="00A57B0F"/>
    <w:rsid w:val="00A57BDC"/>
    <w:rsid w:val="00A6550D"/>
    <w:rsid w:val="00A6719D"/>
    <w:rsid w:val="00A756C8"/>
    <w:rsid w:val="00A75E2C"/>
    <w:rsid w:val="00A8124E"/>
    <w:rsid w:val="00A8366F"/>
    <w:rsid w:val="00A90F3F"/>
    <w:rsid w:val="00A91BF6"/>
    <w:rsid w:val="00AA2463"/>
    <w:rsid w:val="00AA5FEE"/>
    <w:rsid w:val="00AA6396"/>
    <w:rsid w:val="00AA67B7"/>
    <w:rsid w:val="00AB2805"/>
    <w:rsid w:val="00AB2EB2"/>
    <w:rsid w:val="00AC1EA0"/>
    <w:rsid w:val="00AC31B4"/>
    <w:rsid w:val="00AC482C"/>
    <w:rsid w:val="00AD1CA6"/>
    <w:rsid w:val="00AD2B55"/>
    <w:rsid w:val="00AE0DCF"/>
    <w:rsid w:val="00AE315D"/>
    <w:rsid w:val="00AE5698"/>
    <w:rsid w:val="00B04C6B"/>
    <w:rsid w:val="00B07767"/>
    <w:rsid w:val="00B1144C"/>
    <w:rsid w:val="00B13AFC"/>
    <w:rsid w:val="00B14766"/>
    <w:rsid w:val="00B14DC4"/>
    <w:rsid w:val="00B25893"/>
    <w:rsid w:val="00B30A02"/>
    <w:rsid w:val="00B35D63"/>
    <w:rsid w:val="00B3738F"/>
    <w:rsid w:val="00B42F26"/>
    <w:rsid w:val="00B43688"/>
    <w:rsid w:val="00B443EB"/>
    <w:rsid w:val="00B4549B"/>
    <w:rsid w:val="00B45CA6"/>
    <w:rsid w:val="00B45CD7"/>
    <w:rsid w:val="00B471F0"/>
    <w:rsid w:val="00B47A2F"/>
    <w:rsid w:val="00B51AC3"/>
    <w:rsid w:val="00B61111"/>
    <w:rsid w:val="00B63C10"/>
    <w:rsid w:val="00B663E8"/>
    <w:rsid w:val="00B717E4"/>
    <w:rsid w:val="00B73F8B"/>
    <w:rsid w:val="00B74F4D"/>
    <w:rsid w:val="00B76DFC"/>
    <w:rsid w:val="00B82020"/>
    <w:rsid w:val="00B8488D"/>
    <w:rsid w:val="00B9177D"/>
    <w:rsid w:val="00B93408"/>
    <w:rsid w:val="00B93A54"/>
    <w:rsid w:val="00B94332"/>
    <w:rsid w:val="00B94B6C"/>
    <w:rsid w:val="00B96091"/>
    <w:rsid w:val="00BA05DD"/>
    <w:rsid w:val="00BB474D"/>
    <w:rsid w:val="00BC29E0"/>
    <w:rsid w:val="00BC3729"/>
    <w:rsid w:val="00BC4793"/>
    <w:rsid w:val="00BC58D3"/>
    <w:rsid w:val="00BC5E58"/>
    <w:rsid w:val="00BC689A"/>
    <w:rsid w:val="00BC7994"/>
    <w:rsid w:val="00BD074A"/>
    <w:rsid w:val="00BD5353"/>
    <w:rsid w:val="00BE1D7A"/>
    <w:rsid w:val="00BE6454"/>
    <w:rsid w:val="00BF1BAB"/>
    <w:rsid w:val="00BF2A3C"/>
    <w:rsid w:val="00BF355F"/>
    <w:rsid w:val="00BF41D2"/>
    <w:rsid w:val="00BF56DA"/>
    <w:rsid w:val="00C0465E"/>
    <w:rsid w:val="00C1305C"/>
    <w:rsid w:val="00C17302"/>
    <w:rsid w:val="00C2026D"/>
    <w:rsid w:val="00C2196B"/>
    <w:rsid w:val="00C25608"/>
    <w:rsid w:val="00C26925"/>
    <w:rsid w:val="00C32832"/>
    <w:rsid w:val="00C32850"/>
    <w:rsid w:val="00C376AC"/>
    <w:rsid w:val="00C449B4"/>
    <w:rsid w:val="00C5485D"/>
    <w:rsid w:val="00C607B4"/>
    <w:rsid w:val="00C6786C"/>
    <w:rsid w:val="00C67966"/>
    <w:rsid w:val="00C77F7E"/>
    <w:rsid w:val="00C80753"/>
    <w:rsid w:val="00C81713"/>
    <w:rsid w:val="00C83344"/>
    <w:rsid w:val="00C836EB"/>
    <w:rsid w:val="00C86D9F"/>
    <w:rsid w:val="00C87347"/>
    <w:rsid w:val="00C9048E"/>
    <w:rsid w:val="00C918F9"/>
    <w:rsid w:val="00CA3908"/>
    <w:rsid w:val="00CA5F0C"/>
    <w:rsid w:val="00CA773D"/>
    <w:rsid w:val="00CB151F"/>
    <w:rsid w:val="00CB6BB0"/>
    <w:rsid w:val="00CC2C7C"/>
    <w:rsid w:val="00CD14B8"/>
    <w:rsid w:val="00CD2ABB"/>
    <w:rsid w:val="00CD3695"/>
    <w:rsid w:val="00CD55CA"/>
    <w:rsid w:val="00CE1319"/>
    <w:rsid w:val="00CE2521"/>
    <w:rsid w:val="00CF0201"/>
    <w:rsid w:val="00CF1B73"/>
    <w:rsid w:val="00CF2DF4"/>
    <w:rsid w:val="00CF379D"/>
    <w:rsid w:val="00CF37BE"/>
    <w:rsid w:val="00D03EDF"/>
    <w:rsid w:val="00D0705E"/>
    <w:rsid w:val="00D14A4D"/>
    <w:rsid w:val="00D22688"/>
    <w:rsid w:val="00D267C7"/>
    <w:rsid w:val="00D3789F"/>
    <w:rsid w:val="00D449CC"/>
    <w:rsid w:val="00D47291"/>
    <w:rsid w:val="00D52C54"/>
    <w:rsid w:val="00D54FB7"/>
    <w:rsid w:val="00D55FE8"/>
    <w:rsid w:val="00D67755"/>
    <w:rsid w:val="00D6783B"/>
    <w:rsid w:val="00D70C60"/>
    <w:rsid w:val="00D70F00"/>
    <w:rsid w:val="00D73530"/>
    <w:rsid w:val="00D75DCF"/>
    <w:rsid w:val="00D84C0F"/>
    <w:rsid w:val="00D850E0"/>
    <w:rsid w:val="00D92756"/>
    <w:rsid w:val="00D97311"/>
    <w:rsid w:val="00DA39F7"/>
    <w:rsid w:val="00DA49F7"/>
    <w:rsid w:val="00DB099A"/>
    <w:rsid w:val="00DB1B8F"/>
    <w:rsid w:val="00DB58AF"/>
    <w:rsid w:val="00DC34F3"/>
    <w:rsid w:val="00DC3712"/>
    <w:rsid w:val="00DC45FD"/>
    <w:rsid w:val="00DC4830"/>
    <w:rsid w:val="00DC6C21"/>
    <w:rsid w:val="00DC74C0"/>
    <w:rsid w:val="00DD4848"/>
    <w:rsid w:val="00DD6624"/>
    <w:rsid w:val="00DE37BE"/>
    <w:rsid w:val="00DF1C2A"/>
    <w:rsid w:val="00DF1F15"/>
    <w:rsid w:val="00DF598F"/>
    <w:rsid w:val="00E00FCA"/>
    <w:rsid w:val="00E01C66"/>
    <w:rsid w:val="00E027FD"/>
    <w:rsid w:val="00E05ACD"/>
    <w:rsid w:val="00E05E8E"/>
    <w:rsid w:val="00E11BFF"/>
    <w:rsid w:val="00E12F74"/>
    <w:rsid w:val="00E13C7B"/>
    <w:rsid w:val="00E15270"/>
    <w:rsid w:val="00E1685D"/>
    <w:rsid w:val="00E215B7"/>
    <w:rsid w:val="00E2168A"/>
    <w:rsid w:val="00E26ED5"/>
    <w:rsid w:val="00E33687"/>
    <w:rsid w:val="00E3465B"/>
    <w:rsid w:val="00E34F71"/>
    <w:rsid w:val="00E429B4"/>
    <w:rsid w:val="00E4404F"/>
    <w:rsid w:val="00E52983"/>
    <w:rsid w:val="00E56B60"/>
    <w:rsid w:val="00E61399"/>
    <w:rsid w:val="00E634F5"/>
    <w:rsid w:val="00E65453"/>
    <w:rsid w:val="00E67F23"/>
    <w:rsid w:val="00E709F9"/>
    <w:rsid w:val="00E72A15"/>
    <w:rsid w:val="00E73D78"/>
    <w:rsid w:val="00E74631"/>
    <w:rsid w:val="00E8224D"/>
    <w:rsid w:val="00E82634"/>
    <w:rsid w:val="00E84E54"/>
    <w:rsid w:val="00E865CE"/>
    <w:rsid w:val="00E86812"/>
    <w:rsid w:val="00E906CA"/>
    <w:rsid w:val="00E914DF"/>
    <w:rsid w:val="00E929D7"/>
    <w:rsid w:val="00E9664A"/>
    <w:rsid w:val="00EA06D4"/>
    <w:rsid w:val="00EA28BD"/>
    <w:rsid w:val="00EA5F5D"/>
    <w:rsid w:val="00EA684B"/>
    <w:rsid w:val="00EB0E95"/>
    <w:rsid w:val="00EB39AD"/>
    <w:rsid w:val="00EC4128"/>
    <w:rsid w:val="00EC51CA"/>
    <w:rsid w:val="00EC5624"/>
    <w:rsid w:val="00EC5B73"/>
    <w:rsid w:val="00ED1F20"/>
    <w:rsid w:val="00ED3F21"/>
    <w:rsid w:val="00EE1CFF"/>
    <w:rsid w:val="00F00B14"/>
    <w:rsid w:val="00F041AA"/>
    <w:rsid w:val="00F05713"/>
    <w:rsid w:val="00F06729"/>
    <w:rsid w:val="00F06B8F"/>
    <w:rsid w:val="00F071DD"/>
    <w:rsid w:val="00F15836"/>
    <w:rsid w:val="00F20059"/>
    <w:rsid w:val="00F2146F"/>
    <w:rsid w:val="00F216C1"/>
    <w:rsid w:val="00F22353"/>
    <w:rsid w:val="00F225A6"/>
    <w:rsid w:val="00F23B79"/>
    <w:rsid w:val="00F26D5E"/>
    <w:rsid w:val="00F341DF"/>
    <w:rsid w:val="00F37EA0"/>
    <w:rsid w:val="00F409DE"/>
    <w:rsid w:val="00F46842"/>
    <w:rsid w:val="00F53BA2"/>
    <w:rsid w:val="00F54304"/>
    <w:rsid w:val="00F575CB"/>
    <w:rsid w:val="00F602D7"/>
    <w:rsid w:val="00F615D5"/>
    <w:rsid w:val="00F73406"/>
    <w:rsid w:val="00F76741"/>
    <w:rsid w:val="00F7685D"/>
    <w:rsid w:val="00F772F2"/>
    <w:rsid w:val="00F77BCB"/>
    <w:rsid w:val="00F805FB"/>
    <w:rsid w:val="00F80E13"/>
    <w:rsid w:val="00F83FBB"/>
    <w:rsid w:val="00F97ACA"/>
    <w:rsid w:val="00FA62B6"/>
    <w:rsid w:val="00FB48ED"/>
    <w:rsid w:val="00FB4EA5"/>
    <w:rsid w:val="00FC2C05"/>
    <w:rsid w:val="00FC3EF5"/>
    <w:rsid w:val="00FC635B"/>
    <w:rsid w:val="00FD744D"/>
    <w:rsid w:val="00FD7AAB"/>
    <w:rsid w:val="00FF059E"/>
    <w:rsid w:val="00FF4207"/>
    <w:rsid w:val="00FF6155"/>
    <w:rsid w:val="00FF6349"/>
    <w:rsid w:val="76F68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CF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DCF"/>
  </w:style>
  <w:style w:type="paragraph" w:styleId="Heading1">
    <w:name w:val="heading 1"/>
    <w:basedOn w:val="Normal"/>
    <w:next w:val="Normal"/>
    <w:link w:val="Heading1Char"/>
    <w:uiPriority w:val="9"/>
    <w:qFormat/>
    <w:rsid w:val="00D75DCF"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D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D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D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D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DC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DC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DC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DCF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rsid w:val="00D75DCF"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D75DCF"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75DCF"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rsid w:val="00D75DCF"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sid w:val="00D75DCF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DCF"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DCF"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DCF"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DCF"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DCF"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75DCF"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sid w:val="00D75DCF"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rsid w:val="00D75DCF"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D75DCF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75DCF"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D75DCF"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75DCF"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75DCF"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75DCF"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75DCF"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75DCF"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75DCF"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sid w:val="00D75DCF"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5DCF"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D75DCF"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DCF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D75DCF"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75DCF"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rsid w:val="00D75DCF"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75DCF"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rsid w:val="00D75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DCF"/>
  </w:style>
  <w:style w:type="paragraph" w:styleId="ListNumber">
    <w:name w:val="List Number"/>
    <w:basedOn w:val="Normal"/>
    <w:uiPriority w:val="10"/>
    <w:qFormat/>
    <w:rsid w:val="00D75DCF"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5DCF"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D75DCF"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5DCF"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5DCF"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75DCF"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5DCF"/>
    <w:rPr>
      <w:color w:val="0E0B05" w:themeColor="text2"/>
    </w:rPr>
  </w:style>
  <w:style w:type="character" w:styleId="Hyperlink">
    <w:name w:val="Hyperlink"/>
    <w:basedOn w:val="DefaultParagraphFont"/>
    <w:uiPriority w:val="99"/>
    <w:unhideWhenUsed/>
    <w:rsid w:val="00073CC7"/>
    <w:rPr>
      <w:color w:val="53C3C7" w:themeColor="hyperlink"/>
      <w:u w:val="single"/>
    </w:rPr>
  </w:style>
  <w:style w:type="paragraph" w:customStyle="1" w:styleId="ParaAttribute0">
    <w:name w:val="ParaAttribute0"/>
    <w:rsid w:val="00897633"/>
    <w:pPr>
      <w:spacing w:after="0" w:line="240" w:lineRule="auto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4">
    <w:name w:val="ParaAttribute4"/>
    <w:rsid w:val="00897633"/>
    <w:pPr>
      <w:spacing w:after="0" w:line="240" w:lineRule="auto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7">
    <w:name w:val="ParaAttribute7"/>
    <w:rsid w:val="00897633"/>
    <w:pPr>
      <w:shd w:val="solid" w:color="F2F2F2" w:fill="auto"/>
      <w:spacing w:after="0" w:line="240" w:lineRule="auto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12">
    <w:name w:val="ParaAttribute12"/>
    <w:rsid w:val="00897633"/>
    <w:pPr>
      <w:spacing w:after="0" w:line="240" w:lineRule="auto"/>
      <w:ind w:left="900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19">
    <w:name w:val="ParaAttribute19"/>
    <w:rsid w:val="00897633"/>
    <w:pPr>
      <w:tabs>
        <w:tab w:val="left" w:pos="1845"/>
      </w:tabs>
      <w:spacing w:after="0" w:line="240" w:lineRule="auto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character" w:customStyle="1" w:styleId="CharAttribute0">
    <w:name w:val="CharAttribute0"/>
    <w:rsid w:val="00897633"/>
    <w:rPr>
      <w:rFonts w:ascii="Times New Roman" w:eastAsia="Times New Roman" w:hAnsi="Times New Roman"/>
      <w:w w:val="100"/>
      <w:sz w:val="24"/>
      <w:szCs w:val="24"/>
      <w:shd w:val="clear" w:color="auto" w:fill="auto"/>
    </w:rPr>
  </w:style>
  <w:style w:type="character" w:customStyle="1" w:styleId="CharAttribute1">
    <w:name w:val="CharAttribute1"/>
    <w:rsid w:val="00897633"/>
    <w:rPr>
      <w:rFonts w:ascii="Times New Roman" w:eastAsia="Times New Roman" w:hAnsi="Times New Roman"/>
      <w:b/>
      <w:w w:val="100"/>
      <w:sz w:val="24"/>
      <w:szCs w:val="24"/>
      <w:shd w:val="clear" w:color="auto" w:fill="auto"/>
    </w:rPr>
  </w:style>
  <w:style w:type="character" w:customStyle="1" w:styleId="CharAttribute10">
    <w:name w:val="CharAttribute10"/>
    <w:rsid w:val="00897633"/>
    <w:rPr>
      <w:rFonts w:ascii="Arial Rounded MT Bold" w:eastAsia="Arial Rounded MT Bold" w:hAnsi="Arial Rounded MT Bold"/>
      <w:w w:val="100"/>
      <w:sz w:val="18"/>
      <w:szCs w:val="18"/>
      <w:shd w:val="clear" w:color="auto" w:fill="auto"/>
    </w:rPr>
  </w:style>
  <w:style w:type="character" w:customStyle="1" w:styleId="CharAttribute24">
    <w:name w:val="CharAttribute24"/>
    <w:rsid w:val="00897633"/>
    <w:rPr>
      <w:rFonts w:ascii="Times New Roman" w:eastAsia="Times New Roman" w:hAnsi="Times New Roman"/>
      <w:w w:val="100"/>
      <w:sz w:val="24"/>
      <w:szCs w:val="24"/>
      <w:shd w:val="clear" w:color="auto" w:fill="auto"/>
      <w:vertAlign w:val="superscript"/>
    </w:rPr>
  </w:style>
  <w:style w:type="paragraph" w:customStyle="1" w:styleId="ParaAttribute6">
    <w:name w:val="ParaAttribute6"/>
    <w:rsid w:val="00366047"/>
    <w:pPr>
      <w:shd w:val="solid" w:color="F2F2F2" w:fill="auto"/>
      <w:spacing w:after="0" w:line="240" w:lineRule="auto"/>
      <w:ind w:hanging="851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28">
    <w:name w:val="ParaAttribute28"/>
    <w:rsid w:val="00366047"/>
    <w:pPr>
      <w:spacing w:after="0" w:line="240" w:lineRule="auto"/>
      <w:ind w:left="360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29">
    <w:name w:val="ParaAttribute29"/>
    <w:rsid w:val="00366047"/>
    <w:pPr>
      <w:tabs>
        <w:tab w:val="left" w:pos="360"/>
        <w:tab w:val="left" w:pos="2040"/>
      </w:tabs>
      <w:spacing w:after="0" w:line="240" w:lineRule="auto"/>
      <w:ind w:left="360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character" w:customStyle="1" w:styleId="CharAttribute26">
    <w:name w:val="CharAttribute26"/>
    <w:rsid w:val="00366047"/>
    <w:rPr>
      <w:rFonts w:ascii="Times New Roman" w:eastAsia="Times New Roman" w:hAnsi="Times New Roman"/>
      <w:color w:val="31849B"/>
      <w:w w:val="100"/>
      <w:sz w:val="24"/>
      <w:szCs w:val="24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0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341DF"/>
    <w:pPr>
      <w:widowControl w:val="0"/>
      <w:spacing w:after="0" w:line="240" w:lineRule="auto"/>
      <w:ind w:left="827" w:hanging="360"/>
    </w:pPr>
    <w:rPr>
      <w:rFonts w:ascii="Times New Roman" w:eastAsia="Times New Roman" w:hAnsi="Times New Roman"/>
      <w:color w:val="auto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341DF"/>
    <w:rPr>
      <w:rFonts w:ascii="Times New Roman" w:eastAsia="Times New Roman" w:hAnsi="Times New Roman"/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D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4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DCF"/>
  </w:style>
  <w:style w:type="paragraph" w:styleId="Heading1">
    <w:name w:val="heading 1"/>
    <w:basedOn w:val="Normal"/>
    <w:next w:val="Normal"/>
    <w:link w:val="Heading1Char"/>
    <w:uiPriority w:val="9"/>
    <w:qFormat/>
    <w:rsid w:val="00D75DCF"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D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D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D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D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DC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DC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DC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DCF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rsid w:val="00D75DCF"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D75DCF"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75DCF"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rsid w:val="00D75DCF"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sid w:val="00D75DCF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DCF"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DCF"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DCF"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DCF"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DCF"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75DCF"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sid w:val="00D75DCF"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rsid w:val="00D75DCF"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D75DCF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75DCF"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D75DCF"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75DCF"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75DCF"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75DCF"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75DCF"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75DCF"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75DCF"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sid w:val="00D75DCF"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5DCF"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D75DCF"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DCF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D75DCF"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75DCF"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rsid w:val="00D75DCF"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75DCF"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rsid w:val="00D75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DCF"/>
  </w:style>
  <w:style w:type="paragraph" w:styleId="ListNumber">
    <w:name w:val="List Number"/>
    <w:basedOn w:val="Normal"/>
    <w:uiPriority w:val="10"/>
    <w:qFormat/>
    <w:rsid w:val="00D75DCF"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75DCF"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5DCF"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D75DCF"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5DCF"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5DCF"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75DCF"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5DCF"/>
    <w:rPr>
      <w:color w:val="0E0B05" w:themeColor="text2"/>
    </w:rPr>
  </w:style>
  <w:style w:type="character" w:styleId="Hyperlink">
    <w:name w:val="Hyperlink"/>
    <w:basedOn w:val="DefaultParagraphFont"/>
    <w:uiPriority w:val="99"/>
    <w:unhideWhenUsed/>
    <w:rsid w:val="00073CC7"/>
    <w:rPr>
      <w:color w:val="53C3C7" w:themeColor="hyperlink"/>
      <w:u w:val="single"/>
    </w:rPr>
  </w:style>
  <w:style w:type="paragraph" w:customStyle="1" w:styleId="ParaAttribute0">
    <w:name w:val="ParaAttribute0"/>
    <w:rsid w:val="00897633"/>
    <w:pPr>
      <w:spacing w:after="0" w:line="240" w:lineRule="auto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4">
    <w:name w:val="ParaAttribute4"/>
    <w:rsid w:val="00897633"/>
    <w:pPr>
      <w:spacing w:after="0" w:line="240" w:lineRule="auto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7">
    <w:name w:val="ParaAttribute7"/>
    <w:rsid w:val="00897633"/>
    <w:pPr>
      <w:shd w:val="solid" w:color="F2F2F2" w:fill="auto"/>
      <w:spacing w:after="0" w:line="240" w:lineRule="auto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12">
    <w:name w:val="ParaAttribute12"/>
    <w:rsid w:val="00897633"/>
    <w:pPr>
      <w:spacing w:after="0" w:line="240" w:lineRule="auto"/>
      <w:ind w:left="900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19">
    <w:name w:val="ParaAttribute19"/>
    <w:rsid w:val="00897633"/>
    <w:pPr>
      <w:tabs>
        <w:tab w:val="left" w:pos="1845"/>
      </w:tabs>
      <w:spacing w:after="0" w:line="240" w:lineRule="auto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character" w:customStyle="1" w:styleId="CharAttribute0">
    <w:name w:val="CharAttribute0"/>
    <w:rsid w:val="00897633"/>
    <w:rPr>
      <w:rFonts w:ascii="Times New Roman" w:eastAsia="Times New Roman" w:hAnsi="Times New Roman"/>
      <w:w w:val="100"/>
      <w:sz w:val="24"/>
      <w:szCs w:val="24"/>
      <w:shd w:val="clear" w:color="auto" w:fill="auto"/>
    </w:rPr>
  </w:style>
  <w:style w:type="character" w:customStyle="1" w:styleId="CharAttribute1">
    <w:name w:val="CharAttribute1"/>
    <w:rsid w:val="00897633"/>
    <w:rPr>
      <w:rFonts w:ascii="Times New Roman" w:eastAsia="Times New Roman" w:hAnsi="Times New Roman"/>
      <w:b/>
      <w:w w:val="100"/>
      <w:sz w:val="24"/>
      <w:szCs w:val="24"/>
      <w:shd w:val="clear" w:color="auto" w:fill="auto"/>
    </w:rPr>
  </w:style>
  <w:style w:type="character" w:customStyle="1" w:styleId="CharAttribute10">
    <w:name w:val="CharAttribute10"/>
    <w:rsid w:val="00897633"/>
    <w:rPr>
      <w:rFonts w:ascii="Arial Rounded MT Bold" w:eastAsia="Arial Rounded MT Bold" w:hAnsi="Arial Rounded MT Bold"/>
      <w:w w:val="100"/>
      <w:sz w:val="18"/>
      <w:szCs w:val="18"/>
      <w:shd w:val="clear" w:color="auto" w:fill="auto"/>
    </w:rPr>
  </w:style>
  <w:style w:type="character" w:customStyle="1" w:styleId="CharAttribute24">
    <w:name w:val="CharAttribute24"/>
    <w:rsid w:val="00897633"/>
    <w:rPr>
      <w:rFonts w:ascii="Times New Roman" w:eastAsia="Times New Roman" w:hAnsi="Times New Roman"/>
      <w:w w:val="100"/>
      <w:sz w:val="24"/>
      <w:szCs w:val="24"/>
      <w:shd w:val="clear" w:color="auto" w:fill="auto"/>
      <w:vertAlign w:val="superscript"/>
    </w:rPr>
  </w:style>
  <w:style w:type="paragraph" w:customStyle="1" w:styleId="ParaAttribute6">
    <w:name w:val="ParaAttribute6"/>
    <w:rsid w:val="00366047"/>
    <w:pPr>
      <w:shd w:val="solid" w:color="F2F2F2" w:fill="auto"/>
      <w:spacing w:after="0" w:line="240" w:lineRule="auto"/>
      <w:ind w:hanging="851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28">
    <w:name w:val="ParaAttribute28"/>
    <w:rsid w:val="00366047"/>
    <w:pPr>
      <w:spacing w:after="0" w:line="240" w:lineRule="auto"/>
      <w:ind w:left="360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paragraph" w:customStyle="1" w:styleId="ParaAttribute29">
    <w:name w:val="ParaAttribute29"/>
    <w:rsid w:val="00366047"/>
    <w:pPr>
      <w:tabs>
        <w:tab w:val="left" w:pos="360"/>
        <w:tab w:val="left" w:pos="2040"/>
      </w:tabs>
      <w:spacing w:after="0" w:line="240" w:lineRule="auto"/>
      <w:ind w:left="360"/>
      <w:jc w:val="both"/>
    </w:pPr>
    <w:rPr>
      <w:rFonts w:ascii="Times New Roman" w:eastAsia="Batang" w:hAnsi="Times New Roman" w:cs="Times New Roman"/>
      <w:color w:val="auto"/>
      <w:lang w:val="en-IN" w:eastAsia="en-US"/>
    </w:rPr>
  </w:style>
  <w:style w:type="character" w:customStyle="1" w:styleId="CharAttribute26">
    <w:name w:val="CharAttribute26"/>
    <w:rsid w:val="00366047"/>
    <w:rPr>
      <w:rFonts w:ascii="Times New Roman" w:eastAsia="Times New Roman" w:hAnsi="Times New Roman"/>
      <w:color w:val="31849B"/>
      <w:w w:val="100"/>
      <w:sz w:val="24"/>
      <w:szCs w:val="24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0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341DF"/>
    <w:pPr>
      <w:widowControl w:val="0"/>
      <w:spacing w:after="0" w:line="240" w:lineRule="auto"/>
      <w:ind w:left="827" w:hanging="360"/>
    </w:pPr>
    <w:rPr>
      <w:rFonts w:ascii="Times New Roman" w:eastAsia="Times New Roman" w:hAnsi="Times New Roman"/>
      <w:color w:val="auto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341DF"/>
    <w:rPr>
      <w:rFonts w:ascii="Times New Roman" w:eastAsia="Times New Roman" w:hAnsi="Times New Roman"/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D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4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7fc2df142098430a" Type="http://schemas.microsoft.com/office/2019/09/relationships/intelligence" Target="intelligenc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wnloads\%7b0FB4C014-0770-174C-B079-19AC72DBEE80%7dtf50002018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FFF2-5C80-4FCC-A8B9-D3DA8867F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{0FB4C014-0770-174C-B079-19AC72DBEE80}tf50002018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Sushil Kumar</dc:creator>
  <cp:lastModifiedBy>Sushil Kumar</cp:lastModifiedBy>
  <cp:revision>2</cp:revision>
  <cp:lastPrinted>2022-01-03T08:47:00Z</cp:lastPrinted>
  <dcterms:created xsi:type="dcterms:W3CDTF">2022-01-24T11:14:00Z</dcterms:created>
  <dcterms:modified xsi:type="dcterms:W3CDTF">2022-01-24T11:14:00Z</dcterms:modified>
</cp:coreProperties>
</file>